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F3033" w14:textId="5AAA1607" w:rsidR="002A56F9" w:rsidRPr="00D11E46" w:rsidRDefault="009C024F" w:rsidP="005A06A7">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T</w:t>
      </w:r>
      <w:r w:rsidR="002B1681" w:rsidRPr="00F0010F">
        <w:rPr>
          <w:rFonts w:ascii="Times New Roman" w:hAnsi="Times New Roman" w:cs="Times New Roman"/>
          <w:b/>
          <w:color w:val="002060"/>
          <w:sz w:val="24"/>
          <w:szCs w:val="24"/>
        </w:rPr>
        <w:t>ermes de Références </w:t>
      </w:r>
      <w:r w:rsidR="007749C6" w:rsidRPr="00F0010F">
        <w:rPr>
          <w:rFonts w:ascii="Times New Roman" w:hAnsi="Times New Roman" w:cs="Times New Roman"/>
          <w:b/>
          <w:color w:val="002060"/>
          <w:sz w:val="24"/>
          <w:szCs w:val="24"/>
        </w:rPr>
        <w:t xml:space="preserve">: </w:t>
      </w:r>
      <w:r w:rsidR="00E241CA">
        <w:rPr>
          <w:rFonts w:ascii="Times New Roman" w:hAnsi="Times New Roman" w:cs="Times New Roman"/>
          <w:b/>
          <w:color w:val="002060"/>
          <w:sz w:val="24"/>
          <w:szCs w:val="24"/>
        </w:rPr>
        <w:t xml:space="preserve">Créer et </w:t>
      </w:r>
      <w:r w:rsidR="007D3E3C">
        <w:rPr>
          <w:rFonts w:ascii="Times New Roman" w:hAnsi="Times New Roman" w:cs="Times New Roman"/>
          <w:b/>
          <w:color w:val="002060"/>
          <w:sz w:val="24"/>
          <w:szCs w:val="24"/>
        </w:rPr>
        <w:t xml:space="preserve">mettre en place des cercles zonaux des jeunes </w:t>
      </w:r>
      <w:r w:rsidR="005A06A7">
        <w:rPr>
          <w:rFonts w:ascii="Times New Roman" w:hAnsi="Times New Roman" w:cs="Times New Roman"/>
          <w:b/>
          <w:color w:val="002060"/>
          <w:sz w:val="24"/>
          <w:szCs w:val="24"/>
        </w:rPr>
        <w:t xml:space="preserve">SDSR </w:t>
      </w:r>
      <w:r w:rsidR="00A42F02">
        <w:rPr>
          <w:rFonts w:ascii="Times New Roman" w:hAnsi="Times New Roman" w:cs="Times New Roman"/>
          <w:b/>
          <w:color w:val="002060"/>
          <w:sz w:val="24"/>
          <w:szCs w:val="24"/>
        </w:rPr>
        <w:t xml:space="preserve"> </w:t>
      </w:r>
      <w:r w:rsidR="005A06A7">
        <w:rPr>
          <w:rFonts w:ascii="Times New Roman" w:hAnsi="Times New Roman" w:cs="Times New Roman"/>
          <w:b/>
          <w:color w:val="002060"/>
          <w:sz w:val="24"/>
          <w:szCs w:val="24"/>
        </w:rPr>
        <w:t xml:space="preserve">      </w:t>
      </w:r>
      <w:r w:rsidR="00A42F02">
        <w:rPr>
          <w:rFonts w:ascii="Times New Roman" w:hAnsi="Times New Roman" w:cs="Times New Roman"/>
          <w:b/>
          <w:color w:val="002060"/>
          <w:sz w:val="24"/>
          <w:szCs w:val="24"/>
        </w:rPr>
        <w:t>(</w:t>
      </w:r>
      <w:r w:rsidR="007D3E3C">
        <w:rPr>
          <w:rFonts w:ascii="Times New Roman" w:hAnsi="Times New Roman" w:cs="Times New Roman"/>
          <w:b/>
          <w:color w:val="002060"/>
          <w:sz w:val="24"/>
          <w:szCs w:val="24"/>
        </w:rPr>
        <w:t>CZ</w:t>
      </w:r>
      <w:r w:rsidR="009E1D95">
        <w:rPr>
          <w:rFonts w:ascii="Times New Roman" w:hAnsi="Times New Roman" w:cs="Times New Roman"/>
          <w:b/>
          <w:color w:val="002060"/>
          <w:sz w:val="24"/>
          <w:szCs w:val="24"/>
        </w:rPr>
        <w:t>J</w:t>
      </w:r>
      <w:r w:rsidR="007D3E3C">
        <w:rPr>
          <w:rFonts w:ascii="Times New Roman" w:hAnsi="Times New Roman" w:cs="Times New Roman"/>
          <w:b/>
          <w:color w:val="002060"/>
          <w:sz w:val="24"/>
          <w:szCs w:val="24"/>
        </w:rPr>
        <w:t xml:space="preserve"> SDSR)</w:t>
      </w:r>
    </w:p>
    <w:p w14:paraId="0D31B9CC" w14:textId="56390AC4" w:rsidR="002B1681" w:rsidRPr="00F0010F" w:rsidRDefault="00FF6FA8" w:rsidP="002B1681">
      <w:pPr>
        <w:jc w:val="both"/>
        <w:rPr>
          <w:rFonts w:ascii="Times New Roman" w:eastAsia="MS Mincho" w:hAnsi="Times New Roman" w:cs="Times New Roman"/>
          <w:b/>
          <w:color w:val="002060"/>
          <w:sz w:val="24"/>
          <w:szCs w:val="24"/>
          <w:lang w:eastAsia="ja-JP"/>
        </w:rPr>
      </w:pPr>
      <w:r>
        <w:rPr>
          <w:rFonts w:ascii="Times New Roman" w:eastAsia="MS Mincho" w:hAnsi="Times New Roman" w:cs="Times New Roman"/>
          <w:b/>
          <w:color w:val="002060"/>
          <w:sz w:val="24"/>
          <w:szCs w:val="24"/>
          <w:lang w:eastAsia="ja-JP"/>
        </w:rPr>
        <w:pict w14:anchorId="655EE3E2">
          <v:rect id="_x0000_i1025" style="width:0;height:1.5pt" o:hralign="center" o:hrstd="t" o:hr="t" fillcolor="#a0a0a0" stroked="f"/>
        </w:pict>
      </w:r>
    </w:p>
    <w:tbl>
      <w:tblPr>
        <w:tblStyle w:val="Grilledutableau"/>
        <w:tblW w:w="10632" w:type="dxa"/>
        <w:tblInd w:w="-86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44"/>
        <w:gridCol w:w="8788"/>
      </w:tblGrid>
      <w:tr w:rsidR="002B1681" w:rsidRPr="00F0010F" w14:paraId="038085F8" w14:textId="77777777" w:rsidTr="00820D56">
        <w:trPr>
          <w:trHeight w:val="152"/>
        </w:trPr>
        <w:tc>
          <w:tcPr>
            <w:tcW w:w="1844" w:type="dxa"/>
            <w:tcBorders>
              <w:top w:val="single" w:sz="8" w:space="0" w:color="auto"/>
              <w:left w:val="single" w:sz="8" w:space="0" w:color="auto"/>
            </w:tcBorders>
            <w:shd w:val="clear" w:color="auto" w:fill="DBE5F1" w:themeFill="accent1" w:themeFillTint="33"/>
          </w:tcPr>
          <w:p w14:paraId="47B18347" w14:textId="77777777" w:rsidR="002B168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Titre du projet</w:t>
            </w:r>
          </w:p>
        </w:tc>
        <w:tc>
          <w:tcPr>
            <w:tcW w:w="8788" w:type="dxa"/>
            <w:tcBorders>
              <w:top w:val="single" w:sz="8" w:space="0" w:color="auto"/>
              <w:right w:val="single" w:sz="8" w:space="0" w:color="auto"/>
            </w:tcBorders>
          </w:tcPr>
          <w:p w14:paraId="00060F2B" w14:textId="2185D36F" w:rsidR="002B1681" w:rsidRPr="00F0010F" w:rsidRDefault="002A0D6F" w:rsidP="007749C6">
            <w:pPr>
              <w:spacing w:after="0"/>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TUBAKARORERO/SDSR Solutions</w:t>
            </w:r>
          </w:p>
        </w:tc>
      </w:tr>
      <w:tr w:rsidR="002B1681" w:rsidRPr="00F0010F" w14:paraId="4B06CB95" w14:textId="77777777" w:rsidTr="00820D56">
        <w:trPr>
          <w:trHeight w:val="50"/>
        </w:trPr>
        <w:tc>
          <w:tcPr>
            <w:tcW w:w="1844" w:type="dxa"/>
            <w:tcBorders>
              <w:left w:val="single" w:sz="8" w:space="0" w:color="auto"/>
            </w:tcBorders>
            <w:shd w:val="clear" w:color="auto" w:fill="DBE5F1" w:themeFill="accent1" w:themeFillTint="33"/>
          </w:tcPr>
          <w:p w14:paraId="74A0280D" w14:textId="77777777" w:rsidR="002B168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 xml:space="preserve">Objectif   </w:t>
            </w:r>
          </w:p>
        </w:tc>
        <w:tc>
          <w:tcPr>
            <w:tcW w:w="8788" w:type="dxa"/>
            <w:tcBorders>
              <w:right w:val="single" w:sz="8" w:space="0" w:color="auto"/>
            </w:tcBorders>
          </w:tcPr>
          <w:p w14:paraId="6B8A4034" w14:textId="38B9FDEC" w:rsidR="004B4C4E" w:rsidRPr="00F0010F" w:rsidRDefault="004B4C4E" w:rsidP="004B4C4E">
            <w:pPr>
              <w:autoSpaceDE w:val="0"/>
              <w:autoSpaceDN w:val="0"/>
              <w:adjustRightInd w:val="0"/>
              <w:rPr>
                <w:rFonts w:ascii="Times New Roman" w:hAnsi="Times New Roman" w:cs="Times New Roman"/>
                <w:sz w:val="24"/>
                <w:szCs w:val="24"/>
              </w:rPr>
            </w:pPr>
            <w:r w:rsidRPr="00F0010F">
              <w:rPr>
                <w:rFonts w:ascii="Times New Roman" w:hAnsi="Times New Roman" w:cs="Times New Roman"/>
                <w:sz w:val="24"/>
                <w:szCs w:val="24"/>
              </w:rPr>
              <w:t xml:space="preserve">Contribuer </w:t>
            </w:r>
            <w:r w:rsidR="002A0D6F" w:rsidRPr="00F0010F">
              <w:rPr>
                <w:rFonts w:ascii="Times New Roman" w:hAnsi="Times New Roman" w:cs="Times New Roman"/>
                <w:sz w:val="24"/>
                <w:szCs w:val="24"/>
              </w:rPr>
              <w:t>à l’amélioration de la SDSR /PF et genre à travers le renforcement des YLOS et WLOS</w:t>
            </w:r>
          </w:p>
          <w:p w14:paraId="3F2D619E" w14:textId="7EC2675B" w:rsidR="002B1681" w:rsidRPr="003D70D1" w:rsidRDefault="00DB3B2D" w:rsidP="003D70D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Campagne de sélection des membres de </w:t>
            </w:r>
            <w:r w:rsidR="007E7CD1">
              <w:rPr>
                <w:rFonts w:ascii="Times New Roman" w:hAnsi="Times New Roman" w:cs="Times New Roman"/>
                <w:sz w:val="24"/>
                <w:szCs w:val="24"/>
              </w:rPr>
              <w:t>cercles zonaux des jeunes</w:t>
            </w:r>
            <w:r w:rsidR="003D70D1">
              <w:rPr>
                <w:rFonts w:ascii="Times New Roman" w:hAnsi="Times New Roman" w:cs="Times New Roman"/>
                <w:sz w:val="24"/>
                <w:szCs w:val="24"/>
              </w:rPr>
              <w:t>.</w:t>
            </w:r>
          </w:p>
        </w:tc>
      </w:tr>
      <w:tr w:rsidR="002B1681" w:rsidRPr="00F0010F" w14:paraId="741C6CA9" w14:textId="77777777" w:rsidTr="00820D56">
        <w:trPr>
          <w:trHeight w:val="50"/>
        </w:trPr>
        <w:tc>
          <w:tcPr>
            <w:tcW w:w="1844" w:type="dxa"/>
            <w:tcBorders>
              <w:left w:val="single" w:sz="8" w:space="0" w:color="auto"/>
            </w:tcBorders>
            <w:shd w:val="clear" w:color="auto" w:fill="DBE5F1" w:themeFill="accent1" w:themeFillTint="33"/>
          </w:tcPr>
          <w:p w14:paraId="1C6E48F7" w14:textId="77777777" w:rsidR="00B33CB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 xml:space="preserve">Indicateur de </w:t>
            </w:r>
          </w:p>
          <w:p w14:paraId="5EBCDD28" w14:textId="4BF1E58A" w:rsidR="002B1681" w:rsidRPr="00F0010F" w:rsidRDefault="003D70D1" w:rsidP="002B1681">
            <w:pPr>
              <w:spacing w:after="0"/>
              <w:ind w:right="-330"/>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l</w:t>
            </w:r>
            <w:r w:rsidR="00CC7B6F" w:rsidRPr="00F0010F">
              <w:rPr>
                <w:rFonts w:ascii="Times New Roman" w:eastAsiaTheme="minorHAnsi" w:hAnsi="Times New Roman" w:cs="Times New Roman"/>
                <w:color w:val="000000"/>
                <w:sz w:val="24"/>
                <w:szCs w:val="24"/>
              </w:rPr>
              <w:t>’activité</w:t>
            </w:r>
          </w:p>
        </w:tc>
        <w:tc>
          <w:tcPr>
            <w:tcW w:w="8788" w:type="dxa"/>
            <w:tcBorders>
              <w:right w:val="single" w:sz="8" w:space="0" w:color="auto"/>
            </w:tcBorders>
          </w:tcPr>
          <w:p w14:paraId="6EC1F21A" w14:textId="2071A77B" w:rsidR="004B4C4E" w:rsidRPr="009B68BF" w:rsidRDefault="009E1D95" w:rsidP="009B68BF">
            <w:pPr>
              <w:pStyle w:val="Paragraphedeliste"/>
              <w:numPr>
                <w:ilvl w:val="0"/>
                <w:numId w:val="5"/>
              </w:numPr>
              <w:tabs>
                <w:tab w:val="left" w:pos="709"/>
              </w:tabs>
              <w:spacing w:before="120" w:after="0"/>
              <w:rPr>
                <w:rFonts w:ascii="Times New Roman" w:hAnsi="Times New Roman" w:cs="Times New Roman"/>
                <w:bCs/>
                <w:sz w:val="24"/>
                <w:szCs w:val="24"/>
              </w:rPr>
            </w:pPr>
            <w:r w:rsidRPr="009B68BF">
              <w:rPr>
                <w:rFonts w:ascii="Times New Roman" w:hAnsi="Times New Roman" w:cs="Times New Roman"/>
                <w:bCs/>
                <w:sz w:val="24"/>
                <w:szCs w:val="24"/>
              </w:rPr>
              <w:t>Accord des chefs de zones pour une réunion introductive</w:t>
            </w:r>
          </w:p>
          <w:p w14:paraId="7B4AD5F7" w14:textId="58BE854A" w:rsidR="00423D80" w:rsidRPr="009B68BF" w:rsidRDefault="009E1D95" w:rsidP="009B68BF">
            <w:pPr>
              <w:pStyle w:val="Paragraphedeliste"/>
              <w:numPr>
                <w:ilvl w:val="0"/>
                <w:numId w:val="5"/>
              </w:numPr>
              <w:tabs>
                <w:tab w:val="left" w:pos="709"/>
              </w:tabs>
              <w:spacing w:before="120" w:after="0"/>
              <w:rPr>
                <w:rFonts w:ascii="Times New Roman" w:hAnsi="Times New Roman" w:cs="Times New Roman"/>
                <w:bCs/>
                <w:sz w:val="24"/>
                <w:szCs w:val="24"/>
              </w:rPr>
            </w:pPr>
            <w:r w:rsidRPr="009B68BF">
              <w:rPr>
                <w:rFonts w:ascii="Times New Roman" w:hAnsi="Times New Roman" w:cs="Times New Roman"/>
                <w:bCs/>
                <w:sz w:val="24"/>
                <w:szCs w:val="24"/>
              </w:rPr>
              <w:t xml:space="preserve">72 jeunes par communes (soit 432 jeunes au total) seront </w:t>
            </w:r>
            <w:r w:rsidR="00FC48CE">
              <w:rPr>
                <w:rFonts w:ascii="Times New Roman" w:hAnsi="Times New Roman" w:cs="Times New Roman"/>
                <w:bCs/>
                <w:sz w:val="24"/>
                <w:szCs w:val="24"/>
              </w:rPr>
              <w:t xml:space="preserve">identifiées </w:t>
            </w:r>
          </w:p>
          <w:p w14:paraId="44ABAC78" w14:textId="77777777" w:rsidR="002B1681" w:rsidRPr="009B68BF" w:rsidRDefault="009E1D95" w:rsidP="009B68BF">
            <w:pPr>
              <w:pStyle w:val="Paragraphedeliste"/>
              <w:numPr>
                <w:ilvl w:val="0"/>
                <w:numId w:val="5"/>
              </w:numPr>
              <w:tabs>
                <w:tab w:val="left" w:pos="709"/>
              </w:tabs>
              <w:spacing w:before="120" w:after="0"/>
              <w:rPr>
                <w:rFonts w:ascii="Times New Roman" w:hAnsi="Times New Roman" w:cs="Times New Roman"/>
                <w:bCs/>
                <w:sz w:val="24"/>
                <w:szCs w:val="24"/>
              </w:rPr>
            </w:pPr>
            <w:r w:rsidRPr="009B68BF">
              <w:rPr>
                <w:rFonts w:ascii="Times New Roman" w:hAnsi="Times New Roman" w:cs="Times New Roman"/>
                <w:bCs/>
                <w:sz w:val="24"/>
                <w:szCs w:val="24"/>
              </w:rPr>
              <w:t>6 jeunes responsables par commune soit 48 jeunes seront choisis</w:t>
            </w:r>
          </w:p>
          <w:p w14:paraId="0E7D330F" w14:textId="3D766D9F" w:rsidR="009E1D95" w:rsidRPr="009B68BF" w:rsidRDefault="009E1D95" w:rsidP="009B68BF">
            <w:pPr>
              <w:pStyle w:val="Paragraphedeliste"/>
              <w:numPr>
                <w:ilvl w:val="0"/>
                <w:numId w:val="5"/>
              </w:numPr>
              <w:tabs>
                <w:tab w:val="left" w:pos="709"/>
              </w:tabs>
              <w:spacing w:before="120" w:after="0"/>
              <w:rPr>
                <w:rFonts w:ascii="Times New Roman" w:hAnsi="Times New Roman" w:cs="Times New Roman"/>
                <w:bCs/>
                <w:sz w:val="24"/>
                <w:szCs w:val="24"/>
              </w:rPr>
            </w:pPr>
            <w:r w:rsidRPr="009B68BF">
              <w:rPr>
                <w:rFonts w:ascii="Times New Roman" w:hAnsi="Times New Roman" w:cs="Times New Roman"/>
                <w:bCs/>
                <w:sz w:val="24"/>
                <w:szCs w:val="24"/>
              </w:rPr>
              <w:t>18 CZ</w:t>
            </w:r>
            <w:bookmarkStart w:id="0" w:name="_GoBack"/>
            <w:bookmarkEnd w:id="0"/>
            <w:r w:rsidRPr="009B68BF">
              <w:rPr>
                <w:rFonts w:ascii="Times New Roman" w:hAnsi="Times New Roman" w:cs="Times New Roman"/>
                <w:bCs/>
                <w:sz w:val="24"/>
                <w:szCs w:val="24"/>
              </w:rPr>
              <w:t xml:space="preserve">J seront </w:t>
            </w:r>
            <w:r w:rsidR="0063113F" w:rsidRPr="009B68BF">
              <w:rPr>
                <w:rFonts w:ascii="Times New Roman" w:hAnsi="Times New Roman" w:cs="Times New Roman"/>
                <w:bCs/>
                <w:sz w:val="24"/>
                <w:szCs w:val="24"/>
              </w:rPr>
              <w:t>créés</w:t>
            </w:r>
            <w:r w:rsidRPr="009B68BF">
              <w:rPr>
                <w:rFonts w:ascii="Times New Roman" w:hAnsi="Times New Roman" w:cs="Times New Roman"/>
                <w:bCs/>
                <w:sz w:val="24"/>
                <w:szCs w:val="24"/>
              </w:rPr>
              <w:t xml:space="preserve"> et mis en place</w:t>
            </w:r>
            <w:r w:rsidR="00350812">
              <w:rPr>
                <w:rFonts w:ascii="Times New Roman" w:hAnsi="Times New Roman" w:cs="Times New Roman"/>
                <w:bCs/>
                <w:sz w:val="24"/>
                <w:szCs w:val="24"/>
              </w:rPr>
              <w:t xml:space="preserve"> </w:t>
            </w:r>
          </w:p>
        </w:tc>
      </w:tr>
      <w:tr w:rsidR="002B1681" w:rsidRPr="00F0010F" w14:paraId="2C933136" w14:textId="77777777" w:rsidTr="00820D56">
        <w:trPr>
          <w:trHeight w:val="50"/>
        </w:trPr>
        <w:tc>
          <w:tcPr>
            <w:tcW w:w="1844" w:type="dxa"/>
            <w:tcBorders>
              <w:left w:val="single" w:sz="8" w:space="0" w:color="auto"/>
            </w:tcBorders>
            <w:shd w:val="clear" w:color="auto" w:fill="DBE5F1" w:themeFill="accent1" w:themeFillTint="33"/>
          </w:tcPr>
          <w:p w14:paraId="018181AA" w14:textId="77777777" w:rsidR="002B168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Titre de l’activité</w:t>
            </w:r>
          </w:p>
        </w:tc>
        <w:tc>
          <w:tcPr>
            <w:tcW w:w="8788" w:type="dxa"/>
            <w:tcBorders>
              <w:bottom w:val="single" w:sz="2" w:space="0" w:color="auto"/>
              <w:right w:val="single" w:sz="8" w:space="0" w:color="auto"/>
            </w:tcBorders>
          </w:tcPr>
          <w:p w14:paraId="60580A62" w14:textId="27D40929" w:rsidR="002B1681" w:rsidRPr="00140496" w:rsidRDefault="00140496" w:rsidP="00204831">
            <w:pPr>
              <w:spacing w:after="0"/>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Créer et mettre en place des cercles zonaux des jeunes </w:t>
            </w:r>
            <w:r w:rsidR="00117935">
              <w:rPr>
                <w:rFonts w:ascii="Times New Roman" w:eastAsia="Times New Roman" w:hAnsi="Times New Roman" w:cs="Times New Roman"/>
                <w:bCs/>
                <w:color w:val="000000"/>
                <w:sz w:val="24"/>
                <w:szCs w:val="24"/>
              </w:rPr>
              <w:t>SDR (</w:t>
            </w:r>
            <w:r>
              <w:rPr>
                <w:rFonts w:ascii="Times New Roman" w:eastAsia="Times New Roman" w:hAnsi="Times New Roman" w:cs="Times New Roman"/>
                <w:bCs/>
                <w:color w:val="000000"/>
                <w:sz w:val="24"/>
                <w:szCs w:val="24"/>
              </w:rPr>
              <w:t>CZJ SDSR)</w:t>
            </w:r>
          </w:p>
        </w:tc>
      </w:tr>
      <w:tr w:rsidR="002B1681" w:rsidRPr="00F0010F" w14:paraId="2F29C5B1" w14:textId="77777777" w:rsidTr="00820D56">
        <w:trPr>
          <w:trHeight w:val="55"/>
        </w:trPr>
        <w:tc>
          <w:tcPr>
            <w:tcW w:w="1844" w:type="dxa"/>
            <w:tcBorders>
              <w:left w:val="single" w:sz="8" w:space="0" w:color="auto"/>
            </w:tcBorders>
            <w:shd w:val="clear" w:color="auto" w:fill="DBE5F1" w:themeFill="accent1" w:themeFillTint="33"/>
          </w:tcPr>
          <w:p w14:paraId="25D3C13B" w14:textId="77777777" w:rsidR="002B168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 xml:space="preserve">Bénéficiaires </w:t>
            </w:r>
          </w:p>
        </w:tc>
        <w:tc>
          <w:tcPr>
            <w:tcW w:w="8788" w:type="dxa"/>
            <w:tcBorders>
              <w:top w:val="single" w:sz="2" w:space="0" w:color="auto"/>
              <w:bottom w:val="single" w:sz="4" w:space="0" w:color="auto"/>
              <w:right w:val="single" w:sz="8" w:space="0" w:color="auto"/>
            </w:tcBorders>
          </w:tcPr>
          <w:p w14:paraId="74631099" w14:textId="68107658" w:rsidR="00424B96" w:rsidRPr="00F0010F" w:rsidRDefault="00472AEC" w:rsidP="003E5637">
            <w:pPr>
              <w:spacing w:line="273" w:lineRule="auto"/>
              <w:contextualSpacing/>
              <w:jc w:val="both"/>
              <w:rPr>
                <w:rFonts w:ascii="Times New Roman" w:hAnsi="Times New Roman" w:cs="Times New Roman"/>
                <w:bCs/>
                <w:sz w:val="24"/>
                <w:szCs w:val="24"/>
              </w:rPr>
            </w:pPr>
            <w:r w:rsidRPr="00F0010F">
              <w:rPr>
                <w:rFonts w:ascii="Times New Roman" w:hAnsi="Times New Roman" w:cs="Times New Roman"/>
                <w:bCs/>
                <w:sz w:val="24"/>
                <w:szCs w:val="24"/>
              </w:rPr>
              <w:t>4</w:t>
            </w:r>
            <w:r w:rsidR="00117935">
              <w:rPr>
                <w:rFonts w:ascii="Times New Roman" w:hAnsi="Times New Roman" w:cs="Times New Roman"/>
                <w:bCs/>
                <w:sz w:val="24"/>
                <w:szCs w:val="24"/>
              </w:rPr>
              <w:t>32</w:t>
            </w:r>
            <w:r w:rsidR="00320F44" w:rsidRPr="00F0010F">
              <w:rPr>
                <w:rFonts w:ascii="Times New Roman" w:hAnsi="Times New Roman" w:cs="Times New Roman"/>
                <w:bCs/>
                <w:sz w:val="24"/>
                <w:szCs w:val="24"/>
              </w:rPr>
              <w:t xml:space="preserve"> </w:t>
            </w:r>
            <w:r w:rsidRPr="00F0010F">
              <w:rPr>
                <w:rFonts w:ascii="Times New Roman" w:hAnsi="Times New Roman" w:cs="Times New Roman"/>
                <w:bCs/>
                <w:sz w:val="24"/>
                <w:szCs w:val="24"/>
              </w:rPr>
              <w:t xml:space="preserve">jeunes </w:t>
            </w:r>
            <w:r w:rsidR="00140496">
              <w:rPr>
                <w:rFonts w:ascii="Times New Roman" w:hAnsi="Times New Roman" w:cs="Times New Roman"/>
                <w:bCs/>
                <w:sz w:val="24"/>
                <w:szCs w:val="24"/>
              </w:rPr>
              <w:t xml:space="preserve">membres des club zonaux </w:t>
            </w:r>
          </w:p>
          <w:p w14:paraId="47A8BB64" w14:textId="44F31F36" w:rsidR="002361AA" w:rsidRPr="00F0010F" w:rsidRDefault="002361AA" w:rsidP="001560EB">
            <w:pPr>
              <w:spacing w:after="0"/>
              <w:jc w:val="both"/>
              <w:rPr>
                <w:rFonts w:ascii="Times New Roman" w:eastAsiaTheme="minorHAnsi" w:hAnsi="Times New Roman" w:cs="Times New Roman"/>
                <w:color w:val="000000"/>
                <w:sz w:val="24"/>
                <w:szCs w:val="24"/>
              </w:rPr>
            </w:pPr>
          </w:p>
        </w:tc>
      </w:tr>
      <w:tr w:rsidR="002B1681" w:rsidRPr="00D83FB9" w14:paraId="018EDEDD" w14:textId="77777777" w:rsidTr="00820D56">
        <w:trPr>
          <w:trHeight w:val="50"/>
        </w:trPr>
        <w:tc>
          <w:tcPr>
            <w:tcW w:w="1844" w:type="dxa"/>
            <w:tcBorders>
              <w:left w:val="single" w:sz="8" w:space="0" w:color="auto"/>
            </w:tcBorders>
            <w:shd w:val="clear" w:color="auto" w:fill="DBE5F1" w:themeFill="accent1" w:themeFillTint="33"/>
          </w:tcPr>
          <w:p w14:paraId="170A9060" w14:textId="77777777" w:rsidR="00B33CB1" w:rsidRPr="00F0010F" w:rsidRDefault="002B1681"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 xml:space="preserve">Lieu et date de </w:t>
            </w:r>
          </w:p>
          <w:p w14:paraId="7091F363" w14:textId="7A02899E" w:rsidR="002B1681" w:rsidRPr="00F0010F" w:rsidRDefault="00CC7B6F"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L’activité</w:t>
            </w:r>
            <w:r w:rsidR="002B1681" w:rsidRPr="00F0010F">
              <w:rPr>
                <w:rFonts w:ascii="Times New Roman" w:eastAsiaTheme="minorHAnsi" w:hAnsi="Times New Roman" w:cs="Times New Roman"/>
                <w:color w:val="000000"/>
                <w:sz w:val="24"/>
                <w:szCs w:val="24"/>
              </w:rPr>
              <w:t xml:space="preserve"> </w:t>
            </w:r>
          </w:p>
        </w:tc>
        <w:tc>
          <w:tcPr>
            <w:tcW w:w="8788" w:type="dxa"/>
            <w:tcBorders>
              <w:top w:val="single" w:sz="4" w:space="0" w:color="auto"/>
              <w:right w:val="single" w:sz="8" w:space="0" w:color="auto"/>
            </w:tcBorders>
          </w:tcPr>
          <w:p w14:paraId="747BDB4B" w14:textId="46301D05" w:rsidR="00F32692" w:rsidRDefault="00F32692" w:rsidP="007260C7">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Du 29 Juillet au 09 Aout 2024</w:t>
            </w:r>
          </w:p>
          <w:p w14:paraId="05A056A6" w14:textId="1ABB6B48" w:rsidR="009B3DD4" w:rsidRDefault="009109C7" w:rsidP="007260C7">
            <w:pPr>
              <w:spacing w:after="0" w:line="240" w:lineRule="auto"/>
              <w:jc w:val="both"/>
              <w:rPr>
                <w:rFonts w:ascii="Times New Roman" w:eastAsiaTheme="minorHAnsi" w:hAnsi="Times New Roman" w:cs="Times New Roman"/>
                <w:color w:val="000000"/>
                <w:sz w:val="24"/>
                <w:szCs w:val="24"/>
              </w:rPr>
            </w:pPr>
            <w:r w:rsidRPr="00D83FB9">
              <w:rPr>
                <w:rFonts w:ascii="Times New Roman" w:eastAsiaTheme="minorHAnsi" w:hAnsi="Times New Roman" w:cs="Times New Roman"/>
                <w:color w:val="000000"/>
                <w:sz w:val="24"/>
                <w:szCs w:val="24"/>
              </w:rPr>
              <w:t>Province</w:t>
            </w:r>
            <w:r w:rsidR="00CA6DEF" w:rsidRPr="00D83FB9">
              <w:rPr>
                <w:rFonts w:ascii="Times New Roman" w:eastAsiaTheme="minorHAnsi" w:hAnsi="Times New Roman" w:cs="Times New Roman"/>
                <w:color w:val="000000"/>
                <w:sz w:val="24"/>
                <w:szCs w:val="24"/>
              </w:rPr>
              <w:t xml:space="preserve"> </w:t>
            </w:r>
            <w:r w:rsidR="0069695F" w:rsidRPr="00D83FB9">
              <w:rPr>
                <w:rFonts w:ascii="Times New Roman" w:eastAsiaTheme="minorHAnsi" w:hAnsi="Times New Roman" w:cs="Times New Roman"/>
                <w:color w:val="000000"/>
                <w:sz w:val="24"/>
                <w:szCs w:val="24"/>
              </w:rPr>
              <w:t>KIRUNDO</w:t>
            </w:r>
            <w:r w:rsidR="00255668">
              <w:rPr>
                <w:rFonts w:ascii="Times New Roman" w:eastAsiaTheme="minorHAnsi" w:hAnsi="Times New Roman" w:cs="Times New Roman"/>
                <w:color w:val="000000"/>
                <w:sz w:val="24"/>
                <w:szCs w:val="24"/>
              </w:rPr>
              <w:t xml:space="preserve"> : commune </w:t>
            </w:r>
            <w:proofErr w:type="spellStart"/>
            <w:r w:rsidR="00255668">
              <w:rPr>
                <w:rFonts w:ascii="Times New Roman" w:eastAsiaTheme="minorHAnsi" w:hAnsi="Times New Roman" w:cs="Times New Roman"/>
                <w:color w:val="000000"/>
                <w:sz w:val="24"/>
                <w:szCs w:val="24"/>
              </w:rPr>
              <w:t>vumbi</w:t>
            </w:r>
            <w:proofErr w:type="spellEnd"/>
            <w:r w:rsidR="00255668">
              <w:rPr>
                <w:rFonts w:ascii="Times New Roman" w:eastAsiaTheme="minorHAnsi" w:hAnsi="Times New Roman" w:cs="Times New Roman"/>
                <w:color w:val="000000"/>
                <w:sz w:val="24"/>
                <w:szCs w:val="24"/>
              </w:rPr>
              <w:t>, zone</w:t>
            </w:r>
            <w:r w:rsidR="00900553">
              <w:rPr>
                <w:rFonts w:ascii="Times New Roman" w:eastAsiaTheme="minorHAnsi" w:hAnsi="Times New Roman" w:cs="Times New Roman"/>
                <w:color w:val="000000"/>
                <w:sz w:val="24"/>
                <w:szCs w:val="24"/>
              </w:rPr>
              <w:t> :</w:t>
            </w:r>
            <w:r w:rsidR="00255668">
              <w:rPr>
                <w:rFonts w:ascii="Times New Roman" w:eastAsiaTheme="minorHAnsi" w:hAnsi="Times New Roman" w:cs="Times New Roman"/>
                <w:color w:val="000000"/>
                <w:sz w:val="24"/>
                <w:szCs w:val="24"/>
              </w:rPr>
              <w:t xml:space="preserve"> </w:t>
            </w:r>
            <w:proofErr w:type="spellStart"/>
            <w:r w:rsidR="00255668">
              <w:rPr>
                <w:rFonts w:ascii="Times New Roman" w:eastAsiaTheme="minorHAnsi" w:hAnsi="Times New Roman" w:cs="Times New Roman"/>
                <w:color w:val="000000"/>
                <w:sz w:val="24"/>
                <w:szCs w:val="24"/>
              </w:rPr>
              <w:t>vumbi</w:t>
            </w:r>
            <w:proofErr w:type="spellEnd"/>
            <w:r w:rsidR="00255668">
              <w:rPr>
                <w:rFonts w:ascii="Times New Roman" w:eastAsiaTheme="minorHAnsi" w:hAnsi="Times New Roman" w:cs="Times New Roman"/>
                <w:color w:val="000000"/>
                <w:sz w:val="24"/>
                <w:szCs w:val="24"/>
              </w:rPr>
              <w:t xml:space="preserve">, </w:t>
            </w:r>
            <w:proofErr w:type="spellStart"/>
            <w:r w:rsidR="00255668">
              <w:rPr>
                <w:rFonts w:ascii="Times New Roman" w:eastAsiaTheme="minorHAnsi" w:hAnsi="Times New Roman" w:cs="Times New Roman"/>
                <w:color w:val="000000"/>
                <w:sz w:val="24"/>
                <w:szCs w:val="24"/>
              </w:rPr>
              <w:t>bukuba</w:t>
            </w:r>
            <w:proofErr w:type="spellEnd"/>
            <w:r w:rsidR="00255668">
              <w:rPr>
                <w:rFonts w:ascii="Times New Roman" w:eastAsiaTheme="minorHAnsi" w:hAnsi="Times New Roman" w:cs="Times New Roman"/>
                <w:color w:val="000000"/>
                <w:sz w:val="24"/>
                <w:szCs w:val="24"/>
              </w:rPr>
              <w:t xml:space="preserve">, </w:t>
            </w:r>
            <w:proofErr w:type="spellStart"/>
            <w:r w:rsidR="00255668">
              <w:rPr>
                <w:rFonts w:ascii="Times New Roman" w:eastAsiaTheme="minorHAnsi" w:hAnsi="Times New Roman" w:cs="Times New Roman"/>
                <w:color w:val="000000"/>
                <w:sz w:val="24"/>
                <w:szCs w:val="24"/>
              </w:rPr>
              <w:t>cendajuru</w:t>
            </w:r>
            <w:proofErr w:type="spellEnd"/>
          </w:p>
          <w:p w14:paraId="7206CD50" w14:textId="2332D88E" w:rsidR="00255668" w:rsidRDefault="00255668" w:rsidP="007260C7">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Province MUYINGA</w:t>
            </w:r>
            <w:r w:rsidR="009E6150">
              <w:rPr>
                <w:rFonts w:ascii="Times New Roman" w:eastAsiaTheme="minorHAnsi" w:hAnsi="Times New Roman" w:cs="Times New Roman"/>
                <w:color w:val="000000"/>
                <w:sz w:val="24"/>
                <w:szCs w:val="24"/>
              </w:rPr>
              <w:t xml:space="preserve"> : commune</w:t>
            </w:r>
            <w:r>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muyinga</w:t>
            </w:r>
            <w:proofErr w:type="spellEnd"/>
            <w:r w:rsidR="009E6150">
              <w:rPr>
                <w:rFonts w:ascii="Times New Roman" w:eastAsiaTheme="minorHAnsi" w:hAnsi="Times New Roman" w:cs="Times New Roman"/>
                <w:color w:val="000000"/>
                <w:sz w:val="24"/>
                <w:szCs w:val="24"/>
              </w:rPr>
              <w:t>, zone</w:t>
            </w:r>
            <w:r w:rsidR="00900553">
              <w:rPr>
                <w:rFonts w:ascii="Times New Roman" w:eastAsiaTheme="minorHAnsi" w:hAnsi="Times New Roman" w:cs="Times New Roman"/>
                <w:color w:val="000000"/>
                <w:sz w:val="24"/>
                <w:szCs w:val="24"/>
              </w:rPr>
              <w:t> :</w:t>
            </w:r>
            <w:r>
              <w:rPr>
                <w:rFonts w:ascii="Times New Roman" w:eastAsiaTheme="minorHAnsi" w:hAnsi="Times New Roman" w:cs="Times New Roman"/>
                <w:color w:val="000000"/>
                <w:sz w:val="24"/>
                <w:szCs w:val="24"/>
              </w:rPr>
              <w:t xml:space="preserve"> </w:t>
            </w:r>
            <w:proofErr w:type="spellStart"/>
            <w:r w:rsidR="0063113F">
              <w:rPr>
                <w:rFonts w:ascii="Times New Roman" w:eastAsiaTheme="minorHAnsi" w:hAnsi="Times New Roman" w:cs="Times New Roman"/>
                <w:color w:val="000000"/>
                <w:sz w:val="24"/>
                <w:szCs w:val="24"/>
              </w:rPr>
              <w:t>muyinga</w:t>
            </w:r>
            <w:proofErr w:type="spellEnd"/>
            <w:r w:rsidR="0063113F">
              <w:rPr>
                <w:rFonts w:ascii="Times New Roman" w:eastAsiaTheme="minorHAnsi" w:hAnsi="Times New Roman" w:cs="Times New Roman"/>
                <w:color w:val="000000"/>
                <w:sz w:val="24"/>
                <w:szCs w:val="24"/>
              </w:rPr>
              <w:t xml:space="preserve">, </w:t>
            </w:r>
            <w:proofErr w:type="spellStart"/>
            <w:r w:rsidR="0063113F">
              <w:rPr>
                <w:rFonts w:ascii="Times New Roman" w:eastAsiaTheme="minorHAnsi" w:hAnsi="Times New Roman" w:cs="Times New Roman"/>
                <w:color w:val="000000"/>
                <w:sz w:val="24"/>
                <w:szCs w:val="24"/>
              </w:rPr>
              <w:t>cumba</w:t>
            </w:r>
            <w:proofErr w:type="spellEnd"/>
            <w:r w:rsidR="0063113F">
              <w:rPr>
                <w:rFonts w:ascii="Times New Roman" w:eastAsiaTheme="minorHAnsi" w:hAnsi="Times New Roman" w:cs="Times New Roman"/>
                <w:color w:val="000000"/>
                <w:sz w:val="24"/>
                <w:szCs w:val="24"/>
              </w:rPr>
              <w:t xml:space="preserve">, </w:t>
            </w:r>
            <w:proofErr w:type="spellStart"/>
            <w:r w:rsidR="0063113F">
              <w:rPr>
                <w:rFonts w:ascii="Times New Roman" w:eastAsiaTheme="minorHAnsi" w:hAnsi="Times New Roman" w:cs="Times New Roman"/>
                <w:color w:val="000000"/>
                <w:sz w:val="24"/>
                <w:szCs w:val="24"/>
              </w:rPr>
              <w:t>munagano</w:t>
            </w:r>
            <w:proofErr w:type="spellEnd"/>
          </w:p>
          <w:p w14:paraId="7B4E3D55" w14:textId="434FE895" w:rsidR="00255668" w:rsidRDefault="00255668" w:rsidP="007260C7">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Province NGOZI</w:t>
            </w:r>
            <w:r w:rsidR="009E6150">
              <w:rPr>
                <w:rFonts w:ascii="Times New Roman" w:eastAsiaTheme="minorHAnsi" w:hAnsi="Times New Roman" w:cs="Times New Roman"/>
                <w:color w:val="000000"/>
                <w:sz w:val="24"/>
                <w:szCs w:val="24"/>
              </w:rPr>
              <w:t xml:space="preserve"> : commune</w:t>
            </w:r>
            <w:r>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ruhororo</w:t>
            </w:r>
            <w:proofErr w:type="spellEnd"/>
            <w:r w:rsidR="009E6150">
              <w:rPr>
                <w:rFonts w:ascii="Times New Roman" w:eastAsiaTheme="minorHAnsi" w:hAnsi="Times New Roman" w:cs="Times New Roman"/>
                <w:color w:val="000000"/>
                <w:sz w:val="24"/>
                <w:szCs w:val="24"/>
              </w:rPr>
              <w:t>,</w:t>
            </w:r>
            <w:r w:rsidR="00900553">
              <w:rPr>
                <w:rFonts w:ascii="Times New Roman" w:eastAsiaTheme="minorHAnsi" w:hAnsi="Times New Roman" w:cs="Times New Roman"/>
                <w:color w:val="000000"/>
                <w:sz w:val="24"/>
                <w:szCs w:val="24"/>
              </w:rPr>
              <w:t xml:space="preserve"> Zone :</w:t>
            </w:r>
            <w:r w:rsidR="009E6150">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ruhororo</w:t>
            </w:r>
            <w:proofErr w:type="spellEnd"/>
            <w:r w:rsidR="009E6150">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mubanga</w:t>
            </w:r>
            <w:proofErr w:type="spellEnd"/>
          </w:p>
          <w:p w14:paraId="1365FB08" w14:textId="60E31E74" w:rsidR="00255668" w:rsidRDefault="00255668" w:rsidP="007260C7">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Province BUJUMBURA</w:t>
            </w:r>
            <w:r w:rsidR="009E6150">
              <w:rPr>
                <w:rFonts w:ascii="Times New Roman" w:eastAsiaTheme="minorHAnsi" w:hAnsi="Times New Roman" w:cs="Times New Roman"/>
                <w:color w:val="000000"/>
                <w:sz w:val="24"/>
                <w:szCs w:val="24"/>
              </w:rPr>
              <w:t xml:space="preserve"> : commune</w:t>
            </w:r>
            <w:r>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nyabiraba</w:t>
            </w:r>
            <w:proofErr w:type="spellEnd"/>
            <w:r w:rsidR="00BC53F4">
              <w:rPr>
                <w:rFonts w:ascii="Times New Roman" w:eastAsiaTheme="minorHAnsi" w:hAnsi="Times New Roman" w:cs="Times New Roman"/>
                <w:color w:val="000000"/>
                <w:sz w:val="24"/>
                <w:szCs w:val="24"/>
              </w:rPr>
              <w:t xml:space="preserve"> zone :</w:t>
            </w:r>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Nyabiraba</w:t>
            </w:r>
            <w:proofErr w:type="spellEnd"/>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Kigina</w:t>
            </w:r>
            <w:proofErr w:type="spellEnd"/>
            <w:r w:rsidR="00CA4851">
              <w:rPr>
                <w:rFonts w:ascii="Times New Roman" w:eastAsiaTheme="minorHAnsi" w:hAnsi="Times New Roman" w:cs="Times New Roman"/>
                <w:color w:val="000000"/>
                <w:sz w:val="24"/>
                <w:szCs w:val="24"/>
              </w:rPr>
              <w:t xml:space="preserve"> et </w:t>
            </w:r>
            <w:proofErr w:type="spellStart"/>
            <w:r w:rsidR="00CA4851">
              <w:rPr>
                <w:rFonts w:ascii="Times New Roman" w:eastAsiaTheme="minorHAnsi" w:hAnsi="Times New Roman" w:cs="Times New Roman"/>
                <w:color w:val="000000"/>
                <w:sz w:val="24"/>
                <w:szCs w:val="24"/>
              </w:rPr>
              <w:t>Mayemba</w:t>
            </w:r>
            <w:proofErr w:type="spellEnd"/>
            <w:r w:rsidR="009E6150">
              <w:rPr>
                <w:rFonts w:ascii="Times New Roman" w:eastAsiaTheme="minorHAnsi" w:hAnsi="Times New Roman" w:cs="Times New Roman"/>
                <w:color w:val="000000"/>
                <w:sz w:val="24"/>
                <w:szCs w:val="24"/>
              </w:rPr>
              <w:t xml:space="preserve">, </w:t>
            </w:r>
            <w:proofErr w:type="spellStart"/>
            <w:r w:rsidR="009E6150">
              <w:rPr>
                <w:rFonts w:ascii="Times New Roman" w:eastAsiaTheme="minorHAnsi" w:hAnsi="Times New Roman" w:cs="Times New Roman"/>
                <w:color w:val="000000"/>
                <w:sz w:val="24"/>
                <w:szCs w:val="24"/>
              </w:rPr>
              <w:t>kanyosha</w:t>
            </w:r>
            <w:proofErr w:type="spellEnd"/>
            <w:r w:rsidR="00BC53F4">
              <w:rPr>
                <w:rFonts w:ascii="Times New Roman" w:eastAsiaTheme="minorHAnsi" w:hAnsi="Times New Roman" w:cs="Times New Roman"/>
                <w:color w:val="000000"/>
                <w:sz w:val="24"/>
                <w:szCs w:val="24"/>
              </w:rPr>
              <w:t>, Zone :</w:t>
            </w:r>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Ruyaga</w:t>
            </w:r>
            <w:proofErr w:type="spellEnd"/>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Kiyenzi</w:t>
            </w:r>
            <w:proofErr w:type="spellEnd"/>
            <w:r w:rsidR="00CA4851">
              <w:rPr>
                <w:rFonts w:ascii="Times New Roman" w:eastAsiaTheme="minorHAnsi" w:hAnsi="Times New Roman" w:cs="Times New Roman"/>
                <w:color w:val="000000"/>
                <w:sz w:val="24"/>
                <w:szCs w:val="24"/>
              </w:rPr>
              <w:t xml:space="preserve"> et </w:t>
            </w:r>
            <w:proofErr w:type="spellStart"/>
            <w:r w:rsidR="00CA4851">
              <w:rPr>
                <w:rFonts w:ascii="Times New Roman" w:eastAsiaTheme="minorHAnsi" w:hAnsi="Times New Roman" w:cs="Times New Roman"/>
                <w:color w:val="000000"/>
                <w:sz w:val="24"/>
                <w:szCs w:val="24"/>
              </w:rPr>
              <w:t>Muyira</w:t>
            </w:r>
            <w:proofErr w:type="spellEnd"/>
          </w:p>
          <w:p w14:paraId="79C3BA9B" w14:textId="36BEF15B" w:rsidR="00255668" w:rsidRDefault="00255668" w:rsidP="007260C7">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Province CIBITOKE</w:t>
            </w:r>
            <w:r w:rsidR="00CA4851">
              <w:rPr>
                <w:rFonts w:ascii="Times New Roman" w:eastAsiaTheme="minorHAnsi" w:hAnsi="Times New Roman" w:cs="Times New Roman"/>
                <w:color w:val="000000"/>
                <w:sz w:val="24"/>
                <w:szCs w:val="24"/>
              </w:rPr>
              <w:t xml:space="preserve"> : C</w:t>
            </w:r>
            <w:r w:rsidR="009E6150">
              <w:rPr>
                <w:rFonts w:ascii="Times New Roman" w:eastAsiaTheme="minorHAnsi" w:hAnsi="Times New Roman" w:cs="Times New Roman"/>
                <w:color w:val="000000"/>
                <w:sz w:val="24"/>
                <w:szCs w:val="24"/>
              </w:rPr>
              <w:t>ommune</w:t>
            </w:r>
            <w:r>
              <w:rPr>
                <w:rFonts w:ascii="Times New Roman" w:eastAsiaTheme="minorHAnsi" w:hAnsi="Times New Roman" w:cs="Times New Roman"/>
                <w:color w:val="000000"/>
                <w:sz w:val="24"/>
                <w:szCs w:val="24"/>
              </w:rPr>
              <w:t xml:space="preserve"> </w:t>
            </w:r>
            <w:proofErr w:type="spellStart"/>
            <w:r>
              <w:rPr>
                <w:rFonts w:ascii="Times New Roman" w:eastAsiaTheme="minorHAnsi" w:hAnsi="Times New Roman" w:cs="Times New Roman"/>
                <w:color w:val="000000"/>
                <w:sz w:val="24"/>
                <w:szCs w:val="24"/>
              </w:rPr>
              <w:t>rugombo</w:t>
            </w:r>
            <w:proofErr w:type="spellEnd"/>
            <w:r w:rsidR="00CA4851">
              <w:rPr>
                <w:rFonts w:ascii="Times New Roman" w:eastAsiaTheme="minorHAnsi" w:hAnsi="Times New Roman" w:cs="Times New Roman"/>
                <w:color w:val="000000"/>
                <w:sz w:val="24"/>
                <w:szCs w:val="24"/>
              </w:rPr>
              <w:t xml:space="preserve">, Zone : </w:t>
            </w:r>
            <w:proofErr w:type="spellStart"/>
            <w:r w:rsidR="00CA4851">
              <w:rPr>
                <w:rFonts w:ascii="Times New Roman" w:eastAsiaTheme="minorHAnsi" w:hAnsi="Times New Roman" w:cs="Times New Roman"/>
                <w:color w:val="000000"/>
                <w:sz w:val="24"/>
                <w:szCs w:val="24"/>
              </w:rPr>
              <w:t>Cibitoke</w:t>
            </w:r>
            <w:proofErr w:type="spellEnd"/>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Rugombo</w:t>
            </w:r>
            <w:proofErr w:type="spellEnd"/>
            <w:r w:rsidR="00CA4851">
              <w:rPr>
                <w:rFonts w:ascii="Times New Roman" w:eastAsiaTheme="minorHAnsi" w:hAnsi="Times New Roman" w:cs="Times New Roman"/>
                <w:color w:val="000000"/>
                <w:sz w:val="24"/>
                <w:szCs w:val="24"/>
              </w:rPr>
              <w:t xml:space="preserve"> et </w:t>
            </w:r>
            <w:proofErr w:type="spellStart"/>
            <w:r w:rsidR="00CA4851">
              <w:rPr>
                <w:rFonts w:ascii="Times New Roman" w:eastAsiaTheme="minorHAnsi" w:hAnsi="Times New Roman" w:cs="Times New Roman"/>
                <w:color w:val="000000"/>
                <w:sz w:val="24"/>
                <w:szCs w:val="24"/>
              </w:rPr>
              <w:t>Kiramira</w:t>
            </w:r>
            <w:proofErr w:type="spellEnd"/>
          </w:p>
          <w:p w14:paraId="2A32FFDF" w14:textId="0295F1EC" w:rsidR="007260C7" w:rsidRPr="00D83FB9" w:rsidRDefault="009B3DD4" w:rsidP="0063113F">
            <w:pPr>
              <w:tabs>
                <w:tab w:val="left" w:pos="2215"/>
              </w:tabs>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ab/>
            </w:r>
          </w:p>
        </w:tc>
      </w:tr>
      <w:tr w:rsidR="0039789C" w:rsidRPr="00F0010F" w14:paraId="624CA905" w14:textId="77777777" w:rsidTr="00820D56">
        <w:trPr>
          <w:trHeight w:val="476"/>
        </w:trPr>
        <w:tc>
          <w:tcPr>
            <w:tcW w:w="1844" w:type="dxa"/>
            <w:tcBorders>
              <w:left w:val="single" w:sz="8" w:space="0" w:color="auto"/>
            </w:tcBorders>
            <w:shd w:val="clear" w:color="auto" w:fill="DBE5F1" w:themeFill="accent1" w:themeFillTint="33"/>
          </w:tcPr>
          <w:p w14:paraId="61087762" w14:textId="317B7DFC" w:rsidR="0039789C" w:rsidRPr="00F0010F" w:rsidRDefault="0039789C" w:rsidP="002B1681">
            <w:pPr>
              <w:spacing w:after="0"/>
              <w:ind w:right="-330"/>
              <w:jc w:val="both"/>
              <w:rPr>
                <w:rFonts w:ascii="Times New Roman" w:eastAsiaTheme="minorHAnsi" w:hAnsi="Times New Roman" w:cs="Times New Roman"/>
                <w:color w:val="000000"/>
                <w:sz w:val="24"/>
                <w:szCs w:val="24"/>
              </w:rPr>
            </w:pPr>
            <w:r w:rsidRPr="00F0010F">
              <w:rPr>
                <w:rFonts w:ascii="Times New Roman" w:eastAsiaTheme="minorHAnsi" w:hAnsi="Times New Roman" w:cs="Times New Roman"/>
                <w:color w:val="000000"/>
                <w:sz w:val="24"/>
                <w:szCs w:val="24"/>
              </w:rPr>
              <w:t xml:space="preserve">Budget </w:t>
            </w:r>
          </w:p>
        </w:tc>
        <w:tc>
          <w:tcPr>
            <w:tcW w:w="8788" w:type="dxa"/>
            <w:tcBorders>
              <w:right w:val="single" w:sz="8" w:space="0" w:color="auto"/>
            </w:tcBorders>
          </w:tcPr>
          <w:p w14:paraId="293E9E53" w14:textId="528F5CAC" w:rsidR="0039789C" w:rsidRPr="00F0010F" w:rsidRDefault="0039789C" w:rsidP="002B1681">
            <w:pPr>
              <w:spacing w:after="0" w:line="240" w:lineRule="auto"/>
              <w:jc w:val="both"/>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6.</w:t>
            </w:r>
            <w:r w:rsidR="007644D0">
              <w:rPr>
                <w:rFonts w:ascii="Times New Roman" w:eastAsiaTheme="minorHAnsi" w:hAnsi="Times New Roman" w:cs="Times New Roman"/>
                <w:color w:val="000000"/>
                <w:sz w:val="24"/>
                <w:szCs w:val="24"/>
              </w:rPr>
              <w:t>300</w:t>
            </w:r>
            <w:r>
              <w:rPr>
                <w:rFonts w:ascii="Times New Roman" w:eastAsiaTheme="minorHAnsi" w:hAnsi="Times New Roman" w:cs="Times New Roman"/>
                <w:color w:val="000000"/>
                <w:sz w:val="24"/>
                <w:szCs w:val="24"/>
              </w:rPr>
              <w:t>.000</w:t>
            </w:r>
            <w:r w:rsidR="00CA4851">
              <w:rPr>
                <w:rFonts w:ascii="Times New Roman" w:eastAsiaTheme="minorHAnsi" w:hAnsi="Times New Roman" w:cs="Times New Roman"/>
                <w:color w:val="000000"/>
                <w:sz w:val="24"/>
                <w:szCs w:val="24"/>
              </w:rPr>
              <w:t xml:space="preserve"> </w:t>
            </w:r>
            <w:proofErr w:type="spellStart"/>
            <w:r w:rsidR="00CA4851">
              <w:rPr>
                <w:rFonts w:ascii="Times New Roman" w:eastAsiaTheme="minorHAnsi" w:hAnsi="Times New Roman" w:cs="Times New Roman"/>
                <w:color w:val="000000"/>
                <w:sz w:val="24"/>
                <w:szCs w:val="24"/>
              </w:rPr>
              <w:t>Fbu</w:t>
            </w:r>
            <w:proofErr w:type="spellEnd"/>
          </w:p>
        </w:tc>
      </w:tr>
    </w:tbl>
    <w:p w14:paraId="63B364A9" w14:textId="77777777" w:rsidR="002B1681" w:rsidRPr="00F0010F" w:rsidRDefault="002B1681">
      <w:pPr>
        <w:pStyle w:val="Paragraphedeliste"/>
        <w:numPr>
          <w:ilvl w:val="0"/>
          <w:numId w:val="1"/>
        </w:numPr>
        <w:spacing w:after="0"/>
        <w:ind w:right="95"/>
        <w:jc w:val="both"/>
        <w:rPr>
          <w:rFonts w:ascii="Times New Roman" w:hAnsi="Times New Roman" w:cs="Times New Roman"/>
          <w:sz w:val="24"/>
          <w:szCs w:val="24"/>
        </w:rPr>
      </w:pPr>
    </w:p>
    <w:tbl>
      <w:tblPr>
        <w:tblStyle w:val="Grilledutableau"/>
        <w:tblW w:w="10632" w:type="dxa"/>
        <w:tblInd w:w="-861" w:type="dxa"/>
        <w:tblBorders>
          <w:top w:val="single" w:sz="8" w:space="0" w:color="002060"/>
          <w:left w:val="single" w:sz="8" w:space="0" w:color="002060"/>
          <w:bottom w:val="single" w:sz="8" w:space="0" w:color="002060"/>
          <w:right w:val="single" w:sz="8" w:space="0" w:color="002060"/>
          <w:insideH w:val="single" w:sz="6" w:space="0" w:color="002060"/>
          <w:insideV w:val="single" w:sz="6" w:space="0" w:color="002060"/>
        </w:tblBorders>
        <w:tblLayout w:type="fixed"/>
        <w:tblLook w:val="04A0" w:firstRow="1" w:lastRow="0" w:firstColumn="1" w:lastColumn="0" w:noHBand="0" w:noVBand="1"/>
      </w:tblPr>
      <w:tblGrid>
        <w:gridCol w:w="1844"/>
        <w:gridCol w:w="8788"/>
      </w:tblGrid>
      <w:tr w:rsidR="006B1020" w:rsidRPr="0085689D" w14:paraId="26F483F5" w14:textId="77777777" w:rsidTr="007B65E0">
        <w:trPr>
          <w:trHeight w:val="53"/>
        </w:trPr>
        <w:tc>
          <w:tcPr>
            <w:tcW w:w="1844" w:type="dxa"/>
            <w:shd w:val="clear" w:color="auto" w:fill="DBE5F1" w:themeFill="accent1" w:themeFillTint="33"/>
          </w:tcPr>
          <w:p w14:paraId="6B4DB011" w14:textId="2AD6ADF8" w:rsidR="006B1020" w:rsidRPr="00F0010F" w:rsidRDefault="006B1020"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t>Contexte et justification</w:t>
            </w:r>
          </w:p>
        </w:tc>
        <w:tc>
          <w:tcPr>
            <w:tcW w:w="8788" w:type="dxa"/>
          </w:tcPr>
          <w:p w14:paraId="5A0D34B4" w14:textId="77777777" w:rsidR="00B0473B" w:rsidRPr="00F0010F" w:rsidRDefault="00B0473B" w:rsidP="00B0473B">
            <w:pPr>
              <w:spacing w:line="273" w:lineRule="auto"/>
              <w:rPr>
                <w:rFonts w:ascii="Times New Roman" w:eastAsia="SimSun" w:hAnsi="Times New Roman" w:cs="Times New Roman"/>
                <w:sz w:val="24"/>
                <w:szCs w:val="24"/>
              </w:rPr>
            </w:pPr>
            <w:r w:rsidRPr="00F0010F">
              <w:rPr>
                <w:rFonts w:ascii="Times New Roman" w:eastAsia="SimSun" w:hAnsi="Times New Roman" w:cs="Times New Roman"/>
                <w:sz w:val="24"/>
                <w:szCs w:val="24"/>
              </w:rPr>
              <w:t>L’Association des Guides du Burundi est une association sans but lucratif dont la mission est de donner à la jeune Fille burundaise une éducation non formelle de qualité qui lui permet de découvrir son plein potentiel et d’accomplir son devoir de citoyenne responsable.</w:t>
            </w:r>
          </w:p>
          <w:p w14:paraId="7D4C5569" w14:textId="72E4F7B7" w:rsidR="00B0473B" w:rsidRPr="00417880" w:rsidRDefault="00B0473B" w:rsidP="00AF00DB">
            <w:pPr>
              <w:spacing w:line="273" w:lineRule="auto"/>
              <w:rPr>
                <w:rFonts w:ascii="Times New Roman" w:eastAsia="SimSun" w:hAnsi="Times New Roman" w:cs="Times New Roman"/>
                <w:color w:val="FF0000"/>
                <w:sz w:val="24"/>
                <w:szCs w:val="24"/>
              </w:rPr>
            </w:pPr>
            <w:r w:rsidRPr="00F0010F">
              <w:rPr>
                <w:rFonts w:ascii="Times New Roman" w:eastAsia="SimSun" w:hAnsi="Times New Roman" w:cs="Times New Roman"/>
                <w:sz w:val="24"/>
                <w:szCs w:val="24"/>
              </w:rPr>
              <w:t>Dans toutes ses for</w:t>
            </w:r>
            <w:r w:rsidR="00CA4851">
              <w:rPr>
                <w:rFonts w:ascii="Times New Roman" w:eastAsia="SimSun" w:hAnsi="Times New Roman" w:cs="Times New Roman"/>
                <w:sz w:val="24"/>
                <w:szCs w:val="24"/>
              </w:rPr>
              <w:t>mations, l’association privilèg</w:t>
            </w:r>
            <w:r w:rsidR="00CA4851" w:rsidRPr="00F0010F">
              <w:rPr>
                <w:rFonts w:ascii="Times New Roman" w:eastAsia="SimSun" w:hAnsi="Times New Roman" w:cs="Times New Roman"/>
                <w:sz w:val="24"/>
                <w:szCs w:val="24"/>
              </w:rPr>
              <w:t>e</w:t>
            </w:r>
            <w:r w:rsidRPr="00F0010F">
              <w:rPr>
                <w:rFonts w:ascii="Times New Roman" w:eastAsia="SimSun" w:hAnsi="Times New Roman" w:cs="Times New Roman"/>
                <w:sz w:val="24"/>
                <w:szCs w:val="24"/>
              </w:rPr>
              <w:t xml:space="preserve"> la méthode participative afin de donn</w:t>
            </w:r>
            <w:r w:rsidR="00CA4851">
              <w:rPr>
                <w:rFonts w:ascii="Times New Roman" w:eastAsia="SimSun" w:hAnsi="Times New Roman" w:cs="Times New Roman"/>
                <w:sz w:val="24"/>
                <w:szCs w:val="24"/>
              </w:rPr>
              <w:t>er à tous</w:t>
            </w:r>
            <w:r w:rsidRPr="00F0010F">
              <w:rPr>
                <w:rFonts w:ascii="Times New Roman" w:eastAsia="SimSun" w:hAnsi="Times New Roman" w:cs="Times New Roman"/>
                <w:sz w:val="24"/>
                <w:szCs w:val="24"/>
              </w:rPr>
              <w:t xml:space="preserve"> en chacun l’occasion de partager ses connaissances et ses expériences</w:t>
            </w:r>
            <w:r w:rsidRPr="0070312D">
              <w:rPr>
                <w:rFonts w:ascii="Times New Roman" w:eastAsia="SimSun" w:hAnsi="Times New Roman" w:cs="Times New Roman"/>
                <w:color w:val="FF0000"/>
                <w:sz w:val="24"/>
                <w:szCs w:val="24"/>
              </w:rPr>
              <w:t xml:space="preserve">. </w:t>
            </w:r>
          </w:p>
          <w:p w14:paraId="1E686B99" w14:textId="3C85DD9E" w:rsidR="006B1020" w:rsidRPr="0039789C" w:rsidRDefault="00B0473B" w:rsidP="0039789C">
            <w:pPr>
              <w:rPr>
                <w:rFonts w:ascii="Times New Roman" w:eastAsia="SimSun" w:hAnsi="Times New Roman" w:cs="Times New Roman"/>
                <w:bCs/>
                <w:sz w:val="24"/>
                <w:szCs w:val="24"/>
              </w:rPr>
            </w:pPr>
            <w:r w:rsidRPr="00F0010F">
              <w:rPr>
                <w:rFonts w:ascii="Times New Roman" w:eastAsia="SimSun" w:hAnsi="Times New Roman" w:cs="Times New Roman"/>
                <w:bCs/>
                <w:sz w:val="24"/>
                <w:szCs w:val="24"/>
              </w:rPr>
              <w:lastRenderedPageBreak/>
              <w:t xml:space="preserve">Pour atteindre </w:t>
            </w:r>
            <w:r w:rsidR="00AF00DB" w:rsidRPr="00F0010F">
              <w:rPr>
                <w:rFonts w:ascii="Times New Roman" w:eastAsia="SimSun" w:hAnsi="Times New Roman" w:cs="Times New Roman"/>
                <w:bCs/>
                <w:sz w:val="24"/>
                <w:szCs w:val="24"/>
              </w:rPr>
              <w:t>ces</w:t>
            </w:r>
            <w:r w:rsidRPr="00F0010F">
              <w:rPr>
                <w:rFonts w:ascii="Times New Roman" w:eastAsia="SimSun" w:hAnsi="Times New Roman" w:cs="Times New Roman"/>
                <w:bCs/>
                <w:sz w:val="24"/>
                <w:szCs w:val="24"/>
              </w:rPr>
              <w:t xml:space="preserve"> </w:t>
            </w:r>
            <w:r w:rsidR="00F57403" w:rsidRPr="00F0010F">
              <w:rPr>
                <w:rFonts w:ascii="Times New Roman" w:eastAsia="SimSun" w:hAnsi="Times New Roman" w:cs="Times New Roman"/>
                <w:bCs/>
                <w:sz w:val="24"/>
                <w:szCs w:val="24"/>
              </w:rPr>
              <w:t>résultats,</w:t>
            </w:r>
            <w:r w:rsidRPr="00F0010F">
              <w:rPr>
                <w:rFonts w:ascii="Times New Roman" w:eastAsia="SimSun" w:hAnsi="Times New Roman" w:cs="Times New Roman"/>
                <w:bCs/>
                <w:sz w:val="24"/>
                <w:szCs w:val="24"/>
              </w:rPr>
              <w:t xml:space="preserve"> l’Association des guides du </w:t>
            </w:r>
            <w:r w:rsidR="00CC7B6F" w:rsidRPr="00F0010F">
              <w:rPr>
                <w:rFonts w:ascii="Times New Roman" w:eastAsia="SimSun" w:hAnsi="Times New Roman" w:cs="Times New Roman"/>
                <w:bCs/>
                <w:sz w:val="24"/>
                <w:szCs w:val="24"/>
              </w:rPr>
              <w:t xml:space="preserve">Burundi </w:t>
            </w:r>
            <w:r w:rsidR="003F3E3F" w:rsidRPr="00F0010F">
              <w:rPr>
                <w:rFonts w:ascii="Times New Roman" w:eastAsia="SimSun" w:hAnsi="Times New Roman" w:cs="Times New Roman"/>
                <w:bCs/>
                <w:sz w:val="24"/>
                <w:szCs w:val="24"/>
              </w:rPr>
              <w:t xml:space="preserve">souhaite </w:t>
            </w:r>
            <w:r w:rsidR="003F3E3F" w:rsidRPr="00F0010F">
              <w:rPr>
                <w:rFonts w:ascii="Times New Roman" w:hAnsi="Times New Roman" w:cs="Times New Roman"/>
                <w:sz w:val="24"/>
                <w:szCs w:val="24"/>
              </w:rPr>
              <w:t>organiser</w:t>
            </w:r>
            <w:r w:rsidR="007F27EA" w:rsidRPr="00F0010F">
              <w:rPr>
                <w:rFonts w:ascii="Times New Roman" w:hAnsi="Times New Roman" w:cs="Times New Roman"/>
                <w:sz w:val="24"/>
                <w:szCs w:val="24"/>
              </w:rPr>
              <w:t xml:space="preserve"> </w:t>
            </w:r>
            <w:r w:rsidR="007F27EA" w:rsidRPr="00F0010F">
              <w:rPr>
                <w:rFonts w:ascii="Times New Roman" w:eastAsia="Corbel" w:hAnsi="Times New Roman" w:cs="Times New Roman"/>
                <w:sz w:val="24"/>
                <w:szCs w:val="24"/>
              </w:rPr>
              <w:t>un</w:t>
            </w:r>
            <w:r w:rsidR="00167AE3" w:rsidRPr="00F0010F">
              <w:rPr>
                <w:rFonts w:ascii="Times New Roman" w:eastAsia="Corbel" w:hAnsi="Times New Roman" w:cs="Times New Roman"/>
                <w:sz w:val="24"/>
                <w:szCs w:val="24"/>
              </w:rPr>
              <w:t xml:space="preserve">e </w:t>
            </w:r>
            <w:r w:rsidR="00D11E46">
              <w:rPr>
                <w:rFonts w:ascii="Times New Roman" w:eastAsia="Corbel" w:hAnsi="Times New Roman" w:cs="Times New Roman"/>
                <w:sz w:val="24"/>
                <w:szCs w:val="24"/>
              </w:rPr>
              <w:t xml:space="preserve">activité de créer et mettre en place des cercles zonaux des jeunes </w:t>
            </w:r>
            <w:r w:rsidR="00F519E7">
              <w:rPr>
                <w:rFonts w:ascii="Times New Roman" w:eastAsia="Corbel" w:hAnsi="Times New Roman" w:cs="Times New Roman"/>
                <w:sz w:val="24"/>
                <w:szCs w:val="24"/>
              </w:rPr>
              <w:t>SDSR (CZJ</w:t>
            </w:r>
            <w:r w:rsidR="00D11E46">
              <w:rPr>
                <w:rFonts w:ascii="Times New Roman" w:eastAsia="Corbel" w:hAnsi="Times New Roman" w:cs="Times New Roman"/>
                <w:sz w:val="24"/>
                <w:szCs w:val="24"/>
              </w:rPr>
              <w:t xml:space="preserve"> SDSR</w:t>
            </w:r>
            <w:r w:rsidR="00F519E7">
              <w:rPr>
                <w:rFonts w:ascii="Times New Roman" w:eastAsia="Corbel" w:hAnsi="Times New Roman" w:cs="Times New Roman"/>
                <w:sz w:val="24"/>
                <w:szCs w:val="24"/>
              </w:rPr>
              <w:t>).</w:t>
            </w:r>
          </w:p>
        </w:tc>
      </w:tr>
      <w:tr w:rsidR="002B1681" w:rsidRPr="00F0010F" w14:paraId="74A56882" w14:textId="77777777" w:rsidTr="007B65E0">
        <w:trPr>
          <w:trHeight w:val="53"/>
        </w:trPr>
        <w:tc>
          <w:tcPr>
            <w:tcW w:w="1844" w:type="dxa"/>
            <w:shd w:val="clear" w:color="auto" w:fill="DBE5F1" w:themeFill="accent1" w:themeFillTint="33"/>
          </w:tcPr>
          <w:p w14:paraId="1AB117BE" w14:textId="20EA9CA0"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lastRenderedPageBreak/>
              <w:t>Objectif de l’activité</w:t>
            </w:r>
          </w:p>
        </w:tc>
        <w:tc>
          <w:tcPr>
            <w:tcW w:w="8788" w:type="dxa"/>
          </w:tcPr>
          <w:p w14:paraId="6BF9BB3A" w14:textId="77777777" w:rsidR="002B1681" w:rsidRDefault="00D11E46">
            <w:pPr>
              <w:pStyle w:val="Paragraphedeliste"/>
              <w:numPr>
                <w:ilvl w:val="0"/>
                <w:numId w:val="4"/>
              </w:numPr>
              <w:spacing w:before="240" w:line="240" w:lineRule="auto"/>
              <w:jc w:val="both"/>
              <w:rPr>
                <w:rFonts w:ascii="Times New Roman" w:hAnsi="Times New Roman" w:cs="Times New Roman"/>
                <w:noProof/>
                <w:sz w:val="24"/>
                <w:szCs w:val="24"/>
                <w:lang w:eastAsia="fr-FR"/>
              </w:rPr>
            </w:pPr>
            <w:r w:rsidRPr="0028159C">
              <w:rPr>
                <w:rFonts w:ascii="Times New Roman" w:hAnsi="Times New Roman" w:cs="Times New Roman"/>
                <w:noProof/>
                <w:sz w:val="24"/>
                <w:szCs w:val="24"/>
                <w:lang w:eastAsia="fr-FR"/>
              </w:rPr>
              <w:t>Met</w:t>
            </w:r>
            <w:r w:rsidR="0039789C" w:rsidRPr="0028159C">
              <w:rPr>
                <w:rFonts w:ascii="Times New Roman" w:hAnsi="Times New Roman" w:cs="Times New Roman"/>
                <w:noProof/>
                <w:sz w:val="24"/>
                <w:szCs w:val="24"/>
                <w:lang w:eastAsia="fr-FR"/>
              </w:rPr>
              <w:t>t</w:t>
            </w:r>
            <w:r w:rsidRPr="0028159C">
              <w:rPr>
                <w:rFonts w:ascii="Times New Roman" w:hAnsi="Times New Roman" w:cs="Times New Roman"/>
                <w:noProof/>
                <w:sz w:val="24"/>
                <w:szCs w:val="24"/>
                <w:lang w:eastAsia="fr-FR"/>
              </w:rPr>
              <w:t xml:space="preserve">re en place les cercles zonaux des </w:t>
            </w:r>
            <w:r w:rsidR="00F519E7" w:rsidRPr="0028159C">
              <w:rPr>
                <w:rFonts w:ascii="Times New Roman" w:hAnsi="Times New Roman" w:cs="Times New Roman"/>
                <w:noProof/>
                <w:sz w:val="24"/>
                <w:szCs w:val="24"/>
                <w:lang w:eastAsia="fr-FR"/>
              </w:rPr>
              <w:t>jeunes SDSR(CZJ SDSR)</w:t>
            </w:r>
          </w:p>
          <w:p w14:paraId="16E89B95" w14:textId="69BE5B44" w:rsidR="0028159C" w:rsidRPr="0028159C" w:rsidRDefault="002F5E1E">
            <w:pPr>
              <w:pStyle w:val="Paragraphedeliste"/>
              <w:numPr>
                <w:ilvl w:val="0"/>
                <w:numId w:val="4"/>
              </w:numPr>
              <w:spacing w:before="240" w:line="240" w:lineRule="auto"/>
              <w:jc w:val="both"/>
              <w:rPr>
                <w:rFonts w:ascii="Times New Roman" w:hAnsi="Times New Roman" w:cs="Times New Roman"/>
                <w:noProof/>
                <w:sz w:val="24"/>
                <w:szCs w:val="24"/>
                <w:lang w:eastAsia="fr-FR"/>
              </w:rPr>
            </w:pPr>
            <w:r>
              <w:rPr>
                <w:rFonts w:ascii="Times New Roman" w:hAnsi="Times New Roman" w:cs="Times New Roman"/>
                <w:noProof/>
                <w:sz w:val="24"/>
                <w:szCs w:val="24"/>
                <w:lang w:eastAsia="fr-FR"/>
              </w:rPr>
              <w:t>Suivi des acquis de la formation et de l’execution des planifications</w:t>
            </w:r>
          </w:p>
        </w:tc>
      </w:tr>
      <w:tr w:rsidR="002B1681" w:rsidRPr="00F0010F" w14:paraId="0313C4F7" w14:textId="77777777" w:rsidTr="007B65E0">
        <w:trPr>
          <w:trHeight w:val="1302"/>
        </w:trPr>
        <w:tc>
          <w:tcPr>
            <w:tcW w:w="1844" w:type="dxa"/>
            <w:shd w:val="clear" w:color="auto" w:fill="DBE5F1" w:themeFill="accent1" w:themeFillTint="33"/>
          </w:tcPr>
          <w:p w14:paraId="08A74B13" w14:textId="77777777"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t xml:space="preserve">Objectifs spécifiques de l’activité </w:t>
            </w:r>
          </w:p>
        </w:tc>
        <w:tc>
          <w:tcPr>
            <w:tcW w:w="8788" w:type="dxa"/>
          </w:tcPr>
          <w:p w14:paraId="3AC8A10A" w14:textId="3517D731" w:rsidR="00AE58C6" w:rsidRPr="0028159C" w:rsidRDefault="001E66F2">
            <w:pPr>
              <w:pStyle w:val="Paragraphedeliste"/>
              <w:numPr>
                <w:ilvl w:val="0"/>
                <w:numId w:val="3"/>
              </w:numPr>
              <w:spacing w:before="0" w:after="160" w:line="259" w:lineRule="auto"/>
              <w:jc w:val="both"/>
              <w:rPr>
                <w:rFonts w:ascii="Times New Roman" w:hAnsi="Times New Roman" w:cs="Times New Roman"/>
                <w:noProof/>
                <w:sz w:val="24"/>
                <w:szCs w:val="24"/>
                <w:lang w:eastAsia="fr-FR"/>
              </w:rPr>
            </w:pPr>
            <w:r w:rsidRPr="0028159C">
              <w:rPr>
                <w:rFonts w:ascii="Times New Roman" w:hAnsi="Times New Roman" w:cs="Times New Roman"/>
                <w:noProof/>
                <w:sz w:val="24"/>
                <w:szCs w:val="24"/>
                <w:lang w:eastAsia="fr-FR"/>
              </w:rPr>
              <w:t xml:space="preserve">créer les cercles zonaux des </w:t>
            </w:r>
            <w:r w:rsidR="00A26D4D" w:rsidRPr="0028159C">
              <w:rPr>
                <w:rFonts w:ascii="Times New Roman" w:hAnsi="Times New Roman" w:cs="Times New Roman"/>
                <w:noProof/>
                <w:sz w:val="24"/>
                <w:szCs w:val="24"/>
                <w:lang w:eastAsia="fr-FR"/>
              </w:rPr>
              <w:t xml:space="preserve"> jeunes s</w:t>
            </w:r>
            <w:r w:rsidRPr="0028159C">
              <w:rPr>
                <w:rFonts w:ascii="Times New Roman" w:hAnsi="Times New Roman" w:cs="Times New Roman"/>
                <w:noProof/>
                <w:sz w:val="24"/>
                <w:szCs w:val="24"/>
                <w:lang w:eastAsia="fr-FR"/>
              </w:rPr>
              <w:t>ur SDSR</w:t>
            </w:r>
            <w:r w:rsidR="0003001E" w:rsidRPr="0028159C">
              <w:rPr>
                <w:rFonts w:ascii="Times New Roman" w:hAnsi="Times New Roman" w:cs="Times New Roman"/>
                <w:noProof/>
                <w:sz w:val="24"/>
                <w:szCs w:val="24"/>
                <w:lang w:eastAsia="fr-FR"/>
              </w:rPr>
              <w:t>.</w:t>
            </w:r>
          </w:p>
          <w:p w14:paraId="6895A0AD" w14:textId="6EA74179" w:rsidR="00A26D4D" w:rsidRPr="0028159C" w:rsidRDefault="00A26D4D">
            <w:pPr>
              <w:pStyle w:val="Paragraphedeliste"/>
              <w:numPr>
                <w:ilvl w:val="0"/>
                <w:numId w:val="3"/>
              </w:numPr>
              <w:spacing w:before="0" w:after="160" w:line="259" w:lineRule="auto"/>
              <w:jc w:val="both"/>
              <w:rPr>
                <w:rFonts w:ascii="Times New Roman" w:hAnsi="Times New Roman" w:cs="Times New Roman"/>
                <w:noProof/>
                <w:sz w:val="24"/>
                <w:szCs w:val="24"/>
                <w:lang w:eastAsia="fr-FR"/>
              </w:rPr>
            </w:pPr>
            <w:r w:rsidRPr="0028159C">
              <w:rPr>
                <w:rFonts w:ascii="Times New Roman" w:hAnsi="Times New Roman" w:cs="Times New Roman"/>
                <w:noProof/>
                <w:sz w:val="24"/>
                <w:szCs w:val="24"/>
                <w:lang w:eastAsia="fr-FR"/>
              </w:rPr>
              <w:t xml:space="preserve">selectionner les jeunes </w:t>
            </w:r>
            <w:r w:rsidR="0003001E" w:rsidRPr="0028159C">
              <w:rPr>
                <w:rFonts w:ascii="Times New Roman" w:hAnsi="Times New Roman" w:cs="Times New Roman"/>
                <w:noProof/>
                <w:sz w:val="24"/>
                <w:szCs w:val="24"/>
                <w:lang w:eastAsia="fr-FR"/>
              </w:rPr>
              <w:t>responsables</w:t>
            </w:r>
            <w:r w:rsidR="001E66F2" w:rsidRPr="0028159C">
              <w:rPr>
                <w:rFonts w:ascii="Times New Roman" w:hAnsi="Times New Roman" w:cs="Times New Roman"/>
                <w:noProof/>
                <w:sz w:val="24"/>
                <w:szCs w:val="24"/>
                <w:lang w:eastAsia="fr-FR"/>
              </w:rPr>
              <w:t xml:space="preserve"> des cercles zonaux</w:t>
            </w:r>
          </w:p>
          <w:p w14:paraId="14F7D785" w14:textId="760630E1" w:rsidR="009E1D95" w:rsidRPr="009E6150" w:rsidRDefault="0003001E" w:rsidP="009E6150">
            <w:pPr>
              <w:pStyle w:val="Paragraphedeliste"/>
              <w:numPr>
                <w:ilvl w:val="0"/>
                <w:numId w:val="3"/>
              </w:numPr>
              <w:spacing w:before="0" w:after="160" w:line="259" w:lineRule="auto"/>
              <w:jc w:val="both"/>
              <w:rPr>
                <w:rFonts w:ascii="Times New Roman" w:hAnsi="Times New Roman" w:cs="Times New Roman"/>
                <w:noProof/>
                <w:sz w:val="24"/>
                <w:szCs w:val="24"/>
                <w:lang w:eastAsia="fr-FR"/>
              </w:rPr>
            </w:pPr>
            <w:r w:rsidRPr="0028159C">
              <w:rPr>
                <w:rFonts w:ascii="Times New Roman" w:hAnsi="Times New Roman" w:cs="Times New Roman"/>
                <w:noProof/>
                <w:sz w:val="24"/>
                <w:szCs w:val="24"/>
                <w:lang w:eastAsia="fr-FR"/>
              </w:rPr>
              <w:t>Prise de contact</w:t>
            </w:r>
            <w:r w:rsidR="002F5E1E">
              <w:rPr>
                <w:rFonts w:ascii="Times New Roman" w:hAnsi="Times New Roman" w:cs="Times New Roman"/>
                <w:noProof/>
                <w:sz w:val="24"/>
                <w:szCs w:val="24"/>
                <w:lang w:eastAsia="fr-FR"/>
              </w:rPr>
              <w:t xml:space="preserve"> </w:t>
            </w:r>
            <w:r w:rsidR="0028159C" w:rsidRPr="0028159C">
              <w:rPr>
                <w:rFonts w:ascii="Times New Roman" w:hAnsi="Times New Roman" w:cs="Times New Roman"/>
                <w:noProof/>
                <w:sz w:val="24"/>
                <w:szCs w:val="24"/>
                <w:lang w:eastAsia="fr-FR"/>
              </w:rPr>
              <w:t xml:space="preserve">avec les </w:t>
            </w:r>
            <w:r w:rsidRPr="0028159C">
              <w:rPr>
                <w:rFonts w:ascii="Times New Roman" w:hAnsi="Times New Roman" w:cs="Times New Roman"/>
                <w:noProof/>
                <w:sz w:val="24"/>
                <w:szCs w:val="24"/>
                <w:lang w:eastAsia="fr-FR"/>
              </w:rPr>
              <w:t xml:space="preserve"> chef de zone</w:t>
            </w:r>
          </w:p>
        </w:tc>
      </w:tr>
      <w:tr w:rsidR="002B1681" w:rsidRPr="00F0010F" w14:paraId="57DDC0AB" w14:textId="77777777" w:rsidTr="007B65E0">
        <w:trPr>
          <w:trHeight w:val="202"/>
        </w:trPr>
        <w:tc>
          <w:tcPr>
            <w:tcW w:w="1844" w:type="dxa"/>
            <w:shd w:val="clear" w:color="auto" w:fill="DBE5F1" w:themeFill="accent1" w:themeFillTint="33"/>
          </w:tcPr>
          <w:p w14:paraId="2877DB53" w14:textId="32D06DF4"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t>Indicateurs de Résultat</w:t>
            </w:r>
          </w:p>
        </w:tc>
        <w:tc>
          <w:tcPr>
            <w:tcW w:w="8788" w:type="dxa"/>
          </w:tcPr>
          <w:p w14:paraId="02877E92" w14:textId="02796F58" w:rsidR="0003001E" w:rsidRPr="00E528F2" w:rsidRDefault="001C1B8A" w:rsidP="00E528F2">
            <w:pPr>
              <w:pStyle w:val="Paragraphedeliste"/>
              <w:numPr>
                <w:ilvl w:val="0"/>
                <w:numId w:val="6"/>
              </w:numPr>
              <w:pBdr>
                <w:top w:val="nil"/>
                <w:left w:val="nil"/>
                <w:bottom w:val="nil"/>
                <w:right w:val="nil"/>
                <w:between w:val="nil"/>
              </w:pBdr>
              <w:spacing w:line="240" w:lineRule="auto"/>
              <w:rPr>
                <w:rFonts w:ascii="Times New Roman" w:eastAsia="Corbel" w:hAnsi="Times New Roman" w:cs="Times New Roman"/>
                <w:sz w:val="24"/>
                <w:szCs w:val="24"/>
              </w:rPr>
            </w:pPr>
            <w:r w:rsidRPr="00E528F2">
              <w:rPr>
                <w:rFonts w:ascii="Times New Roman" w:eastAsia="Corbel" w:hAnsi="Times New Roman" w:cs="Times New Roman"/>
                <w:sz w:val="24"/>
                <w:szCs w:val="24"/>
              </w:rPr>
              <w:t xml:space="preserve">Accord </w:t>
            </w:r>
            <w:r w:rsidR="009B3DD4" w:rsidRPr="00E528F2">
              <w:rPr>
                <w:rFonts w:ascii="Times New Roman" w:eastAsia="Corbel" w:hAnsi="Times New Roman" w:cs="Times New Roman"/>
                <w:sz w:val="24"/>
                <w:szCs w:val="24"/>
              </w:rPr>
              <w:t xml:space="preserve">de </w:t>
            </w:r>
            <w:r w:rsidRPr="00E528F2">
              <w:rPr>
                <w:rFonts w:ascii="Times New Roman" w:eastAsia="Corbel" w:hAnsi="Times New Roman" w:cs="Times New Roman"/>
                <w:sz w:val="24"/>
                <w:szCs w:val="24"/>
              </w:rPr>
              <w:t xml:space="preserve">collaboration des chefs de zone </w:t>
            </w:r>
          </w:p>
          <w:p w14:paraId="3D3544A9" w14:textId="760C135D" w:rsidR="00E33821" w:rsidRPr="00E528F2" w:rsidRDefault="001C1B8A" w:rsidP="00E528F2">
            <w:pPr>
              <w:pStyle w:val="Paragraphedeliste"/>
              <w:numPr>
                <w:ilvl w:val="0"/>
                <w:numId w:val="6"/>
              </w:numPr>
              <w:pBdr>
                <w:top w:val="nil"/>
                <w:left w:val="nil"/>
                <w:bottom w:val="nil"/>
                <w:right w:val="nil"/>
                <w:between w:val="nil"/>
              </w:pBdr>
              <w:spacing w:line="240" w:lineRule="auto"/>
              <w:rPr>
                <w:rFonts w:ascii="Times New Roman" w:eastAsia="Corbel" w:hAnsi="Times New Roman" w:cs="Times New Roman"/>
                <w:sz w:val="24"/>
                <w:szCs w:val="24"/>
              </w:rPr>
            </w:pPr>
            <w:r w:rsidRPr="00E528F2">
              <w:rPr>
                <w:rFonts w:ascii="Times New Roman" w:eastAsia="Corbel" w:hAnsi="Times New Roman" w:cs="Times New Roman"/>
                <w:sz w:val="24"/>
                <w:szCs w:val="24"/>
              </w:rPr>
              <w:t>Mise en place des cercles zonaux</w:t>
            </w:r>
          </w:p>
          <w:p w14:paraId="1925BD59" w14:textId="4F827751" w:rsidR="007D4372" w:rsidRPr="00E528F2" w:rsidRDefault="001C1B8A" w:rsidP="00E528F2">
            <w:pPr>
              <w:pStyle w:val="Paragraphedeliste"/>
              <w:numPr>
                <w:ilvl w:val="0"/>
                <w:numId w:val="6"/>
              </w:numPr>
              <w:pBdr>
                <w:top w:val="nil"/>
                <w:left w:val="nil"/>
                <w:bottom w:val="nil"/>
                <w:right w:val="nil"/>
                <w:between w:val="nil"/>
              </w:pBdr>
              <w:spacing w:line="240" w:lineRule="auto"/>
              <w:rPr>
                <w:rFonts w:ascii="Times New Roman" w:eastAsia="Corbel" w:hAnsi="Times New Roman" w:cs="Times New Roman"/>
                <w:sz w:val="24"/>
                <w:szCs w:val="24"/>
              </w:rPr>
            </w:pPr>
            <w:r w:rsidRPr="00E528F2">
              <w:rPr>
                <w:rFonts w:ascii="Times New Roman" w:eastAsia="Corbel" w:hAnsi="Times New Roman" w:cs="Times New Roman"/>
                <w:sz w:val="24"/>
                <w:szCs w:val="24"/>
              </w:rPr>
              <w:t xml:space="preserve">432 </w:t>
            </w:r>
            <w:r w:rsidR="009B3DD4" w:rsidRPr="00E528F2">
              <w:rPr>
                <w:rFonts w:ascii="Times New Roman" w:eastAsia="Corbel" w:hAnsi="Times New Roman" w:cs="Times New Roman"/>
                <w:sz w:val="24"/>
                <w:szCs w:val="24"/>
              </w:rPr>
              <w:t xml:space="preserve">jeunes </w:t>
            </w:r>
            <w:r w:rsidRPr="00E528F2">
              <w:rPr>
                <w:rFonts w:ascii="Times New Roman" w:eastAsia="Corbel" w:hAnsi="Times New Roman" w:cs="Times New Roman"/>
                <w:sz w:val="24"/>
                <w:szCs w:val="24"/>
              </w:rPr>
              <w:t>membres des cercles zonaux seront sélectionnés</w:t>
            </w:r>
          </w:p>
        </w:tc>
      </w:tr>
      <w:tr w:rsidR="002B1681" w:rsidRPr="00F0010F" w14:paraId="37F6674E" w14:textId="77777777" w:rsidTr="007B65E0">
        <w:trPr>
          <w:trHeight w:val="748"/>
        </w:trPr>
        <w:tc>
          <w:tcPr>
            <w:tcW w:w="1844" w:type="dxa"/>
            <w:shd w:val="clear" w:color="auto" w:fill="DBE5F1" w:themeFill="accent1" w:themeFillTint="33"/>
          </w:tcPr>
          <w:p w14:paraId="713548F1" w14:textId="1ECE46F1"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t xml:space="preserve">Méthodologie </w:t>
            </w:r>
          </w:p>
        </w:tc>
        <w:tc>
          <w:tcPr>
            <w:tcW w:w="8788" w:type="dxa"/>
            <w:tcBorders>
              <w:bottom w:val="single" w:sz="4" w:space="0" w:color="auto"/>
            </w:tcBorders>
          </w:tcPr>
          <w:p w14:paraId="166100B1" w14:textId="34F50E8B" w:rsidR="00EA6831" w:rsidRDefault="001C1B8A" w:rsidP="00E33821">
            <w:pPr>
              <w:tabs>
                <w:tab w:val="left" w:pos="8075"/>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Les jeunes membres des groupes scouts et unités guides se rencontreront dans des cercles zonaux des jeunes SDSR</w:t>
            </w:r>
            <w:r w:rsidR="00F70DE4">
              <w:rPr>
                <w:rFonts w:ascii="Times New Roman" w:eastAsia="Times New Roman" w:hAnsi="Times New Roman" w:cs="Times New Roman"/>
                <w:bCs/>
                <w:sz w:val="24"/>
                <w:szCs w:val="24"/>
              </w:rPr>
              <w:t>(CZJ/SDSR</w:t>
            </w:r>
            <w:r w:rsidR="00A93589">
              <w:rPr>
                <w:rFonts w:ascii="Times New Roman" w:eastAsia="Times New Roman" w:hAnsi="Times New Roman" w:cs="Times New Roman"/>
                <w:bCs/>
                <w:sz w:val="24"/>
                <w:szCs w:val="24"/>
              </w:rPr>
              <w:t>). En</w:t>
            </w:r>
            <w:r w:rsidR="00F70DE4">
              <w:rPr>
                <w:rFonts w:ascii="Times New Roman" w:eastAsia="Times New Roman" w:hAnsi="Times New Roman" w:cs="Times New Roman"/>
                <w:bCs/>
                <w:sz w:val="24"/>
                <w:szCs w:val="24"/>
              </w:rPr>
              <w:t xml:space="preserve"> effet chaque zone sera organisée en sous club mixte d’au moins 24jeunes et sera coordonné par une équipe de 4 jeunes Responsables choisis par </w:t>
            </w:r>
            <w:r w:rsidR="00A93589">
              <w:rPr>
                <w:rFonts w:ascii="Times New Roman" w:eastAsia="Times New Roman" w:hAnsi="Times New Roman" w:cs="Times New Roman"/>
                <w:bCs/>
                <w:sz w:val="24"/>
                <w:szCs w:val="24"/>
              </w:rPr>
              <w:t>leurs pairs</w:t>
            </w:r>
            <w:r w:rsidR="00F70DE4">
              <w:rPr>
                <w:rFonts w:ascii="Times New Roman" w:eastAsia="Times New Roman" w:hAnsi="Times New Roman" w:cs="Times New Roman"/>
                <w:bCs/>
                <w:sz w:val="24"/>
                <w:szCs w:val="24"/>
              </w:rPr>
              <w:t xml:space="preserve"> dans le respect du </w:t>
            </w:r>
            <w:r w:rsidR="00A93589">
              <w:rPr>
                <w:rFonts w:ascii="Times New Roman" w:eastAsia="Times New Roman" w:hAnsi="Times New Roman" w:cs="Times New Roman"/>
                <w:bCs/>
                <w:sz w:val="24"/>
                <w:szCs w:val="24"/>
              </w:rPr>
              <w:t>genre. Cette</w:t>
            </w:r>
            <w:r w:rsidR="00F70DE4">
              <w:rPr>
                <w:rFonts w:ascii="Times New Roman" w:eastAsia="Times New Roman" w:hAnsi="Times New Roman" w:cs="Times New Roman"/>
                <w:bCs/>
                <w:sz w:val="24"/>
                <w:szCs w:val="24"/>
              </w:rPr>
              <w:t xml:space="preserve"> </w:t>
            </w:r>
            <w:r w:rsidR="00A93589">
              <w:rPr>
                <w:rFonts w:ascii="Times New Roman" w:eastAsia="Times New Roman" w:hAnsi="Times New Roman" w:cs="Times New Roman"/>
                <w:bCs/>
                <w:sz w:val="24"/>
                <w:szCs w:val="24"/>
              </w:rPr>
              <w:t>équipe</w:t>
            </w:r>
            <w:r w:rsidR="00F70DE4">
              <w:rPr>
                <w:rFonts w:ascii="Times New Roman" w:eastAsia="Times New Roman" w:hAnsi="Times New Roman" w:cs="Times New Roman"/>
                <w:bCs/>
                <w:sz w:val="24"/>
                <w:szCs w:val="24"/>
              </w:rPr>
              <w:t xml:space="preserve"> aura un mandant d’une année et cela permettra aux jeunes d’</w:t>
            </w:r>
            <w:r w:rsidR="00A93589">
              <w:rPr>
                <w:rFonts w:ascii="Times New Roman" w:eastAsia="Times New Roman" w:hAnsi="Times New Roman" w:cs="Times New Roman"/>
                <w:bCs/>
                <w:sz w:val="24"/>
                <w:szCs w:val="24"/>
              </w:rPr>
              <w:t>acquérir</w:t>
            </w:r>
            <w:r w:rsidR="00F70DE4">
              <w:rPr>
                <w:rFonts w:ascii="Times New Roman" w:eastAsia="Times New Roman" w:hAnsi="Times New Roman" w:cs="Times New Roman"/>
                <w:bCs/>
                <w:sz w:val="24"/>
                <w:szCs w:val="24"/>
              </w:rPr>
              <w:t xml:space="preserve"> toutes les </w:t>
            </w:r>
            <w:r w:rsidR="00A93589">
              <w:rPr>
                <w:rFonts w:ascii="Times New Roman" w:eastAsia="Times New Roman" w:hAnsi="Times New Roman" w:cs="Times New Roman"/>
                <w:bCs/>
                <w:sz w:val="24"/>
                <w:szCs w:val="24"/>
              </w:rPr>
              <w:t>compétences</w:t>
            </w:r>
            <w:r w:rsidR="00F70DE4">
              <w:rPr>
                <w:rFonts w:ascii="Times New Roman" w:eastAsia="Times New Roman" w:hAnsi="Times New Roman" w:cs="Times New Roman"/>
                <w:bCs/>
                <w:sz w:val="24"/>
                <w:szCs w:val="24"/>
              </w:rPr>
              <w:t xml:space="preserve"> requises de gestion d’un </w:t>
            </w:r>
            <w:r w:rsidR="00A93589">
              <w:rPr>
                <w:rFonts w:ascii="Times New Roman" w:eastAsia="Times New Roman" w:hAnsi="Times New Roman" w:cs="Times New Roman"/>
                <w:bCs/>
                <w:sz w:val="24"/>
                <w:szCs w:val="24"/>
              </w:rPr>
              <w:t>club. Nous</w:t>
            </w:r>
            <w:r w:rsidR="00F70DE4">
              <w:rPr>
                <w:rFonts w:ascii="Times New Roman" w:eastAsia="Times New Roman" w:hAnsi="Times New Roman" w:cs="Times New Roman"/>
                <w:bCs/>
                <w:sz w:val="24"/>
                <w:szCs w:val="24"/>
              </w:rPr>
              <w:t xml:space="preserve"> allons mettre en place au minimum 3 cercles zonaux</w:t>
            </w:r>
            <w:r w:rsidR="00EA6831">
              <w:rPr>
                <w:rFonts w:ascii="Times New Roman" w:eastAsia="Times New Roman" w:hAnsi="Times New Roman" w:cs="Times New Roman"/>
                <w:bCs/>
                <w:sz w:val="24"/>
                <w:szCs w:val="24"/>
              </w:rPr>
              <w:t xml:space="preserve"> des jeunes SDSR par CMJ/SDSR</w:t>
            </w:r>
            <w:r w:rsidR="009B3DD4">
              <w:rPr>
                <w:rFonts w:ascii="Times New Roman" w:eastAsia="Times New Roman" w:hAnsi="Times New Roman" w:cs="Times New Roman"/>
                <w:bCs/>
                <w:sz w:val="24"/>
                <w:szCs w:val="24"/>
              </w:rPr>
              <w:t xml:space="preserve"> /commune Ces</w:t>
            </w:r>
            <w:r w:rsidR="00EA6831">
              <w:rPr>
                <w:rFonts w:ascii="Times New Roman" w:eastAsia="Times New Roman" w:hAnsi="Times New Roman" w:cs="Times New Roman"/>
                <w:bCs/>
                <w:sz w:val="24"/>
                <w:szCs w:val="24"/>
              </w:rPr>
              <w:t xml:space="preserve"> CZJ SDSR seront mis en place par les jeunes </w:t>
            </w:r>
            <w:r w:rsidR="00A93589">
              <w:rPr>
                <w:rFonts w:ascii="Times New Roman" w:eastAsia="Times New Roman" w:hAnsi="Times New Roman" w:cs="Times New Roman"/>
                <w:bCs/>
                <w:sz w:val="24"/>
                <w:szCs w:val="24"/>
              </w:rPr>
              <w:t>leaders (</w:t>
            </w:r>
            <w:r w:rsidR="00EA6831">
              <w:rPr>
                <w:rFonts w:ascii="Times New Roman" w:eastAsia="Times New Roman" w:hAnsi="Times New Roman" w:cs="Times New Roman"/>
                <w:bCs/>
                <w:sz w:val="24"/>
                <w:szCs w:val="24"/>
              </w:rPr>
              <w:t>JL)</w:t>
            </w:r>
            <w:r w:rsidR="00A93589">
              <w:rPr>
                <w:rFonts w:ascii="Times New Roman" w:eastAsia="Times New Roman" w:hAnsi="Times New Roman" w:cs="Times New Roman"/>
                <w:bCs/>
                <w:sz w:val="24"/>
                <w:szCs w:val="24"/>
              </w:rPr>
              <w:t>formés. Ces</w:t>
            </w:r>
            <w:r w:rsidR="00EA6831">
              <w:rPr>
                <w:rFonts w:ascii="Times New Roman" w:eastAsia="Times New Roman" w:hAnsi="Times New Roman" w:cs="Times New Roman"/>
                <w:bCs/>
                <w:sz w:val="24"/>
                <w:szCs w:val="24"/>
              </w:rPr>
              <w:t xml:space="preserve"> derniers </w:t>
            </w:r>
            <w:r w:rsidR="00A93589">
              <w:rPr>
                <w:rFonts w:ascii="Times New Roman" w:eastAsia="Times New Roman" w:hAnsi="Times New Roman" w:cs="Times New Roman"/>
                <w:bCs/>
                <w:sz w:val="24"/>
                <w:szCs w:val="24"/>
              </w:rPr>
              <w:t>procèderont</w:t>
            </w:r>
            <w:r w:rsidR="00EA6831">
              <w:rPr>
                <w:rFonts w:ascii="Times New Roman" w:eastAsia="Times New Roman" w:hAnsi="Times New Roman" w:cs="Times New Roman"/>
                <w:bCs/>
                <w:sz w:val="24"/>
                <w:szCs w:val="24"/>
              </w:rPr>
              <w:t xml:space="preserve"> à l’installation de chaque CZJ SDSR une fois que le nombre minimum de 24 jeunes ser</w:t>
            </w:r>
            <w:r w:rsidR="00A93589">
              <w:rPr>
                <w:rFonts w:ascii="Times New Roman" w:eastAsia="Times New Roman" w:hAnsi="Times New Roman" w:cs="Times New Roman"/>
                <w:bCs/>
                <w:sz w:val="24"/>
                <w:szCs w:val="24"/>
              </w:rPr>
              <w:t>a</w:t>
            </w:r>
            <w:r w:rsidR="00EA6831">
              <w:rPr>
                <w:rFonts w:ascii="Times New Roman" w:eastAsia="Times New Roman" w:hAnsi="Times New Roman" w:cs="Times New Roman"/>
                <w:bCs/>
                <w:sz w:val="24"/>
                <w:szCs w:val="24"/>
              </w:rPr>
              <w:t xml:space="preserve"> </w:t>
            </w:r>
            <w:r w:rsidR="00A93589">
              <w:rPr>
                <w:rFonts w:ascii="Times New Roman" w:eastAsia="Times New Roman" w:hAnsi="Times New Roman" w:cs="Times New Roman"/>
                <w:bCs/>
                <w:sz w:val="24"/>
                <w:szCs w:val="24"/>
              </w:rPr>
              <w:t>atteint. Le</w:t>
            </w:r>
            <w:r w:rsidR="00EA6831">
              <w:rPr>
                <w:rFonts w:ascii="Times New Roman" w:eastAsia="Times New Roman" w:hAnsi="Times New Roman" w:cs="Times New Roman"/>
                <w:bCs/>
                <w:sz w:val="24"/>
                <w:szCs w:val="24"/>
              </w:rPr>
              <w:t xml:space="preserve"> lieu de la </w:t>
            </w:r>
            <w:r w:rsidR="00A93589">
              <w:rPr>
                <w:rFonts w:ascii="Times New Roman" w:eastAsia="Times New Roman" w:hAnsi="Times New Roman" w:cs="Times New Roman"/>
                <w:bCs/>
                <w:sz w:val="24"/>
                <w:szCs w:val="24"/>
              </w:rPr>
              <w:t>réunion</w:t>
            </w:r>
            <w:r w:rsidR="00EA6831">
              <w:rPr>
                <w:rFonts w:ascii="Times New Roman" w:eastAsia="Times New Roman" w:hAnsi="Times New Roman" w:cs="Times New Roman"/>
                <w:bCs/>
                <w:sz w:val="24"/>
                <w:szCs w:val="24"/>
              </w:rPr>
              <w:t xml:space="preserve"> sera </w:t>
            </w:r>
            <w:r w:rsidR="00A93589">
              <w:rPr>
                <w:rFonts w:ascii="Times New Roman" w:eastAsia="Times New Roman" w:hAnsi="Times New Roman" w:cs="Times New Roman"/>
                <w:bCs/>
                <w:sz w:val="24"/>
                <w:szCs w:val="24"/>
              </w:rPr>
              <w:t>déterminé</w:t>
            </w:r>
            <w:r w:rsidR="00EA6831">
              <w:rPr>
                <w:rFonts w:ascii="Times New Roman" w:eastAsia="Times New Roman" w:hAnsi="Times New Roman" w:cs="Times New Roman"/>
                <w:bCs/>
                <w:sz w:val="24"/>
                <w:szCs w:val="24"/>
              </w:rPr>
              <w:t xml:space="preserve"> par les </w:t>
            </w:r>
            <w:r w:rsidR="00A93589">
              <w:rPr>
                <w:rFonts w:ascii="Times New Roman" w:eastAsia="Times New Roman" w:hAnsi="Times New Roman" w:cs="Times New Roman"/>
                <w:bCs/>
                <w:sz w:val="24"/>
                <w:szCs w:val="24"/>
              </w:rPr>
              <w:t>JL. Ils</w:t>
            </w:r>
            <w:r w:rsidR="00EA6831">
              <w:rPr>
                <w:rFonts w:ascii="Times New Roman" w:eastAsia="Times New Roman" w:hAnsi="Times New Roman" w:cs="Times New Roman"/>
                <w:bCs/>
                <w:sz w:val="24"/>
                <w:szCs w:val="24"/>
              </w:rPr>
              <w:t xml:space="preserve"> le solliciteront </w:t>
            </w:r>
            <w:r w:rsidR="00A93589">
              <w:rPr>
                <w:rFonts w:ascii="Times New Roman" w:eastAsia="Times New Roman" w:hAnsi="Times New Roman" w:cs="Times New Roman"/>
                <w:bCs/>
                <w:sz w:val="24"/>
                <w:szCs w:val="24"/>
              </w:rPr>
              <w:t>auprès</w:t>
            </w:r>
            <w:r w:rsidR="00EA6831">
              <w:rPr>
                <w:rFonts w:ascii="Times New Roman" w:eastAsia="Times New Roman" w:hAnsi="Times New Roman" w:cs="Times New Roman"/>
                <w:bCs/>
                <w:sz w:val="24"/>
                <w:szCs w:val="24"/>
              </w:rPr>
              <w:t xml:space="preserve"> du chef de zone avec l’appui du comité de gestion du projet</w:t>
            </w:r>
            <w:r w:rsidR="009B3DD4">
              <w:rPr>
                <w:rFonts w:ascii="Times New Roman" w:eastAsia="Times New Roman" w:hAnsi="Times New Roman" w:cs="Times New Roman"/>
                <w:bCs/>
                <w:sz w:val="24"/>
                <w:szCs w:val="24"/>
              </w:rPr>
              <w:t xml:space="preserve"> et des </w:t>
            </w:r>
            <w:proofErr w:type="spellStart"/>
            <w:r w:rsidR="00B30839">
              <w:rPr>
                <w:rFonts w:ascii="Times New Roman" w:eastAsia="Times New Roman" w:hAnsi="Times New Roman" w:cs="Times New Roman"/>
                <w:bCs/>
                <w:sz w:val="24"/>
                <w:szCs w:val="24"/>
              </w:rPr>
              <w:t>CPPs</w:t>
            </w:r>
            <w:proofErr w:type="spellEnd"/>
            <w:r w:rsidR="00B30839">
              <w:rPr>
                <w:rFonts w:ascii="Times New Roman" w:eastAsia="Times New Roman" w:hAnsi="Times New Roman" w:cs="Times New Roman"/>
                <w:bCs/>
                <w:sz w:val="24"/>
                <w:szCs w:val="24"/>
              </w:rPr>
              <w:t>. Les</w:t>
            </w:r>
            <w:r w:rsidR="00EA6831">
              <w:rPr>
                <w:rFonts w:ascii="Times New Roman" w:eastAsia="Times New Roman" w:hAnsi="Times New Roman" w:cs="Times New Roman"/>
                <w:bCs/>
                <w:sz w:val="24"/>
                <w:szCs w:val="24"/>
              </w:rPr>
              <w:t xml:space="preserve"> membres des clubs seront </w:t>
            </w:r>
            <w:r w:rsidR="00A93589">
              <w:rPr>
                <w:rFonts w:ascii="Times New Roman" w:eastAsia="Times New Roman" w:hAnsi="Times New Roman" w:cs="Times New Roman"/>
                <w:bCs/>
                <w:sz w:val="24"/>
                <w:szCs w:val="24"/>
              </w:rPr>
              <w:t>sélectionnés</w:t>
            </w:r>
            <w:r w:rsidR="00EA6831">
              <w:rPr>
                <w:rFonts w:ascii="Times New Roman" w:eastAsia="Times New Roman" w:hAnsi="Times New Roman" w:cs="Times New Roman"/>
                <w:bCs/>
                <w:sz w:val="24"/>
                <w:szCs w:val="24"/>
              </w:rPr>
              <w:t xml:space="preserve"> sur base d’un profil construit pendant l’atelier de renforcement de </w:t>
            </w:r>
            <w:r w:rsidR="00A93589">
              <w:rPr>
                <w:rFonts w:ascii="Times New Roman" w:eastAsia="Times New Roman" w:hAnsi="Times New Roman" w:cs="Times New Roman"/>
                <w:bCs/>
                <w:sz w:val="24"/>
                <w:szCs w:val="24"/>
              </w:rPr>
              <w:t>capacités. Comme</w:t>
            </w:r>
            <w:r w:rsidR="00EA6831">
              <w:rPr>
                <w:rFonts w:ascii="Times New Roman" w:eastAsia="Times New Roman" w:hAnsi="Times New Roman" w:cs="Times New Roman"/>
                <w:bCs/>
                <w:sz w:val="24"/>
                <w:szCs w:val="24"/>
              </w:rPr>
              <w:t xml:space="preserve"> les clubs mixtes seront dirigés par les jeunes leaders </w:t>
            </w:r>
            <w:r w:rsidR="00A93589">
              <w:rPr>
                <w:rFonts w:ascii="Times New Roman" w:eastAsia="Times New Roman" w:hAnsi="Times New Roman" w:cs="Times New Roman"/>
                <w:bCs/>
                <w:sz w:val="24"/>
                <w:szCs w:val="24"/>
              </w:rPr>
              <w:t>scouts (</w:t>
            </w:r>
            <w:r w:rsidR="00EA6831">
              <w:rPr>
                <w:rFonts w:ascii="Times New Roman" w:eastAsia="Times New Roman" w:hAnsi="Times New Roman" w:cs="Times New Roman"/>
                <w:bCs/>
                <w:sz w:val="24"/>
                <w:szCs w:val="24"/>
              </w:rPr>
              <w:t>JL)</w:t>
            </w:r>
            <w:r w:rsidR="00A93589">
              <w:rPr>
                <w:rFonts w:ascii="Times New Roman" w:eastAsia="Times New Roman" w:hAnsi="Times New Roman" w:cs="Times New Roman"/>
                <w:bCs/>
                <w:sz w:val="24"/>
                <w:szCs w:val="24"/>
              </w:rPr>
              <w:t>formés, ce</w:t>
            </w:r>
            <w:r w:rsidR="00EA6831">
              <w:rPr>
                <w:rFonts w:ascii="Times New Roman" w:eastAsia="Times New Roman" w:hAnsi="Times New Roman" w:cs="Times New Roman"/>
                <w:bCs/>
                <w:sz w:val="24"/>
                <w:szCs w:val="24"/>
              </w:rPr>
              <w:t xml:space="preserve"> sont ces </w:t>
            </w:r>
            <w:r w:rsidR="00A93589">
              <w:rPr>
                <w:rFonts w:ascii="Times New Roman" w:eastAsia="Times New Roman" w:hAnsi="Times New Roman" w:cs="Times New Roman"/>
                <w:bCs/>
                <w:sz w:val="24"/>
                <w:szCs w:val="24"/>
              </w:rPr>
              <w:t>mêmes</w:t>
            </w:r>
            <w:r w:rsidR="00EA6831">
              <w:rPr>
                <w:rFonts w:ascii="Times New Roman" w:eastAsia="Times New Roman" w:hAnsi="Times New Roman" w:cs="Times New Roman"/>
                <w:bCs/>
                <w:sz w:val="24"/>
                <w:szCs w:val="24"/>
              </w:rPr>
              <w:t xml:space="preserve"> jeunes </w:t>
            </w:r>
            <w:r w:rsidR="00196FB4">
              <w:rPr>
                <w:rFonts w:ascii="Times New Roman" w:eastAsia="Times New Roman" w:hAnsi="Times New Roman" w:cs="Times New Roman"/>
                <w:bCs/>
                <w:sz w:val="24"/>
                <w:szCs w:val="24"/>
              </w:rPr>
              <w:t xml:space="preserve">qui pourront assurer la </w:t>
            </w:r>
            <w:r w:rsidR="00A93589">
              <w:rPr>
                <w:rFonts w:ascii="Times New Roman" w:eastAsia="Times New Roman" w:hAnsi="Times New Roman" w:cs="Times New Roman"/>
                <w:bCs/>
                <w:sz w:val="24"/>
                <w:szCs w:val="24"/>
              </w:rPr>
              <w:t>sélection</w:t>
            </w:r>
            <w:r w:rsidR="00196FB4">
              <w:rPr>
                <w:rFonts w:ascii="Times New Roman" w:eastAsia="Times New Roman" w:hAnsi="Times New Roman" w:cs="Times New Roman"/>
                <w:bCs/>
                <w:sz w:val="24"/>
                <w:szCs w:val="24"/>
              </w:rPr>
              <w:t xml:space="preserve"> des membres des cercles zonaux à travers les </w:t>
            </w:r>
            <w:r w:rsidR="00A93589">
              <w:rPr>
                <w:rFonts w:ascii="Times New Roman" w:eastAsia="Times New Roman" w:hAnsi="Times New Roman" w:cs="Times New Roman"/>
                <w:bCs/>
                <w:sz w:val="24"/>
                <w:szCs w:val="24"/>
              </w:rPr>
              <w:t>différentes</w:t>
            </w:r>
            <w:r w:rsidR="00196FB4">
              <w:rPr>
                <w:rFonts w:ascii="Times New Roman" w:eastAsia="Times New Roman" w:hAnsi="Times New Roman" w:cs="Times New Roman"/>
                <w:bCs/>
                <w:sz w:val="24"/>
                <w:szCs w:val="24"/>
              </w:rPr>
              <w:t xml:space="preserve"> zones de la commune en fonction des conditions </w:t>
            </w:r>
            <w:r w:rsidR="00A93589">
              <w:rPr>
                <w:rFonts w:ascii="Times New Roman" w:eastAsia="Times New Roman" w:hAnsi="Times New Roman" w:cs="Times New Roman"/>
                <w:bCs/>
                <w:sz w:val="24"/>
                <w:szCs w:val="24"/>
              </w:rPr>
              <w:t>préalablement</w:t>
            </w:r>
            <w:r w:rsidR="00196FB4">
              <w:rPr>
                <w:rFonts w:ascii="Times New Roman" w:eastAsia="Times New Roman" w:hAnsi="Times New Roman" w:cs="Times New Roman"/>
                <w:bCs/>
                <w:sz w:val="24"/>
                <w:szCs w:val="24"/>
              </w:rPr>
              <w:t xml:space="preserve"> fixés dans l’atelier de renforcement de capacité.</w:t>
            </w:r>
          </w:p>
          <w:p w14:paraId="243C4A2D" w14:textId="6D8081C9" w:rsidR="00E45926" w:rsidRPr="00A93589" w:rsidRDefault="00196FB4" w:rsidP="00A93589">
            <w:pPr>
              <w:tabs>
                <w:tab w:val="left" w:pos="8075"/>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Au cours de cette 1ere </w:t>
            </w:r>
            <w:r w:rsidR="00A93589">
              <w:rPr>
                <w:rFonts w:ascii="Times New Roman" w:eastAsia="Times New Roman" w:hAnsi="Times New Roman" w:cs="Times New Roman"/>
                <w:bCs/>
                <w:sz w:val="24"/>
                <w:szCs w:val="24"/>
              </w:rPr>
              <w:t>r</w:t>
            </w:r>
            <w:r w:rsidR="00B30839">
              <w:rPr>
                <w:rFonts w:ascii="Times New Roman" w:eastAsia="Times New Roman" w:hAnsi="Times New Roman" w:cs="Times New Roman"/>
                <w:bCs/>
                <w:sz w:val="24"/>
                <w:szCs w:val="24"/>
              </w:rPr>
              <w:t>encontre</w:t>
            </w:r>
            <w:r w:rsidR="00A93589">
              <w:rPr>
                <w:rFonts w:ascii="Times New Roman" w:eastAsia="Times New Roman" w:hAnsi="Times New Roman" w:cs="Times New Roman"/>
                <w:bCs/>
                <w:sz w:val="24"/>
                <w:szCs w:val="24"/>
              </w:rPr>
              <w:t>, les</w:t>
            </w:r>
            <w:r>
              <w:rPr>
                <w:rFonts w:ascii="Times New Roman" w:eastAsia="Times New Roman" w:hAnsi="Times New Roman" w:cs="Times New Roman"/>
                <w:bCs/>
                <w:sz w:val="24"/>
                <w:szCs w:val="24"/>
              </w:rPr>
              <w:t xml:space="preserve"> jeunes leaders expliqueront le but et les objectifs du club mixte des jeunes SDSR ainsi que les types d’activités et les </w:t>
            </w:r>
            <w:r w:rsidR="00A93589">
              <w:rPr>
                <w:rFonts w:ascii="Times New Roman" w:eastAsia="Times New Roman" w:hAnsi="Times New Roman" w:cs="Times New Roman"/>
                <w:bCs/>
                <w:sz w:val="24"/>
                <w:szCs w:val="24"/>
              </w:rPr>
              <w:t>résultats</w:t>
            </w:r>
            <w:r>
              <w:rPr>
                <w:rFonts w:ascii="Times New Roman" w:eastAsia="Times New Roman" w:hAnsi="Times New Roman" w:cs="Times New Roman"/>
                <w:bCs/>
                <w:sz w:val="24"/>
                <w:szCs w:val="24"/>
              </w:rPr>
              <w:t xml:space="preserve"> attendus à court et à long </w:t>
            </w:r>
            <w:r w:rsidR="00A93589">
              <w:rPr>
                <w:rFonts w:ascii="Times New Roman" w:eastAsia="Times New Roman" w:hAnsi="Times New Roman" w:cs="Times New Roman"/>
                <w:bCs/>
                <w:sz w:val="24"/>
                <w:szCs w:val="24"/>
              </w:rPr>
              <w:t>terme. A</w:t>
            </w:r>
            <w:r>
              <w:rPr>
                <w:rFonts w:ascii="Times New Roman" w:eastAsia="Times New Roman" w:hAnsi="Times New Roman" w:cs="Times New Roman"/>
                <w:bCs/>
                <w:sz w:val="24"/>
                <w:szCs w:val="24"/>
              </w:rPr>
              <w:t xml:space="preserve"> la fin de la </w:t>
            </w:r>
            <w:r w:rsidR="00721592">
              <w:rPr>
                <w:rFonts w:ascii="Times New Roman" w:eastAsia="Times New Roman" w:hAnsi="Times New Roman" w:cs="Times New Roman"/>
                <w:bCs/>
                <w:sz w:val="24"/>
                <w:szCs w:val="24"/>
              </w:rPr>
              <w:t>r</w:t>
            </w:r>
            <w:r w:rsidR="00B30839">
              <w:rPr>
                <w:rFonts w:ascii="Times New Roman" w:eastAsia="Times New Roman" w:hAnsi="Times New Roman" w:cs="Times New Roman"/>
                <w:bCs/>
                <w:sz w:val="24"/>
                <w:szCs w:val="24"/>
              </w:rPr>
              <w:t>encontre</w:t>
            </w:r>
            <w:r w:rsidR="00721592">
              <w:rPr>
                <w:rFonts w:ascii="Times New Roman" w:eastAsia="Times New Roman" w:hAnsi="Times New Roman" w:cs="Times New Roman"/>
                <w:bCs/>
                <w:sz w:val="24"/>
                <w:szCs w:val="24"/>
              </w:rPr>
              <w:t>, il</w:t>
            </w:r>
            <w:r>
              <w:rPr>
                <w:rFonts w:ascii="Times New Roman" w:eastAsia="Times New Roman" w:hAnsi="Times New Roman" w:cs="Times New Roman"/>
                <w:bCs/>
                <w:sz w:val="24"/>
                <w:szCs w:val="24"/>
              </w:rPr>
              <w:t xml:space="preserve"> sera </w:t>
            </w:r>
            <w:r w:rsidR="00A93589">
              <w:rPr>
                <w:rFonts w:ascii="Times New Roman" w:eastAsia="Times New Roman" w:hAnsi="Times New Roman" w:cs="Times New Roman"/>
                <w:bCs/>
                <w:sz w:val="24"/>
                <w:szCs w:val="24"/>
              </w:rPr>
              <w:t>procéder</w:t>
            </w:r>
            <w:r>
              <w:rPr>
                <w:rFonts w:ascii="Times New Roman" w:eastAsia="Times New Roman" w:hAnsi="Times New Roman" w:cs="Times New Roman"/>
                <w:bCs/>
                <w:sz w:val="24"/>
                <w:szCs w:val="24"/>
              </w:rPr>
              <w:t xml:space="preserve"> au choix du comité du CZJ SDSR.</w:t>
            </w:r>
            <w:r w:rsidR="00C94A7D">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Ces responsables avec deux autres </w:t>
            </w:r>
            <w:r w:rsidR="00A93589">
              <w:rPr>
                <w:rFonts w:ascii="Times New Roman" w:eastAsia="Times New Roman" w:hAnsi="Times New Roman" w:cs="Times New Roman"/>
                <w:bCs/>
                <w:sz w:val="24"/>
                <w:szCs w:val="24"/>
              </w:rPr>
              <w:t>représenteront le CZJ SDSR aux rencontres trimestrielles du CMJ</w:t>
            </w:r>
            <w:r w:rsidR="003D537C">
              <w:rPr>
                <w:rFonts w:ascii="Times New Roman" w:eastAsia="Times New Roman" w:hAnsi="Times New Roman" w:cs="Times New Roman"/>
                <w:bCs/>
                <w:sz w:val="24"/>
                <w:szCs w:val="24"/>
              </w:rPr>
              <w:t>/</w:t>
            </w:r>
            <w:r w:rsidR="00A93589">
              <w:rPr>
                <w:rFonts w:ascii="Times New Roman" w:eastAsia="Times New Roman" w:hAnsi="Times New Roman" w:cs="Times New Roman"/>
                <w:bCs/>
                <w:sz w:val="24"/>
                <w:szCs w:val="24"/>
              </w:rPr>
              <w:t>SDSR</w:t>
            </w:r>
          </w:p>
        </w:tc>
      </w:tr>
      <w:tr w:rsidR="002B1681" w:rsidRPr="00F0010F" w14:paraId="59F2F8F8" w14:textId="77777777" w:rsidTr="002F2839">
        <w:trPr>
          <w:trHeight w:val="1401"/>
        </w:trPr>
        <w:tc>
          <w:tcPr>
            <w:tcW w:w="1844" w:type="dxa"/>
            <w:tcBorders>
              <w:right w:val="single" w:sz="4" w:space="0" w:color="auto"/>
            </w:tcBorders>
            <w:shd w:val="clear" w:color="auto" w:fill="DBE5F1" w:themeFill="accent1" w:themeFillTint="33"/>
          </w:tcPr>
          <w:p w14:paraId="29AEEF51" w14:textId="77777777"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bookmarkStart w:id="1" w:name="_Hlk164952990"/>
            <w:r w:rsidRPr="00F0010F">
              <w:rPr>
                <w:rFonts w:ascii="Times New Roman" w:eastAsia="Times New Roman" w:hAnsi="Times New Roman" w:cs="Times New Roman"/>
                <w:color w:val="000000"/>
                <w:sz w:val="24"/>
                <w:szCs w:val="24"/>
                <w:lang w:eastAsia="fr-FR"/>
              </w:rPr>
              <w:lastRenderedPageBreak/>
              <w:t>Livrables </w:t>
            </w:r>
          </w:p>
        </w:tc>
        <w:tc>
          <w:tcPr>
            <w:tcW w:w="8788" w:type="dxa"/>
            <w:tcBorders>
              <w:top w:val="single" w:sz="4" w:space="0" w:color="auto"/>
              <w:left w:val="single" w:sz="4" w:space="0" w:color="auto"/>
              <w:bottom w:val="single" w:sz="4" w:space="0" w:color="auto"/>
              <w:right w:val="single" w:sz="4" w:space="0" w:color="auto"/>
            </w:tcBorders>
          </w:tcPr>
          <w:p w14:paraId="3F92EAF3" w14:textId="13D05317" w:rsidR="00AD7596" w:rsidRPr="00F0010F" w:rsidRDefault="00AD7596">
            <w:pPr>
              <w:pStyle w:val="Paragraphedeliste"/>
              <w:numPr>
                <w:ilvl w:val="0"/>
                <w:numId w:val="2"/>
              </w:numPr>
              <w:ind w:right="185"/>
              <w:jc w:val="both"/>
              <w:rPr>
                <w:rFonts w:ascii="Times New Roman" w:hAnsi="Times New Roman" w:cs="Times New Roman"/>
                <w:iCs/>
                <w:color w:val="000000" w:themeColor="text1"/>
                <w:sz w:val="24"/>
                <w:szCs w:val="24"/>
              </w:rPr>
            </w:pPr>
            <w:r w:rsidRPr="00F0010F">
              <w:rPr>
                <w:rFonts w:ascii="Times New Roman" w:hAnsi="Times New Roman" w:cs="Times New Roman"/>
                <w:iCs/>
                <w:color w:val="000000" w:themeColor="text1"/>
                <w:sz w:val="24"/>
                <w:szCs w:val="24"/>
              </w:rPr>
              <w:t>Rapports</w:t>
            </w:r>
            <w:r w:rsidR="009A78E1" w:rsidRPr="00F0010F">
              <w:rPr>
                <w:rFonts w:ascii="Times New Roman" w:hAnsi="Times New Roman" w:cs="Times New Roman"/>
                <w:iCs/>
                <w:color w:val="000000" w:themeColor="text1"/>
                <w:sz w:val="24"/>
                <w:szCs w:val="24"/>
              </w:rPr>
              <w:t xml:space="preserve"> narratif et financier de l’activité</w:t>
            </w:r>
          </w:p>
          <w:p w14:paraId="589D7FFF" w14:textId="29C7DA8F" w:rsidR="00AD7596" w:rsidRPr="00F0010F" w:rsidRDefault="00AD7596">
            <w:pPr>
              <w:pStyle w:val="Paragraphedeliste"/>
              <w:numPr>
                <w:ilvl w:val="0"/>
                <w:numId w:val="2"/>
              </w:numPr>
              <w:ind w:right="185"/>
              <w:jc w:val="both"/>
              <w:rPr>
                <w:rFonts w:ascii="Times New Roman" w:hAnsi="Times New Roman" w:cs="Times New Roman"/>
                <w:iCs/>
                <w:color w:val="000000" w:themeColor="text1"/>
                <w:sz w:val="24"/>
                <w:szCs w:val="24"/>
              </w:rPr>
            </w:pPr>
            <w:r w:rsidRPr="00F0010F">
              <w:rPr>
                <w:rFonts w:ascii="Times New Roman" w:hAnsi="Times New Roman" w:cs="Times New Roman"/>
                <w:iCs/>
                <w:color w:val="000000" w:themeColor="text1"/>
                <w:sz w:val="24"/>
                <w:szCs w:val="24"/>
              </w:rPr>
              <w:t>Liste des présences</w:t>
            </w:r>
          </w:p>
          <w:p w14:paraId="6DA0F2BD" w14:textId="6822F3D7" w:rsidR="00F10275" w:rsidRPr="00F0010F" w:rsidRDefault="00AD7596">
            <w:pPr>
              <w:pStyle w:val="Paragraphedeliste"/>
              <w:numPr>
                <w:ilvl w:val="0"/>
                <w:numId w:val="2"/>
              </w:numPr>
              <w:ind w:right="185"/>
              <w:jc w:val="both"/>
              <w:rPr>
                <w:rFonts w:ascii="Times New Roman" w:hAnsi="Times New Roman" w:cs="Times New Roman"/>
                <w:iCs/>
                <w:color w:val="000000" w:themeColor="text1"/>
                <w:sz w:val="24"/>
                <w:szCs w:val="24"/>
              </w:rPr>
            </w:pPr>
            <w:r w:rsidRPr="00F0010F">
              <w:rPr>
                <w:rFonts w:ascii="Times New Roman" w:hAnsi="Times New Roman" w:cs="Times New Roman"/>
                <w:iCs/>
                <w:color w:val="000000" w:themeColor="text1"/>
                <w:sz w:val="24"/>
                <w:szCs w:val="24"/>
              </w:rPr>
              <w:t>Fiches des frais de déplacement</w:t>
            </w:r>
          </w:p>
          <w:p w14:paraId="2A150FD9" w14:textId="40A781BE" w:rsidR="009A78E1" w:rsidRDefault="009A78E1">
            <w:pPr>
              <w:pStyle w:val="Paragraphedeliste"/>
              <w:numPr>
                <w:ilvl w:val="0"/>
                <w:numId w:val="2"/>
              </w:numPr>
              <w:ind w:right="185"/>
              <w:jc w:val="both"/>
              <w:rPr>
                <w:rFonts w:ascii="Times New Roman" w:hAnsi="Times New Roman" w:cs="Times New Roman"/>
                <w:iCs/>
                <w:color w:val="000000" w:themeColor="text1"/>
                <w:sz w:val="24"/>
                <w:szCs w:val="24"/>
              </w:rPr>
            </w:pPr>
            <w:r w:rsidRPr="00F0010F">
              <w:rPr>
                <w:rFonts w:ascii="Times New Roman" w:hAnsi="Times New Roman" w:cs="Times New Roman"/>
                <w:iCs/>
                <w:color w:val="000000" w:themeColor="text1"/>
                <w:sz w:val="24"/>
                <w:szCs w:val="24"/>
              </w:rPr>
              <w:t>Plan détaillé de l’activité</w:t>
            </w:r>
          </w:p>
          <w:p w14:paraId="7751E466" w14:textId="2AF0D540" w:rsidR="00B30839" w:rsidRDefault="00B30839">
            <w:pPr>
              <w:pStyle w:val="Paragraphedeliste"/>
              <w:numPr>
                <w:ilvl w:val="0"/>
                <w:numId w:val="2"/>
              </w:numPr>
              <w:ind w:right="185"/>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 xml:space="preserve">Photos </w:t>
            </w:r>
          </w:p>
          <w:tbl>
            <w:tblPr>
              <w:tblW w:w="8802" w:type="dxa"/>
              <w:tblLayout w:type="fixed"/>
              <w:tblCellMar>
                <w:left w:w="70" w:type="dxa"/>
                <w:right w:w="70" w:type="dxa"/>
              </w:tblCellMar>
              <w:tblLook w:val="04A0" w:firstRow="1" w:lastRow="0" w:firstColumn="1" w:lastColumn="0" w:noHBand="0" w:noVBand="1"/>
            </w:tblPr>
            <w:tblGrid>
              <w:gridCol w:w="1200"/>
              <w:gridCol w:w="1200"/>
              <w:gridCol w:w="2740"/>
              <w:gridCol w:w="1659"/>
              <w:gridCol w:w="1451"/>
              <w:gridCol w:w="552"/>
            </w:tblGrid>
            <w:tr w:rsidR="007B65E0" w:rsidRPr="00820D56" w14:paraId="20E7286F" w14:textId="77777777" w:rsidTr="007B65E0">
              <w:trPr>
                <w:gridAfter w:val="1"/>
                <w:wAfter w:w="552" w:type="dxa"/>
                <w:trHeight w:val="29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2B39C" w14:textId="77777777" w:rsidR="007B65E0" w:rsidRPr="00820D56" w:rsidRDefault="007B65E0" w:rsidP="007B65E0">
                  <w:pPr>
                    <w:spacing w:after="0" w:line="240" w:lineRule="auto"/>
                    <w:rPr>
                      <w:rFonts w:ascii="Calibri" w:eastAsia="Times New Roman" w:hAnsi="Calibri" w:cs="Calibri"/>
                      <w:b/>
                      <w:bCs/>
                      <w:color w:val="000000"/>
                      <w:sz w:val="22"/>
                      <w:szCs w:val="22"/>
                      <w:lang w:eastAsia="fr-FR"/>
                    </w:rPr>
                  </w:pPr>
                  <w:r w:rsidRPr="00820D56">
                    <w:rPr>
                      <w:rFonts w:ascii="Calibri" w:eastAsia="Times New Roman" w:hAnsi="Calibri" w:cs="Calibri"/>
                      <w:b/>
                      <w:bCs/>
                      <w:color w:val="000000"/>
                      <w:sz w:val="22"/>
                      <w:szCs w:val="22"/>
                      <w:lang w:eastAsia="fr-FR"/>
                    </w:rPr>
                    <w:t>JOUR</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6114C5F" w14:textId="77777777" w:rsidR="007B65E0" w:rsidRPr="00820D56" w:rsidRDefault="007B65E0" w:rsidP="007B65E0">
                  <w:pPr>
                    <w:spacing w:after="0" w:line="240" w:lineRule="auto"/>
                    <w:rPr>
                      <w:rFonts w:ascii="Calibri" w:eastAsia="Times New Roman" w:hAnsi="Calibri" w:cs="Calibri"/>
                      <w:b/>
                      <w:bCs/>
                      <w:color w:val="000000"/>
                      <w:sz w:val="22"/>
                      <w:szCs w:val="22"/>
                      <w:lang w:eastAsia="fr-FR"/>
                    </w:rPr>
                  </w:pPr>
                  <w:r w:rsidRPr="00820D56">
                    <w:rPr>
                      <w:rFonts w:ascii="Calibri" w:eastAsia="Times New Roman" w:hAnsi="Calibri" w:cs="Calibri"/>
                      <w:b/>
                      <w:bCs/>
                      <w:color w:val="000000"/>
                      <w:sz w:val="22"/>
                      <w:szCs w:val="22"/>
                      <w:lang w:eastAsia="fr-FR"/>
                    </w:rPr>
                    <w:t>DATE</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14:paraId="10ABDD83" w14:textId="77777777" w:rsidR="007B65E0" w:rsidRPr="00820D56" w:rsidRDefault="007B65E0" w:rsidP="007B65E0">
                  <w:pPr>
                    <w:spacing w:after="0" w:line="240" w:lineRule="auto"/>
                    <w:rPr>
                      <w:rFonts w:ascii="Calibri" w:eastAsia="Times New Roman" w:hAnsi="Calibri" w:cs="Calibri"/>
                      <w:b/>
                      <w:bCs/>
                      <w:color w:val="000000"/>
                      <w:sz w:val="22"/>
                      <w:szCs w:val="22"/>
                      <w:lang w:eastAsia="fr-FR"/>
                    </w:rPr>
                  </w:pPr>
                  <w:r w:rsidRPr="00820D56">
                    <w:rPr>
                      <w:rFonts w:ascii="Calibri" w:eastAsia="Times New Roman" w:hAnsi="Calibri" w:cs="Calibri"/>
                      <w:b/>
                      <w:bCs/>
                      <w:color w:val="000000"/>
                      <w:sz w:val="22"/>
                      <w:szCs w:val="22"/>
                      <w:lang w:eastAsia="fr-FR"/>
                    </w:rPr>
                    <w:t>ACTIVITES</w:t>
                  </w:r>
                </w:p>
              </w:tc>
              <w:tc>
                <w:tcPr>
                  <w:tcW w:w="311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5DADF4" w14:textId="77777777" w:rsidR="007B65E0" w:rsidRPr="00820D56" w:rsidRDefault="007B65E0" w:rsidP="007B65E0">
                  <w:pPr>
                    <w:spacing w:after="0" w:line="240" w:lineRule="auto"/>
                    <w:rPr>
                      <w:rFonts w:ascii="Calibri" w:eastAsia="Times New Roman" w:hAnsi="Calibri" w:cs="Calibri"/>
                      <w:b/>
                      <w:bCs/>
                      <w:color w:val="000000"/>
                      <w:sz w:val="22"/>
                      <w:szCs w:val="22"/>
                      <w:lang w:eastAsia="fr-FR"/>
                    </w:rPr>
                  </w:pPr>
                  <w:r w:rsidRPr="00820D56">
                    <w:rPr>
                      <w:rFonts w:ascii="Calibri" w:eastAsia="Times New Roman" w:hAnsi="Calibri" w:cs="Calibri"/>
                      <w:b/>
                      <w:bCs/>
                      <w:color w:val="000000"/>
                      <w:sz w:val="22"/>
                      <w:szCs w:val="22"/>
                      <w:lang w:eastAsia="fr-FR"/>
                    </w:rPr>
                    <w:t>LIEU : Commune</w:t>
                  </w:r>
                </w:p>
              </w:tc>
            </w:tr>
            <w:tr w:rsidR="007B65E0" w:rsidRPr="00820D56" w14:paraId="4BE0977F" w14:textId="77777777" w:rsidTr="007B65E0">
              <w:trPr>
                <w:gridAfter w:val="1"/>
                <w:wAfter w:w="552" w:type="dxa"/>
                <w:trHeight w:val="145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F06E60A"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Lundi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6B404EC"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29-juil</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632D8BCD"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5592EE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Vumbi</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96968A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Rugombo</w:t>
                  </w:r>
                  <w:proofErr w:type="spellEnd"/>
                </w:p>
              </w:tc>
            </w:tr>
            <w:tr w:rsidR="007B65E0" w:rsidRPr="00820D56" w14:paraId="5FFBF6D9"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0220D24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402EEFC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63B0F81D"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172B4D1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733891E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5C41B65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0C461D5C" w14:textId="77777777" w:rsidTr="007B65E0">
              <w:trPr>
                <w:trHeight w:val="46"/>
              </w:trPr>
              <w:tc>
                <w:tcPr>
                  <w:tcW w:w="1200" w:type="dxa"/>
                  <w:vMerge/>
                  <w:tcBorders>
                    <w:top w:val="nil"/>
                    <w:left w:val="single" w:sz="4" w:space="0" w:color="auto"/>
                    <w:bottom w:val="single" w:sz="4" w:space="0" w:color="auto"/>
                    <w:right w:val="single" w:sz="4" w:space="0" w:color="auto"/>
                  </w:tcBorders>
                  <w:vAlign w:val="center"/>
                  <w:hideMark/>
                </w:tcPr>
                <w:p w14:paraId="6039D03A"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24F6226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1192A16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41460FE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37DC1E6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128826D3"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0323513D" w14:textId="77777777" w:rsidTr="007B65E0">
              <w:trPr>
                <w:trHeight w:val="145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8E1087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Mardi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C0DD5D4"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30-juil</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69D10CBD"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3E2B01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Vumbi</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A8923E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Rugombo</w:t>
                  </w:r>
                  <w:proofErr w:type="spellEnd"/>
                </w:p>
              </w:tc>
              <w:tc>
                <w:tcPr>
                  <w:tcW w:w="552" w:type="dxa"/>
                  <w:vAlign w:val="center"/>
                  <w:hideMark/>
                </w:tcPr>
                <w:p w14:paraId="7A329FA4"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31ADF0C6"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7CF051F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2A859BDF"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62B97F7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015C070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428712C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52E837B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58D54167" w14:textId="77777777" w:rsidTr="007B65E0">
              <w:trPr>
                <w:trHeight w:val="46"/>
              </w:trPr>
              <w:tc>
                <w:tcPr>
                  <w:tcW w:w="1200" w:type="dxa"/>
                  <w:vMerge/>
                  <w:tcBorders>
                    <w:top w:val="nil"/>
                    <w:left w:val="single" w:sz="4" w:space="0" w:color="auto"/>
                    <w:bottom w:val="single" w:sz="4" w:space="0" w:color="auto"/>
                    <w:right w:val="single" w:sz="4" w:space="0" w:color="auto"/>
                  </w:tcBorders>
                  <w:vAlign w:val="center"/>
                  <w:hideMark/>
                </w:tcPr>
                <w:p w14:paraId="78FAA37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425EB7C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46BDC86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79BCFEB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6284854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10F9C3B2"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70D559D2" w14:textId="77777777" w:rsidTr="007B65E0">
              <w:trPr>
                <w:trHeight w:val="145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83B000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Mercredi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A7D1729"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01-août</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0BEE5B1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22910A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Vumbi</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C703F8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Vugombo</w:t>
                  </w:r>
                  <w:proofErr w:type="spellEnd"/>
                </w:p>
              </w:tc>
              <w:tc>
                <w:tcPr>
                  <w:tcW w:w="552" w:type="dxa"/>
                  <w:vAlign w:val="center"/>
                  <w:hideMark/>
                </w:tcPr>
                <w:p w14:paraId="49417FEC"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5847373B"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43E3CC5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15240E6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2348B67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378BFC0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1050260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6DCFCF0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2948F665"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3F1EC90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1B13997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59F253D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408796D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2CB22B8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4A3D35E2"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651CE81A"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6F214B9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6B5EDED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3196B97D"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7E56C7D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623DCF0F"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783D5CC5"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26AF2ACC" w14:textId="77777777" w:rsidTr="007B65E0">
              <w:trPr>
                <w:trHeight w:val="70"/>
              </w:trPr>
              <w:tc>
                <w:tcPr>
                  <w:tcW w:w="1200" w:type="dxa"/>
                  <w:vMerge/>
                  <w:tcBorders>
                    <w:top w:val="nil"/>
                    <w:left w:val="single" w:sz="4" w:space="0" w:color="auto"/>
                    <w:bottom w:val="single" w:sz="4" w:space="0" w:color="auto"/>
                    <w:right w:val="single" w:sz="4" w:space="0" w:color="auto"/>
                  </w:tcBorders>
                  <w:vAlign w:val="center"/>
                  <w:hideMark/>
                </w:tcPr>
                <w:p w14:paraId="2101151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4192356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2117461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14E80D5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25546C3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32C7665F"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6762A694" w14:textId="77777777" w:rsidTr="007B65E0">
              <w:trPr>
                <w:trHeight w:val="145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909973F"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Jeudi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FFC1C22"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02-août</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35D032C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F398C1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Ruhororo</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DBEEE0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Nyabiraba</w:t>
                  </w:r>
                  <w:proofErr w:type="spellEnd"/>
                </w:p>
              </w:tc>
              <w:tc>
                <w:tcPr>
                  <w:tcW w:w="552" w:type="dxa"/>
                  <w:vAlign w:val="center"/>
                  <w:hideMark/>
                </w:tcPr>
                <w:p w14:paraId="10BE161A"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4B658FB2"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4E9D726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0939BB5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06D4089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0F5A4D7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165B9CF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53A0659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7651571A" w14:textId="77777777" w:rsidTr="007B65E0">
              <w:trPr>
                <w:trHeight w:val="145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2466A9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lastRenderedPageBreak/>
                    <w:t>Vendredi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2741546"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03-août</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2A60DFE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617B0AC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Ruhororo</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858FD9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Nyabiraba</w:t>
                  </w:r>
                  <w:proofErr w:type="spellEnd"/>
                </w:p>
              </w:tc>
              <w:tc>
                <w:tcPr>
                  <w:tcW w:w="552" w:type="dxa"/>
                  <w:vAlign w:val="center"/>
                  <w:hideMark/>
                </w:tcPr>
                <w:p w14:paraId="19052B0D"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437E4B1E" w14:textId="77777777" w:rsidTr="007B65E0">
              <w:trPr>
                <w:trHeight w:val="70"/>
              </w:trPr>
              <w:tc>
                <w:tcPr>
                  <w:tcW w:w="1200" w:type="dxa"/>
                  <w:vMerge/>
                  <w:tcBorders>
                    <w:top w:val="nil"/>
                    <w:left w:val="single" w:sz="4" w:space="0" w:color="auto"/>
                    <w:bottom w:val="single" w:sz="4" w:space="0" w:color="auto"/>
                    <w:right w:val="single" w:sz="4" w:space="0" w:color="auto"/>
                  </w:tcBorders>
                  <w:vAlign w:val="center"/>
                  <w:hideMark/>
                </w:tcPr>
                <w:p w14:paraId="2987884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4F8464D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251E2DEE"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11D4CD6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2BD9401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487B768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3534711E" w14:textId="77777777" w:rsidTr="007B65E0">
              <w:trPr>
                <w:trHeight w:val="58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F149B5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samedi</w:t>
                  </w:r>
                </w:p>
              </w:tc>
              <w:tc>
                <w:tcPr>
                  <w:tcW w:w="1200" w:type="dxa"/>
                  <w:tcBorders>
                    <w:top w:val="nil"/>
                    <w:left w:val="nil"/>
                    <w:bottom w:val="single" w:sz="4" w:space="0" w:color="auto"/>
                    <w:right w:val="single" w:sz="4" w:space="0" w:color="auto"/>
                  </w:tcBorders>
                  <w:shd w:val="clear" w:color="auto" w:fill="auto"/>
                  <w:noWrap/>
                  <w:vAlign w:val="bottom"/>
                  <w:hideMark/>
                </w:tcPr>
                <w:p w14:paraId="3497F920"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04-août</w:t>
                  </w:r>
                </w:p>
              </w:tc>
              <w:tc>
                <w:tcPr>
                  <w:tcW w:w="2740" w:type="dxa"/>
                  <w:tcBorders>
                    <w:top w:val="nil"/>
                    <w:left w:val="nil"/>
                    <w:bottom w:val="single" w:sz="4" w:space="0" w:color="auto"/>
                    <w:right w:val="single" w:sz="4" w:space="0" w:color="auto"/>
                  </w:tcBorders>
                  <w:shd w:val="clear" w:color="auto" w:fill="auto"/>
                  <w:vAlign w:val="bottom"/>
                  <w:hideMark/>
                </w:tcPr>
                <w:p w14:paraId="453D140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tcBorders>
                    <w:top w:val="nil"/>
                    <w:left w:val="nil"/>
                    <w:bottom w:val="single" w:sz="4" w:space="0" w:color="auto"/>
                    <w:right w:val="single" w:sz="4" w:space="0" w:color="auto"/>
                  </w:tcBorders>
                  <w:shd w:val="clear" w:color="auto" w:fill="auto"/>
                  <w:noWrap/>
                  <w:vAlign w:val="bottom"/>
                  <w:hideMark/>
                </w:tcPr>
                <w:p w14:paraId="5335E40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_</w:t>
                  </w:r>
                </w:p>
              </w:tc>
              <w:tc>
                <w:tcPr>
                  <w:tcW w:w="1451" w:type="dxa"/>
                  <w:tcBorders>
                    <w:top w:val="nil"/>
                    <w:left w:val="nil"/>
                    <w:bottom w:val="single" w:sz="4" w:space="0" w:color="auto"/>
                    <w:right w:val="single" w:sz="4" w:space="0" w:color="auto"/>
                  </w:tcBorders>
                  <w:shd w:val="clear" w:color="auto" w:fill="auto"/>
                  <w:noWrap/>
                  <w:vAlign w:val="bottom"/>
                  <w:hideMark/>
                </w:tcPr>
                <w:p w14:paraId="55799CB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Nyabiraba</w:t>
                  </w:r>
                  <w:proofErr w:type="spellEnd"/>
                </w:p>
              </w:tc>
              <w:tc>
                <w:tcPr>
                  <w:tcW w:w="552" w:type="dxa"/>
                  <w:vAlign w:val="center"/>
                  <w:hideMark/>
                </w:tcPr>
                <w:p w14:paraId="357DC67D"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45378407" w14:textId="77777777" w:rsidTr="007B65E0">
              <w:trPr>
                <w:trHeight w:val="11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7E45F3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Lundi</w:t>
                  </w:r>
                </w:p>
              </w:tc>
              <w:tc>
                <w:tcPr>
                  <w:tcW w:w="1200" w:type="dxa"/>
                  <w:tcBorders>
                    <w:top w:val="nil"/>
                    <w:left w:val="nil"/>
                    <w:bottom w:val="single" w:sz="4" w:space="0" w:color="auto"/>
                    <w:right w:val="single" w:sz="4" w:space="0" w:color="auto"/>
                  </w:tcBorders>
                  <w:shd w:val="clear" w:color="auto" w:fill="auto"/>
                  <w:noWrap/>
                  <w:vAlign w:val="bottom"/>
                  <w:hideMark/>
                </w:tcPr>
                <w:p w14:paraId="4F25C095"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06-août</w:t>
                  </w:r>
                </w:p>
              </w:tc>
              <w:tc>
                <w:tcPr>
                  <w:tcW w:w="2740" w:type="dxa"/>
                  <w:tcBorders>
                    <w:top w:val="nil"/>
                    <w:left w:val="nil"/>
                    <w:bottom w:val="single" w:sz="4" w:space="0" w:color="auto"/>
                    <w:right w:val="single" w:sz="4" w:space="0" w:color="auto"/>
                  </w:tcBorders>
                  <w:shd w:val="clear" w:color="auto" w:fill="auto"/>
                  <w:vAlign w:val="bottom"/>
                  <w:hideMark/>
                </w:tcPr>
                <w:p w14:paraId="7659FAC7"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tcBorders>
                    <w:top w:val="nil"/>
                    <w:left w:val="nil"/>
                    <w:bottom w:val="single" w:sz="4" w:space="0" w:color="auto"/>
                    <w:right w:val="single" w:sz="4" w:space="0" w:color="auto"/>
                  </w:tcBorders>
                  <w:shd w:val="clear" w:color="auto" w:fill="auto"/>
                  <w:noWrap/>
                  <w:vAlign w:val="bottom"/>
                  <w:hideMark/>
                </w:tcPr>
                <w:p w14:paraId="74F69EA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Muyinga</w:t>
                  </w:r>
                  <w:proofErr w:type="spellEnd"/>
                </w:p>
              </w:tc>
              <w:tc>
                <w:tcPr>
                  <w:tcW w:w="1451" w:type="dxa"/>
                  <w:tcBorders>
                    <w:top w:val="nil"/>
                    <w:left w:val="nil"/>
                    <w:bottom w:val="single" w:sz="4" w:space="0" w:color="auto"/>
                    <w:right w:val="single" w:sz="4" w:space="0" w:color="auto"/>
                  </w:tcBorders>
                  <w:shd w:val="clear" w:color="auto" w:fill="auto"/>
                  <w:noWrap/>
                  <w:vAlign w:val="bottom"/>
                  <w:hideMark/>
                </w:tcPr>
                <w:p w14:paraId="343137F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Kanyosha</w:t>
                  </w:r>
                  <w:proofErr w:type="spellEnd"/>
                </w:p>
              </w:tc>
              <w:tc>
                <w:tcPr>
                  <w:tcW w:w="552" w:type="dxa"/>
                  <w:vAlign w:val="center"/>
                  <w:hideMark/>
                </w:tcPr>
                <w:p w14:paraId="5F3D1410"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1CBB663E" w14:textId="77777777" w:rsidTr="007B65E0">
              <w:trPr>
                <w:trHeight w:val="29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DD0CEB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mardi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E964773"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07-août</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763FD706"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A28EFA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Muyinga</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5F7D9D1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Kanyosha</w:t>
                  </w:r>
                  <w:proofErr w:type="spellEnd"/>
                </w:p>
              </w:tc>
              <w:tc>
                <w:tcPr>
                  <w:tcW w:w="552" w:type="dxa"/>
                  <w:vAlign w:val="center"/>
                  <w:hideMark/>
                </w:tcPr>
                <w:p w14:paraId="70FFB478"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4C37D4AE"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5C4E1BB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3B8AD28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57BAD5E9"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35AD422F"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52D0C630"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2E4FF35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46AE880C" w14:textId="77777777" w:rsidTr="007B65E0">
              <w:trPr>
                <w:trHeight w:val="290"/>
              </w:trPr>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4E7034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mercredi</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D74D1F7"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08-août</w:t>
                  </w:r>
                </w:p>
              </w:tc>
              <w:tc>
                <w:tcPr>
                  <w:tcW w:w="2740" w:type="dxa"/>
                  <w:vMerge w:val="restart"/>
                  <w:tcBorders>
                    <w:top w:val="nil"/>
                    <w:left w:val="single" w:sz="4" w:space="0" w:color="auto"/>
                    <w:bottom w:val="single" w:sz="4" w:space="0" w:color="auto"/>
                    <w:right w:val="single" w:sz="4" w:space="0" w:color="auto"/>
                  </w:tcBorders>
                  <w:shd w:val="clear" w:color="auto" w:fill="auto"/>
                  <w:vAlign w:val="bottom"/>
                  <w:hideMark/>
                </w:tcPr>
                <w:p w14:paraId="05A7EC8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6293A21"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Muyinga</w:t>
                  </w:r>
                  <w:proofErr w:type="spellEnd"/>
                </w:p>
              </w:tc>
              <w:tc>
                <w:tcPr>
                  <w:tcW w:w="1451"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46A7C3FA"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Kanyosha</w:t>
                  </w:r>
                  <w:proofErr w:type="spellEnd"/>
                </w:p>
              </w:tc>
              <w:tc>
                <w:tcPr>
                  <w:tcW w:w="552" w:type="dxa"/>
                  <w:vAlign w:val="center"/>
                  <w:hideMark/>
                </w:tcPr>
                <w:p w14:paraId="2D162C4E"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r w:rsidR="007B65E0" w:rsidRPr="00820D56" w14:paraId="24FD4561" w14:textId="77777777" w:rsidTr="007B65E0">
              <w:trPr>
                <w:trHeight w:val="290"/>
              </w:trPr>
              <w:tc>
                <w:tcPr>
                  <w:tcW w:w="1200" w:type="dxa"/>
                  <w:vMerge/>
                  <w:tcBorders>
                    <w:top w:val="nil"/>
                    <w:left w:val="single" w:sz="4" w:space="0" w:color="auto"/>
                    <w:bottom w:val="single" w:sz="4" w:space="0" w:color="auto"/>
                    <w:right w:val="single" w:sz="4" w:space="0" w:color="auto"/>
                  </w:tcBorders>
                  <w:vAlign w:val="center"/>
                  <w:hideMark/>
                </w:tcPr>
                <w:p w14:paraId="30A61ACA"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200" w:type="dxa"/>
                  <w:vMerge/>
                  <w:tcBorders>
                    <w:top w:val="nil"/>
                    <w:left w:val="single" w:sz="4" w:space="0" w:color="auto"/>
                    <w:bottom w:val="single" w:sz="4" w:space="0" w:color="auto"/>
                    <w:right w:val="single" w:sz="4" w:space="0" w:color="auto"/>
                  </w:tcBorders>
                  <w:vAlign w:val="center"/>
                  <w:hideMark/>
                </w:tcPr>
                <w:p w14:paraId="6F5E7678"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2740" w:type="dxa"/>
                  <w:vMerge/>
                  <w:tcBorders>
                    <w:top w:val="nil"/>
                    <w:left w:val="single" w:sz="4" w:space="0" w:color="auto"/>
                    <w:bottom w:val="single" w:sz="4" w:space="0" w:color="auto"/>
                    <w:right w:val="single" w:sz="4" w:space="0" w:color="auto"/>
                  </w:tcBorders>
                  <w:vAlign w:val="center"/>
                  <w:hideMark/>
                </w:tcPr>
                <w:p w14:paraId="15F3D78D"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659" w:type="dxa"/>
                  <w:vMerge/>
                  <w:tcBorders>
                    <w:top w:val="nil"/>
                    <w:left w:val="single" w:sz="4" w:space="0" w:color="auto"/>
                    <w:bottom w:val="single" w:sz="4" w:space="0" w:color="auto"/>
                    <w:right w:val="single" w:sz="4" w:space="0" w:color="auto"/>
                  </w:tcBorders>
                  <w:vAlign w:val="center"/>
                  <w:hideMark/>
                </w:tcPr>
                <w:p w14:paraId="46A0FCBC"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1451" w:type="dxa"/>
                  <w:vMerge/>
                  <w:tcBorders>
                    <w:top w:val="nil"/>
                    <w:left w:val="single" w:sz="4" w:space="0" w:color="auto"/>
                    <w:bottom w:val="single" w:sz="4" w:space="0" w:color="auto"/>
                    <w:right w:val="single" w:sz="4" w:space="0" w:color="auto"/>
                  </w:tcBorders>
                  <w:vAlign w:val="center"/>
                  <w:hideMark/>
                </w:tcPr>
                <w:p w14:paraId="290CA133"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c>
                <w:tcPr>
                  <w:tcW w:w="552" w:type="dxa"/>
                  <w:tcBorders>
                    <w:top w:val="nil"/>
                    <w:left w:val="nil"/>
                    <w:bottom w:val="nil"/>
                    <w:right w:val="nil"/>
                  </w:tcBorders>
                  <w:shd w:val="clear" w:color="auto" w:fill="auto"/>
                  <w:noWrap/>
                  <w:vAlign w:val="bottom"/>
                  <w:hideMark/>
                </w:tcPr>
                <w:p w14:paraId="6490E064"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
              </w:tc>
            </w:tr>
            <w:tr w:rsidR="007B65E0" w:rsidRPr="00820D56" w14:paraId="045B0354" w14:textId="77777777" w:rsidTr="007B65E0">
              <w:trPr>
                <w:trHeight w:val="58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35B670B"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jeudi</w:t>
                  </w:r>
                </w:p>
              </w:tc>
              <w:tc>
                <w:tcPr>
                  <w:tcW w:w="1200" w:type="dxa"/>
                  <w:tcBorders>
                    <w:top w:val="nil"/>
                    <w:left w:val="nil"/>
                    <w:bottom w:val="single" w:sz="4" w:space="0" w:color="auto"/>
                    <w:right w:val="single" w:sz="4" w:space="0" w:color="auto"/>
                  </w:tcBorders>
                  <w:shd w:val="clear" w:color="auto" w:fill="auto"/>
                  <w:noWrap/>
                  <w:vAlign w:val="bottom"/>
                  <w:hideMark/>
                </w:tcPr>
                <w:p w14:paraId="048CCB72" w14:textId="77777777" w:rsidR="007B65E0" w:rsidRPr="00820D56" w:rsidRDefault="007B65E0" w:rsidP="007B65E0">
                  <w:pPr>
                    <w:spacing w:after="0" w:line="240" w:lineRule="auto"/>
                    <w:jc w:val="right"/>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09-août</w:t>
                  </w:r>
                </w:p>
              </w:tc>
              <w:tc>
                <w:tcPr>
                  <w:tcW w:w="2740" w:type="dxa"/>
                  <w:tcBorders>
                    <w:top w:val="nil"/>
                    <w:left w:val="nil"/>
                    <w:bottom w:val="single" w:sz="4" w:space="0" w:color="auto"/>
                    <w:right w:val="single" w:sz="4" w:space="0" w:color="auto"/>
                  </w:tcBorders>
                  <w:shd w:val="clear" w:color="auto" w:fill="auto"/>
                  <w:vAlign w:val="bottom"/>
                  <w:hideMark/>
                </w:tcPr>
                <w:p w14:paraId="28657B9A"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créer et mettre en place les cercles zonaux</w:t>
                  </w:r>
                </w:p>
              </w:tc>
              <w:tc>
                <w:tcPr>
                  <w:tcW w:w="1659" w:type="dxa"/>
                  <w:tcBorders>
                    <w:top w:val="nil"/>
                    <w:left w:val="nil"/>
                    <w:bottom w:val="single" w:sz="4" w:space="0" w:color="auto"/>
                    <w:right w:val="single" w:sz="4" w:space="0" w:color="auto"/>
                  </w:tcBorders>
                  <w:shd w:val="clear" w:color="auto" w:fill="auto"/>
                  <w:noWrap/>
                  <w:vAlign w:val="bottom"/>
                  <w:hideMark/>
                </w:tcPr>
                <w:p w14:paraId="58439CB5"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proofErr w:type="spellStart"/>
                  <w:r w:rsidRPr="00820D56">
                    <w:rPr>
                      <w:rFonts w:ascii="Calibri" w:eastAsia="Times New Roman" w:hAnsi="Calibri" w:cs="Calibri"/>
                      <w:color w:val="000000"/>
                      <w:sz w:val="22"/>
                      <w:szCs w:val="22"/>
                      <w:lang w:eastAsia="fr-FR"/>
                    </w:rPr>
                    <w:t>muyinga</w:t>
                  </w:r>
                  <w:proofErr w:type="spellEnd"/>
                </w:p>
              </w:tc>
              <w:tc>
                <w:tcPr>
                  <w:tcW w:w="1451" w:type="dxa"/>
                  <w:tcBorders>
                    <w:top w:val="nil"/>
                    <w:left w:val="nil"/>
                    <w:bottom w:val="single" w:sz="4" w:space="0" w:color="auto"/>
                    <w:right w:val="single" w:sz="4" w:space="0" w:color="auto"/>
                  </w:tcBorders>
                  <w:shd w:val="clear" w:color="auto" w:fill="auto"/>
                  <w:noWrap/>
                  <w:vAlign w:val="bottom"/>
                  <w:hideMark/>
                </w:tcPr>
                <w:p w14:paraId="34DFBCD2" w14:textId="77777777" w:rsidR="007B65E0" w:rsidRPr="00820D56" w:rsidRDefault="007B65E0" w:rsidP="007B65E0">
                  <w:pPr>
                    <w:spacing w:after="0" w:line="240" w:lineRule="auto"/>
                    <w:rPr>
                      <w:rFonts w:ascii="Calibri" w:eastAsia="Times New Roman" w:hAnsi="Calibri" w:cs="Calibri"/>
                      <w:color w:val="000000"/>
                      <w:sz w:val="22"/>
                      <w:szCs w:val="22"/>
                      <w:lang w:eastAsia="fr-FR"/>
                    </w:rPr>
                  </w:pPr>
                  <w:r w:rsidRPr="00820D56">
                    <w:rPr>
                      <w:rFonts w:ascii="Calibri" w:eastAsia="Times New Roman" w:hAnsi="Calibri" w:cs="Calibri"/>
                      <w:color w:val="000000"/>
                      <w:sz w:val="22"/>
                      <w:szCs w:val="22"/>
                      <w:lang w:eastAsia="fr-FR"/>
                    </w:rPr>
                    <w:t>_</w:t>
                  </w:r>
                </w:p>
              </w:tc>
              <w:tc>
                <w:tcPr>
                  <w:tcW w:w="552" w:type="dxa"/>
                  <w:vAlign w:val="center"/>
                  <w:hideMark/>
                </w:tcPr>
                <w:p w14:paraId="065BA1CE" w14:textId="77777777" w:rsidR="007B65E0" w:rsidRPr="00820D56" w:rsidRDefault="007B65E0" w:rsidP="007B65E0">
                  <w:pPr>
                    <w:spacing w:after="0" w:line="240" w:lineRule="auto"/>
                    <w:rPr>
                      <w:rFonts w:ascii="Times New Roman" w:eastAsia="Times New Roman" w:hAnsi="Times New Roman" w:cs="Times New Roman"/>
                      <w:sz w:val="22"/>
                      <w:szCs w:val="22"/>
                      <w:lang w:eastAsia="fr-FR"/>
                    </w:rPr>
                  </w:pPr>
                </w:p>
              </w:tc>
            </w:tr>
          </w:tbl>
          <w:p w14:paraId="371FCC72" w14:textId="5F6628C3" w:rsidR="00CA780A" w:rsidRPr="003F6F0A" w:rsidRDefault="00CA780A" w:rsidP="003F6F0A">
            <w:pPr>
              <w:ind w:right="185"/>
              <w:jc w:val="both"/>
              <w:rPr>
                <w:rFonts w:ascii="Times New Roman" w:hAnsi="Times New Roman" w:cs="Times New Roman"/>
                <w:color w:val="000000" w:themeColor="text1"/>
                <w:sz w:val="24"/>
                <w:szCs w:val="24"/>
              </w:rPr>
            </w:pPr>
          </w:p>
        </w:tc>
      </w:tr>
      <w:bookmarkEnd w:id="1"/>
      <w:tr w:rsidR="002B1681" w:rsidRPr="00F0010F" w14:paraId="775C5930" w14:textId="77777777" w:rsidTr="005A06A7">
        <w:trPr>
          <w:trHeight w:val="3789"/>
        </w:trPr>
        <w:tc>
          <w:tcPr>
            <w:tcW w:w="1844" w:type="dxa"/>
            <w:shd w:val="clear" w:color="auto" w:fill="DBE5F1" w:themeFill="accent1" w:themeFillTint="33"/>
          </w:tcPr>
          <w:p w14:paraId="45575702" w14:textId="60ABA833" w:rsidR="002B1681" w:rsidRPr="00F0010F" w:rsidRDefault="002B1681" w:rsidP="002B1681">
            <w:pPr>
              <w:spacing w:after="160" w:line="259" w:lineRule="auto"/>
              <w:jc w:val="both"/>
              <w:rPr>
                <w:rFonts w:ascii="Times New Roman" w:eastAsia="Times New Roman" w:hAnsi="Times New Roman" w:cs="Times New Roman"/>
                <w:color w:val="000000"/>
                <w:sz w:val="24"/>
                <w:szCs w:val="24"/>
                <w:lang w:eastAsia="fr-FR"/>
              </w:rPr>
            </w:pPr>
            <w:r w:rsidRPr="00F0010F">
              <w:rPr>
                <w:rFonts w:ascii="Times New Roman" w:eastAsia="Times New Roman" w:hAnsi="Times New Roman" w:cs="Times New Roman"/>
                <w:color w:val="000000"/>
                <w:sz w:val="24"/>
                <w:szCs w:val="24"/>
                <w:lang w:eastAsia="fr-FR"/>
              </w:rPr>
              <w:lastRenderedPageBreak/>
              <w:t>Budget</w:t>
            </w:r>
          </w:p>
        </w:tc>
        <w:tc>
          <w:tcPr>
            <w:tcW w:w="8788" w:type="dxa"/>
            <w:tcBorders>
              <w:top w:val="single" w:sz="4" w:space="0" w:color="auto"/>
            </w:tcBorders>
          </w:tcPr>
          <w:tbl>
            <w:tblPr>
              <w:tblW w:w="8190" w:type="dxa"/>
              <w:tblLayout w:type="fixed"/>
              <w:tblCellMar>
                <w:left w:w="70" w:type="dxa"/>
                <w:right w:w="70" w:type="dxa"/>
              </w:tblCellMar>
              <w:tblLook w:val="04A0" w:firstRow="1" w:lastRow="0" w:firstColumn="1" w:lastColumn="0" w:noHBand="0" w:noVBand="1"/>
            </w:tblPr>
            <w:tblGrid>
              <w:gridCol w:w="712"/>
              <w:gridCol w:w="101"/>
              <w:gridCol w:w="1801"/>
              <w:gridCol w:w="1029"/>
              <w:gridCol w:w="61"/>
              <w:gridCol w:w="968"/>
              <w:gridCol w:w="122"/>
              <w:gridCol w:w="907"/>
              <w:gridCol w:w="183"/>
              <w:gridCol w:w="854"/>
              <w:gridCol w:w="236"/>
              <w:gridCol w:w="1096"/>
              <w:gridCol w:w="120"/>
            </w:tblGrid>
            <w:tr w:rsidR="00B92953" w:rsidRPr="00B92953" w14:paraId="18E13109" w14:textId="77777777" w:rsidTr="002F2839">
              <w:trPr>
                <w:gridAfter w:val="1"/>
                <w:wAfter w:w="66" w:type="dxa"/>
                <w:trHeight w:val="222"/>
              </w:trPr>
              <w:tc>
                <w:tcPr>
                  <w:tcW w:w="712" w:type="dxa"/>
                  <w:tcBorders>
                    <w:top w:val="nil"/>
                    <w:left w:val="nil"/>
                    <w:bottom w:val="nil"/>
                    <w:right w:val="nil"/>
                  </w:tcBorders>
                  <w:shd w:val="clear" w:color="auto" w:fill="auto"/>
                  <w:noWrap/>
                  <w:vAlign w:val="bottom"/>
                  <w:hideMark/>
                </w:tcPr>
                <w:p w14:paraId="77517140" w14:textId="688CE43D" w:rsidR="00B92953" w:rsidRPr="00B92953" w:rsidRDefault="00B92953" w:rsidP="00B92953">
                  <w:pPr>
                    <w:spacing w:before="0" w:after="0" w:line="240" w:lineRule="auto"/>
                    <w:rPr>
                      <w:rFonts w:ascii="Calibri" w:eastAsia="Times New Roman" w:hAnsi="Calibri" w:cs="Calibri"/>
                      <w:color w:val="000000"/>
                      <w:sz w:val="22"/>
                      <w:szCs w:val="22"/>
                      <w:lang w:eastAsia="fr-FR"/>
                    </w:rPr>
                  </w:pPr>
                </w:p>
                <w:tbl>
                  <w:tblPr>
                    <w:tblW w:w="754" w:type="dxa"/>
                    <w:tblCellSpacing w:w="0" w:type="dxa"/>
                    <w:tblLayout w:type="fixed"/>
                    <w:tblCellMar>
                      <w:left w:w="0" w:type="dxa"/>
                      <w:right w:w="0" w:type="dxa"/>
                    </w:tblCellMar>
                    <w:tblLook w:val="04A0" w:firstRow="1" w:lastRow="0" w:firstColumn="1" w:lastColumn="0" w:noHBand="0" w:noVBand="1"/>
                  </w:tblPr>
                  <w:tblGrid>
                    <w:gridCol w:w="754"/>
                  </w:tblGrid>
                  <w:tr w:rsidR="00B92953" w:rsidRPr="00B92953" w14:paraId="6BF07E51" w14:textId="77777777" w:rsidTr="002F2839">
                    <w:trPr>
                      <w:trHeight w:val="180"/>
                      <w:tblCellSpacing w:w="0" w:type="dxa"/>
                    </w:trPr>
                    <w:tc>
                      <w:tcPr>
                        <w:tcW w:w="754" w:type="dxa"/>
                        <w:tcBorders>
                          <w:top w:val="nil"/>
                          <w:left w:val="nil"/>
                          <w:bottom w:val="nil"/>
                          <w:right w:val="nil"/>
                        </w:tcBorders>
                        <w:shd w:val="clear" w:color="auto" w:fill="auto"/>
                        <w:noWrap/>
                        <w:vAlign w:val="bottom"/>
                        <w:hideMark/>
                      </w:tcPr>
                      <w:p w14:paraId="0A72AA00" w14:textId="77777777" w:rsidR="00B92953" w:rsidRPr="00B92953" w:rsidRDefault="00B92953" w:rsidP="00B92953">
                        <w:pPr>
                          <w:spacing w:before="0" w:after="0" w:line="240" w:lineRule="auto"/>
                          <w:rPr>
                            <w:rFonts w:ascii="Calibri" w:eastAsia="Times New Roman" w:hAnsi="Calibri" w:cs="Calibri"/>
                            <w:color w:val="000000"/>
                            <w:sz w:val="22"/>
                            <w:szCs w:val="22"/>
                            <w:lang w:eastAsia="fr-FR"/>
                          </w:rPr>
                        </w:pPr>
                      </w:p>
                    </w:tc>
                  </w:tr>
                </w:tbl>
                <w:p w14:paraId="042ACBBC" w14:textId="77777777" w:rsidR="00B92953" w:rsidRPr="00B92953" w:rsidRDefault="00B92953" w:rsidP="00B92953">
                  <w:pPr>
                    <w:spacing w:before="0" w:after="0" w:line="240" w:lineRule="auto"/>
                    <w:rPr>
                      <w:rFonts w:ascii="Calibri" w:eastAsia="Times New Roman" w:hAnsi="Calibri" w:cs="Calibri"/>
                      <w:color w:val="000000"/>
                      <w:sz w:val="22"/>
                      <w:szCs w:val="22"/>
                      <w:lang w:eastAsia="fr-FR"/>
                    </w:rPr>
                  </w:pPr>
                </w:p>
              </w:tc>
              <w:tc>
                <w:tcPr>
                  <w:tcW w:w="1897" w:type="dxa"/>
                  <w:gridSpan w:val="2"/>
                  <w:tcBorders>
                    <w:top w:val="nil"/>
                    <w:left w:val="nil"/>
                    <w:bottom w:val="nil"/>
                    <w:right w:val="nil"/>
                  </w:tcBorders>
                  <w:shd w:val="clear" w:color="auto" w:fill="auto"/>
                  <w:noWrap/>
                  <w:vAlign w:val="bottom"/>
                  <w:hideMark/>
                </w:tcPr>
                <w:p w14:paraId="78D6AAC2"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5E61CEE8"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694B92FD"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1352E5A8"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6E41072A"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4FBCCBBF"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r w:rsidR="00110C26" w:rsidRPr="00110C26" w14:paraId="49AA9827" w14:textId="77777777" w:rsidTr="002F2839">
              <w:trPr>
                <w:trHeight w:val="180"/>
              </w:trPr>
              <w:tc>
                <w:tcPr>
                  <w:tcW w:w="81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70CF0"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 </w:t>
                  </w: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14:paraId="7F28138C"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Item</w:t>
                  </w:r>
                </w:p>
              </w:tc>
              <w:tc>
                <w:tcPr>
                  <w:tcW w:w="1029" w:type="dxa"/>
                  <w:tcBorders>
                    <w:top w:val="single" w:sz="4" w:space="0" w:color="auto"/>
                    <w:left w:val="nil"/>
                    <w:bottom w:val="single" w:sz="4" w:space="0" w:color="auto"/>
                    <w:right w:val="single" w:sz="4" w:space="0" w:color="auto"/>
                  </w:tcBorders>
                  <w:shd w:val="clear" w:color="auto" w:fill="auto"/>
                  <w:noWrap/>
                  <w:vAlign w:val="bottom"/>
                  <w:hideMark/>
                </w:tcPr>
                <w:p w14:paraId="3F82E330"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Unité</w:t>
                  </w:r>
                </w:p>
              </w:tc>
              <w:tc>
                <w:tcPr>
                  <w:tcW w:w="1029"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526FB2"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340C76">
                    <w:rPr>
                      <w:rFonts w:ascii="Calibri" w:eastAsia="Times New Roman" w:hAnsi="Calibri" w:cs="Calibri"/>
                      <w:b/>
                      <w:bCs/>
                      <w:color w:val="000000"/>
                      <w:sz w:val="22"/>
                      <w:szCs w:val="22"/>
                      <w:lang w:eastAsia="fr-FR"/>
                    </w:rPr>
                    <w:t>Nombre</w:t>
                  </w:r>
                </w:p>
              </w:tc>
              <w:tc>
                <w:tcPr>
                  <w:tcW w:w="1029" w:type="dxa"/>
                  <w:gridSpan w:val="2"/>
                  <w:tcBorders>
                    <w:top w:val="single" w:sz="4" w:space="0" w:color="auto"/>
                    <w:left w:val="nil"/>
                    <w:bottom w:val="single" w:sz="4" w:space="0" w:color="auto"/>
                    <w:right w:val="single" w:sz="4" w:space="0" w:color="auto"/>
                  </w:tcBorders>
                  <w:shd w:val="clear" w:color="auto" w:fill="auto"/>
                  <w:noWrap/>
                  <w:vAlign w:val="bottom"/>
                  <w:hideMark/>
                </w:tcPr>
                <w:p w14:paraId="4493CF8A"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proofErr w:type="spellStart"/>
                  <w:r w:rsidRPr="00340C76">
                    <w:rPr>
                      <w:rFonts w:ascii="Calibri" w:eastAsia="Times New Roman" w:hAnsi="Calibri" w:cs="Calibri"/>
                      <w:b/>
                      <w:bCs/>
                      <w:color w:val="000000"/>
                      <w:sz w:val="22"/>
                      <w:szCs w:val="22"/>
                      <w:lang w:eastAsia="fr-FR"/>
                    </w:rPr>
                    <w:t>F</w:t>
                  </w:r>
                  <w:r w:rsidRPr="00110C26">
                    <w:rPr>
                      <w:rFonts w:ascii="Calibri" w:eastAsia="Times New Roman" w:hAnsi="Calibri" w:cs="Calibri"/>
                      <w:b/>
                      <w:bCs/>
                      <w:color w:val="000000"/>
                      <w:sz w:val="22"/>
                      <w:szCs w:val="22"/>
                      <w:lang w:eastAsia="fr-FR"/>
                    </w:rPr>
                    <w:t>r</w:t>
                  </w:r>
                  <w:r w:rsidRPr="00340C76">
                    <w:rPr>
                      <w:rFonts w:ascii="Calibri" w:eastAsia="Times New Roman" w:hAnsi="Calibri" w:cs="Calibri"/>
                      <w:b/>
                      <w:bCs/>
                      <w:color w:val="000000"/>
                      <w:sz w:val="22"/>
                      <w:szCs w:val="22"/>
                      <w:lang w:eastAsia="fr-FR"/>
                    </w:rPr>
                    <w:t>é</w:t>
                  </w:r>
                  <w:r w:rsidRPr="00110C26">
                    <w:rPr>
                      <w:rFonts w:ascii="Calibri" w:eastAsia="Times New Roman" w:hAnsi="Calibri" w:cs="Calibri"/>
                      <w:b/>
                      <w:bCs/>
                      <w:color w:val="000000"/>
                      <w:sz w:val="22"/>
                      <w:szCs w:val="22"/>
                      <w:lang w:eastAsia="fr-FR"/>
                    </w:rPr>
                    <w:t>q</w:t>
                  </w:r>
                  <w:proofErr w:type="spellEnd"/>
                </w:p>
              </w:tc>
              <w:tc>
                <w:tcPr>
                  <w:tcW w:w="10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8DACBC"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Prix Unitaire</w:t>
                  </w:r>
                </w:p>
              </w:tc>
              <w:tc>
                <w:tcPr>
                  <w:tcW w:w="1452"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288CB3"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 xml:space="preserve"> TOTAL BIF </w:t>
                  </w:r>
                </w:p>
              </w:tc>
            </w:tr>
            <w:tr w:rsidR="00110C26" w:rsidRPr="00110C26" w14:paraId="70D7EA0E" w14:textId="77777777" w:rsidTr="002F2839">
              <w:trPr>
                <w:trHeight w:val="363"/>
              </w:trPr>
              <w:tc>
                <w:tcPr>
                  <w:tcW w:w="8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9BE3F0"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w:t>
                  </w:r>
                </w:p>
              </w:tc>
              <w:tc>
                <w:tcPr>
                  <w:tcW w:w="1801" w:type="dxa"/>
                  <w:tcBorders>
                    <w:top w:val="nil"/>
                    <w:left w:val="nil"/>
                    <w:bottom w:val="single" w:sz="4" w:space="0" w:color="auto"/>
                    <w:right w:val="single" w:sz="4" w:space="0" w:color="auto"/>
                  </w:tcBorders>
                  <w:shd w:val="clear" w:color="auto" w:fill="auto"/>
                  <w:vAlign w:val="bottom"/>
                  <w:hideMark/>
                </w:tcPr>
                <w:p w14:paraId="67844ADF" w14:textId="77777777" w:rsid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F</w:t>
                  </w:r>
                  <w:r>
                    <w:rPr>
                      <w:rFonts w:ascii="Calibri" w:eastAsia="Times New Roman" w:hAnsi="Calibri" w:cs="Calibri"/>
                      <w:color w:val="000000"/>
                      <w:sz w:val="22"/>
                      <w:szCs w:val="22"/>
                      <w:lang w:eastAsia="fr-FR"/>
                    </w:rPr>
                    <w:t>rais</w:t>
                  </w:r>
                  <w:r w:rsidRPr="00110C26">
                    <w:rPr>
                      <w:rFonts w:ascii="Calibri" w:eastAsia="Times New Roman" w:hAnsi="Calibri" w:cs="Calibri"/>
                      <w:color w:val="000000"/>
                      <w:sz w:val="22"/>
                      <w:szCs w:val="22"/>
                      <w:lang w:eastAsia="fr-FR"/>
                    </w:rPr>
                    <w:t xml:space="preserve"> </w:t>
                  </w:r>
                  <w:r>
                    <w:rPr>
                      <w:rFonts w:ascii="Calibri" w:eastAsia="Times New Roman" w:hAnsi="Calibri" w:cs="Calibri"/>
                      <w:color w:val="000000"/>
                      <w:sz w:val="22"/>
                      <w:szCs w:val="22"/>
                      <w:lang w:eastAsia="fr-FR"/>
                    </w:rPr>
                    <w:t>de</w:t>
                  </w:r>
                  <w:r w:rsidRPr="00110C26">
                    <w:rPr>
                      <w:rFonts w:ascii="Calibri" w:eastAsia="Times New Roman" w:hAnsi="Calibri" w:cs="Calibri"/>
                      <w:color w:val="000000"/>
                      <w:sz w:val="22"/>
                      <w:szCs w:val="22"/>
                      <w:lang w:eastAsia="fr-FR"/>
                    </w:rPr>
                    <w:t xml:space="preserve"> </w:t>
                  </w:r>
                  <w:r>
                    <w:rPr>
                      <w:rFonts w:ascii="Calibri" w:eastAsia="Times New Roman" w:hAnsi="Calibri" w:cs="Calibri"/>
                      <w:color w:val="000000"/>
                      <w:sz w:val="22"/>
                      <w:szCs w:val="22"/>
                      <w:lang w:eastAsia="fr-FR"/>
                    </w:rPr>
                    <w:t>transport</w:t>
                  </w:r>
                </w:p>
                <w:p w14:paraId="5939414D"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JR en campagne</w:t>
                  </w:r>
                </w:p>
              </w:tc>
              <w:tc>
                <w:tcPr>
                  <w:tcW w:w="1029" w:type="dxa"/>
                  <w:tcBorders>
                    <w:top w:val="nil"/>
                    <w:left w:val="nil"/>
                    <w:bottom w:val="single" w:sz="4" w:space="0" w:color="auto"/>
                    <w:right w:val="single" w:sz="4" w:space="0" w:color="auto"/>
                  </w:tcBorders>
                  <w:shd w:val="clear" w:color="auto" w:fill="auto"/>
                  <w:noWrap/>
                  <w:vAlign w:val="bottom"/>
                  <w:hideMark/>
                </w:tcPr>
                <w:p w14:paraId="048AFD38"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proofErr w:type="spellStart"/>
                  <w:r w:rsidRPr="00110C26">
                    <w:rPr>
                      <w:rFonts w:ascii="Calibri" w:eastAsia="Times New Roman" w:hAnsi="Calibri" w:cs="Calibri"/>
                      <w:color w:val="000000"/>
                      <w:sz w:val="22"/>
                      <w:szCs w:val="22"/>
                      <w:lang w:eastAsia="fr-FR"/>
                    </w:rPr>
                    <w:t>persn</w:t>
                  </w:r>
                  <w:proofErr w:type="spellEnd"/>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63210371"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2</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048DE570"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18</w:t>
                  </w:r>
                </w:p>
              </w:tc>
              <w:tc>
                <w:tcPr>
                  <w:tcW w:w="1035" w:type="dxa"/>
                  <w:gridSpan w:val="2"/>
                  <w:tcBorders>
                    <w:top w:val="nil"/>
                    <w:left w:val="nil"/>
                    <w:bottom w:val="single" w:sz="4" w:space="0" w:color="auto"/>
                    <w:right w:val="single" w:sz="4" w:space="0" w:color="auto"/>
                  </w:tcBorders>
                  <w:shd w:val="clear" w:color="auto" w:fill="auto"/>
                  <w:noWrap/>
                  <w:vAlign w:val="bottom"/>
                  <w:hideMark/>
                </w:tcPr>
                <w:p w14:paraId="52A7B5EE"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20000</w:t>
                  </w:r>
                </w:p>
              </w:tc>
              <w:tc>
                <w:tcPr>
                  <w:tcW w:w="1452" w:type="dxa"/>
                  <w:gridSpan w:val="3"/>
                  <w:tcBorders>
                    <w:top w:val="nil"/>
                    <w:left w:val="nil"/>
                    <w:bottom w:val="single" w:sz="4" w:space="0" w:color="auto"/>
                    <w:right w:val="single" w:sz="4" w:space="0" w:color="auto"/>
                  </w:tcBorders>
                  <w:shd w:val="clear" w:color="auto" w:fill="auto"/>
                  <w:noWrap/>
                  <w:vAlign w:val="bottom"/>
                  <w:hideMark/>
                </w:tcPr>
                <w:p w14:paraId="06FB46CD" w14:textId="4DDE3D50"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720</w:t>
                  </w:r>
                  <w:r>
                    <w:rPr>
                      <w:rFonts w:ascii="Calibri" w:eastAsia="Times New Roman" w:hAnsi="Calibri" w:cs="Calibri"/>
                      <w:color w:val="000000"/>
                      <w:sz w:val="22"/>
                      <w:szCs w:val="22"/>
                      <w:lang w:eastAsia="fr-FR"/>
                    </w:rPr>
                    <w:t> .</w:t>
                  </w:r>
                  <w:r w:rsidRPr="00110C26">
                    <w:rPr>
                      <w:rFonts w:ascii="Calibri" w:eastAsia="Times New Roman" w:hAnsi="Calibri" w:cs="Calibri"/>
                      <w:color w:val="000000"/>
                      <w:sz w:val="22"/>
                      <w:szCs w:val="22"/>
                      <w:lang w:eastAsia="fr-FR"/>
                    </w:rPr>
                    <w:t>000</w:t>
                  </w:r>
                </w:p>
              </w:tc>
            </w:tr>
            <w:tr w:rsidR="00110C26" w:rsidRPr="00110C26" w14:paraId="2C90F89B" w14:textId="77777777" w:rsidTr="002F2839">
              <w:trPr>
                <w:trHeight w:val="180"/>
              </w:trPr>
              <w:tc>
                <w:tcPr>
                  <w:tcW w:w="8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3B1525"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2</w:t>
                  </w:r>
                </w:p>
              </w:tc>
              <w:tc>
                <w:tcPr>
                  <w:tcW w:w="1801" w:type="dxa"/>
                  <w:tcBorders>
                    <w:top w:val="nil"/>
                    <w:left w:val="nil"/>
                    <w:bottom w:val="single" w:sz="4" w:space="0" w:color="auto"/>
                    <w:right w:val="single" w:sz="4" w:space="0" w:color="auto"/>
                  </w:tcBorders>
                  <w:shd w:val="clear" w:color="auto" w:fill="auto"/>
                  <w:vAlign w:val="bottom"/>
                  <w:hideMark/>
                </w:tcPr>
                <w:p w14:paraId="43A7023C"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Location véhicule</w:t>
                  </w:r>
                </w:p>
              </w:tc>
              <w:tc>
                <w:tcPr>
                  <w:tcW w:w="1029" w:type="dxa"/>
                  <w:tcBorders>
                    <w:top w:val="nil"/>
                    <w:left w:val="nil"/>
                    <w:bottom w:val="single" w:sz="4" w:space="0" w:color="auto"/>
                    <w:right w:val="single" w:sz="4" w:space="0" w:color="auto"/>
                  </w:tcBorders>
                  <w:shd w:val="clear" w:color="auto" w:fill="auto"/>
                  <w:noWrap/>
                  <w:vAlign w:val="bottom"/>
                  <w:hideMark/>
                </w:tcPr>
                <w:p w14:paraId="790D90CF"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jour</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18794D50"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0097B023"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18</w:t>
                  </w:r>
                </w:p>
              </w:tc>
              <w:tc>
                <w:tcPr>
                  <w:tcW w:w="1035" w:type="dxa"/>
                  <w:gridSpan w:val="2"/>
                  <w:tcBorders>
                    <w:top w:val="nil"/>
                    <w:left w:val="nil"/>
                    <w:bottom w:val="single" w:sz="4" w:space="0" w:color="auto"/>
                    <w:right w:val="single" w:sz="4" w:space="0" w:color="auto"/>
                  </w:tcBorders>
                  <w:shd w:val="clear" w:color="auto" w:fill="auto"/>
                  <w:noWrap/>
                  <w:vAlign w:val="bottom"/>
                  <w:hideMark/>
                </w:tcPr>
                <w:p w14:paraId="564CD96C"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150000</w:t>
                  </w:r>
                </w:p>
              </w:tc>
              <w:tc>
                <w:tcPr>
                  <w:tcW w:w="1452" w:type="dxa"/>
                  <w:gridSpan w:val="3"/>
                  <w:tcBorders>
                    <w:top w:val="nil"/>
                    <w:left w:val="nil"/>
                    <w:bottom w:val="single" w:sz="4" w:space="0" w:color="auto"/>
                    <w:right w:val="single" w:sz="4" w:space="0" w:color="auto"/>
                  </w:tcBorders>
                  <w:shd w:val="clear" w:color="auto" w:fill="auto"/>
                  <w:noWrap/>
                  <w:vAlign w:val="bottom"/>
                  <w:hideMark/>
                </w:tcPr>
                <w:p w14:paraId="5D3DF29A" w14:textId="5F76F072"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2</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700</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000</w:t>
                  </w:r>
                </w:p>
              </w:tc>
            </w:tr>
            <w:tr w:rsidR="00110C26" w:rsidRPr="00110C26" w14:paraId="36063D49" w14:textId="77777777" w:rsidTr="002F2839">
              <w:trPr>
                <w:trHeight w:val="180"/>
              </w:trPr>
              <w:tc>
                <w:tcPr>
                  <w:tcW w:w="8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9E130C"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3</w:t>
                  </w:r>
                </w:p>
              </w:tc>
              <w:tc>
                <w:tcPr>
                  <w:tcW w:w="1801" w:type="dxa"/>
                  <w:tcBorders>
                    <w:top w:val="nil"/>
                    <w:left w:val="nil"/>
                    <w:bottom w:val="single" w:sz="4" w:space="0" w:color="auto"/>
                    <w:right w:val="single" w:sz="4" w:space="0" w:color="auto"/>
                  </w:tcBorders>
                  <w:shd w:val="clear" w:color="auto" w:fill="auto"/>
                  <w:noWrap/>
                  <w:vAlign w:val="bottom"/>
                  <w:hideMark/>
                </w:tcPr>
                <w:p w14:paraId="5B4D8ACD"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Carburant</w:t>
                  </w:r>
                </w:p>
              </w:tc>
              <w:tc>
                <w:tcPr>
                  <w:tcW w:w="1029" w:type="dxa"/>
                  <w:tcBorders>
                    <w:top w:val="nil"/>
                    <w:left w:val="nil"/>
                    <w:bottom w:val="single" w:sz="4" w:space="0" w:color="auto"/>
                    <w:right w:val="single" w:sz="4" w:space="0" w:color="auto"/>
                  </w:tcBorders>
                  <w:shd w:val="clear" w:color="auto" w:fill="auto"/>
                  <w:noWrap/>
                  <w:vAlign w:val="bottom"/>
                  <w:hideMark/>
                </w:tcPr>
                <w:p w14:paraId="48D2B356" w14:textId="6EAC69C0"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 </w:t>
                  </w:r>
                  <w:r w:rsidR="003F6F0A">
                    <w:rPr>
                      <w:rFonts w:ascii="Calibri" w:eastAsia="Times New Roman" w:hAnsi="Calibri" w:cs="Calibri"/>
                      <w:color w:val="000000"/>
                      <w:sz w:val="22"/>
                      <w:szCs w:val="22"/>
                      <w:lang w:eastAsia="fr-FR"/>
                    </w:rPr>
                    <w:t>L</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5636D46A"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45</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107FCF1C"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6</w:t>
                  </w:r>
                </w:p>
              </w:tc>
              <w:tc>
                <w:tcPr>
                  <w:tcW w:w="1035" w:type="dxa"/>
                  <w:gridSpan w:val="2"/>
                  <w:tcBorders>
                    <w:top w:val="nil"/>
                    <w:left w:val="nil"/>
                    <w:bottom w:val="single" w:sz="4" w:space="0" w:color="auto"/>
                    <w:right w:val="single" w:sz="4" w:space="0" w:color="auto"/>
                  </w:tcBorders>
                  <w:shd w:val="clear" w:color="auto" w:fill="auto"/>
                  <w:noWrap/>
                  <w:vAlign w:val="bottom"/>
                  <w:hideMark/>
                </w:tcPr>
                <w:p w14:paraId="12392E88"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4000</w:t>
                  </w:r>
                </w:p>
              </w:tc>
              <w:tc>
                <w:tcPr>
                  <w:tcW w:w="1452" w:type="dxa"/>
                  <w:gridSpan w:val="3"/>
                  <w:tcBorders>
                    <w:top w:val="nil"/>
                    <w:left w:val="nil"/>
                    <w:bottom w:val="single" w:sz="4" w:space="0" w:color="auto"/>
                    <w:right w:val="single" w:sz="4" w:space="0" w:color="auto"/>
                  </w:tcBorders>
                  <w:shd w:val="clear" w:color="auto" w:fill="auto"/>
                  <w:noWrap/>
                  <w:vAlign w:val="bottom"/>
                  <w:hideMark/>
                </w:tcPr>
                <w:p w14:paraId="36BAC437" w14:textId="3DA068A5"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080</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000</w:t>
                  </w:r>
                </w:p>
              </w:tc>
            </w:tr>
            <w:tr w:rsidR="00110C26" w:rsidRPr="00110C26" w14:paraId="0EBA20A4" w14:textId="77777777" w:rsidTr="002F2839">
              <w:trPr>
                <w:trHeight w:val="363"/>
              </w:trPr>
              <w:tc>
                <w:tcPr>
                  <w:tcW w:w="8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69E20D"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4</w:t>
                  </w:r>
                </w:p>
              </w:tc>
              <w:tc>
                <w:tcPr>
                  <w:tcW w:w="1801" w:type="dxa"/>
                  <w:tcBorders>
                    <w:top w:val="nil"/>
                    <w:left w:val="nil"/>
                    <w:bottom w:val="single" w:sz="4" w:space="0" w:color="auto"/>
                    <w:right w:val="single" w:sz="4" w:space="0" w:color="auto"/>
                  </w:tcBorders>
                  <w:shd w:val="clear" w:color="auto" w:fill="auto"/>
                  <w:vAlign w:val="bottom"/>
                  <w:hideMark/>
                </w:tcPr>
                <w:p w14:paraId="0111DFF9"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Frais de mission équipe AGB</w:t>
                  </w:r>
                </w:p>
              </w:tc>
              <w:tc>
                <w:tcPr>
                  <w:tcW w:w="1029" w:type="dxa"/>
                  <w:tcBorders>
                    <w:top w:val="nil"/>
                    <w:left w:val="nil"/>
                    <w:bottom w:val="single" w:sz="4" w:space="0" w:color="auto"/>
                    <w:right w:val="single" w:sz="4" w:space="0" w:color="auto"/>
                  </w:tcBorders>
                  <w:shd w:val="clear" w:color="auto" w:fill="auto"/>
                  <w:noWrap/>
                  <w:vAlign w:val="bottom"/>
                  <w:hideMark/>
                </w:tcPr>
                <w:p w14:paraId="25C9FF5E" w14:textId="77777777" w:rsidR="00110C26" w:rsidRPr="00110C26" w:rsidRDefault="00110C26" w:rsidP="00400C21">
                  <w:pPr>
                    <w:spacing w:before="0" w:after="0" w:line="240" w:lineRule="auto"/>
                    <w:rPr>
                      <w:rFonts w:ascii="Calibri" w:eastAsia="Times New Roman" w:hAnsi="Calibri" w:cs="Calibri"/>
                      <w:color w:val="000000"/>
                      <w:sz w:val="22"/>
                      <w:szCs w:val="22"/>
                      <w:lang w:eastAsia="fr-FR"/>
                    </w:rPr>
                  </w:pPr>
                  <w:proofErr w:type="spellStart"/>
                  <w:r w:rsidRPr="00110C26">
                    <w:rPr>
                      <w:rFonts w:ascii="Calibri" w:eastAsia="Times New Roman" w:hAnsi="Calibri" w:cs="Calibri"/>
                      <w:color w:val="000000"/>
                      <w:sz w:val="22"/>
                      <w:szCs w:val="22"/>
                      <w:lang w:eastAsia="fr-FR"/>
                    </w:rPr>
                    <w:t>persn</w:t>
                  </w:r>
                  <w:proofErr w:type="spellEnd"/>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51567D8F"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2</w:t>
                  </w:r>
                </w:p>
              </w:tc>
              <w:tc>
                <w:tcPr>
                  <w:tcW w:w="1029" w:type="dxa"/>
                  <w:gridSpan w:val="2"/>
                  <w:tcBorders>
                    <w:top w:val="nil"/>
                    <w:left w:val="nil"/>
                    <w:bottom w:val="single" w:sz="4" w:space="0" w:color="auto"/>
                    <w:right w:val="single" w:sz="4" w:space="0" w:color="auto"/>
                  </w:tcBorders>
                  <w:shd w:val="clear" w:color="auto" w:fill="auto"/>
                  <w:noWrap/>
                  <w:vAlign w:val="bottom"/>
                  <w:hideMark/>
                </w:tcPr>
                <w:p w14:paraId="7E1BB611"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18</w:t>
                  </w:r>
                </w:p>
              </w:tc>
              <w:tc>
                <w:tcPr>
                  <w:tcW w:w="1035" w:type="dxa"/>
                  <w:gridSpan w:val="2"/>
                  <w:tcBorders>
                    <w:top w:val="nil"/>
                    <w:left w:val="nil"/>
                    <w:bottom w:val="single" w:sz="4" w:space="0" w:color="auto"/>
                    <w:right w:val="single" w:sz="4" w:space="0" w:color="auto"/>
                  </w:tcBorders>
                  <w:shd w:val="clear" w:color="auto" w:fill="auto"/>
                  <w:noWrap/>
                  <w:vAlign w:val="bottom"/>
                  <w:hideMark/>
                </w:tcPr>
                <w:p w14:paraId="0824ADE7" w14:textId="77777777"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50000</w:t>
                  </w:r>
                </w:p>
              </w:tc>
              <w:tc>
                <w:tcPr>
                  <w:tcW w:w="1452" w:type="dxa"/>
                  <w:gridSpan w:val="3"/>
                  <w:tcBorders>
                    <w:top w:val="nil"/>
                    <w:left w:val="nil"/>
                    <w:bottom w:val="single" w:sz="4" w:space="0" w:color="auto"/>
                    <w:right w:val="single" w:sz="4" w:space="0" w:color="auto"/>
                  </w:tcBorders>
                  <w:shd w:val="clear" w:color="auto" w:fill="auto"/>
                  <w:noWrap/>
                  <w:vAlign w:val="bottom"/>
                  <w:hideMark/>
                </w:tcPr>
                <w:p w14:paraId="023036FC" w14:textId="4931C821" w:rsidR="00110C26" w:rsidRPr="00110C26" w:rsidRDefault="00110C26" w:rsidP="00400C21">
                  <w:pPr>
                    <w:spacing w:before="0" w:after="0" w:line="240" w:lineRule="auto"/>
                    <w:jc w:val="right"/>
                    <w:rPr>
                      <w:rFonts w:ascii="Calibri" w:eastAsia="Times New Roman" w:hAnsi="Calibri" w:cs="Calibri"/>
                      <w:color w:val="000000"/>
                      <w:sz w:val="22"/>
                      <w:szCs w:val="22"/>
                      <w:lang w:eastAsia="fr-FR"/>
                    </w:rPr>
                  </w:pPr>
                  <w:r w:rsidRPr="00110C26">
                    <w:rPr>
                      <w:rFonts w:ascii="Calibri" w:eastAsia="Times New Roman" w:hAnsi="Calibri" w:cs="Calibri"/>
                      <w:color w:val="000000"/>
                      <w:sz w:val="22"/>
                      <w:szCs w:val="22"/>
                      <w:lang w:eastAsia="fr-FR"/>
                    </w:rPr>
                    <w:t>1</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800</w:t>
                  </w:r>
                  <w:r>
                    <w:rPr>
                      <w:rFonts w:ascii="Calibri" w:eastAsia="Times New Roman" w:hAnsi="Calibri" w:cs="Calibri"/>
                      <w:color w:val="000000"/>
                      <w:sz w:val="22"/>
                      <w:szCs w:val="22"/>
                      <w:lang w:eastAsia="fr-FR"/>
                    </w:rPr>
                    <w:t>.</w:t>
                  </w:r>
                  <w:r w:rsidRPr="00110C26">
                    <w:rPr>
                      <w:rFonts w:ascii="Calibri" w:eastAsia="Times New Roman" w:hAnsi="Calibri" w:cs="Calibri"/>
                      <w:color w:val="000000"/>
                      <w:sz w:val="22"/>
                      <w:szCs w:val="22"/>
                      <w:lang w:eastAsia="fr-FR"/>
                    </w:rPr>
                    <w:t>000</w:t>
                  </w:r>
                </w:p>
              </w:tc>
            </w:tr>
            <w:tr w:rsidR="00110C26" w:rsidRPr="00110C26" w14:paraId="1ED55C72" w14:textId="77777777" w:rsidTr="002F2839">
              <w:trPr>
                <w:trHeight w:val="180"/>
              </w:trPr>
              <w:tc>
                <w:tcPr>
                  <w:tcW w:w="6738"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582E4D0" w14:textId="77777777" w:rsidR="00110C26" w:rsidRPr="00110C26" w:rsidRDefault="00110C26" w:rsidP="00400C21">
                  <w:pPr>
                    <w:spacing w:before="0" w:after="0" w:line="240" w:lineRule="auto"/>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TOTAL</w:t>
                  </w:r>
                </w:p>
              </w:tc>
              <w:tc>
                <w:tcPr>
                  <w:tcW w:w="1452" w:type="dxa"/>
                  <w:gridSpan w:val="3"/>
                  <w:tcBorders>
                    <w:top w:val="nil"/>
                    <w:left w:val="nil"/>
                    <w:bottom w:val="single" w:sz="4" w:space="0" w:color="auto"/>
                    <w:right w:val="single" w:sz="4" w:space="0" w:color="auto"/>
                  </w:tcBorders>
                  <w:shd w:val="clear" w:color="auto" w:fill="auto"/>
                  <w:noWrap/>
                  <w:vAlign w:val="bottom"/>
                  <w:hideMark/>
                </w:tcPr>
                <w:p w14:paraId="5990B0A4" w14:textId="05EF6E39" w:rsidR="00110C26" w:rsidRPr="00110C26" w:rsidRDefault="00110C26" w:rsidP="00400C21">
                  <w:pPr>
                    <w:spacing w:before="0" w:after="0" w:line="240" w:lineRule="auto"/>
                    <w:jc w:val="right"/>
                    <w:rPr>
                      <w:rFonts w:ascii="Calibri" w:eastAsia="Times New Roman" w:hAnsi="Calibri" w:cs="Calibri"/>
                      <w:b/>
                      <w:bCs/>
                      <w:color w:val="000000"/>
                      <w:sz w:val="22"/>
                      <w:szCs w:val="22"/>
                      <w:lang w:eastAsia="fr-FR"/>
                    </w:rPr>
                  </w:pPr>
                  <w:r w:rsidRPr="00110C26">
                    <w:rPr>
                      <w:rFonts w:ascii="Calibri" w:eastAsia="Times New Roman" w:hAnsi="Calibri" w:cs="Calibri"/>
                      <w:b/>
                      <w:bCs/>
                      <w:color w:val="000000"/>
                      <w:sz w:val="22"/>
                      <w:szCs w:val="22"/>
                      <w:lang w:eastAsia="fr-FR"/>
                    </w:rPr>
                    <w:t>6</w:t>
                  </w:r>
                  <w:r w:rsidRPr="00340C76">
                    <w:rPr>
                      <w:rFonts w:ascii="Calibri" w:eastAsia="Times New Roman" w:hAnsi="Calibri" w:cs="Calibri"/>
                      <w:b/>
                      <w:bCs/>
                      <w:color w:val="000000"/>
                      <w:sz w:val="22"/>
                      <w:szCs w:val="22"/>
                      <w:lang w:eastAsia="fr-FR"/>
                    </w:rPr>
                    <w:t> .</w:t>
                  </w:r>
                  <w:r w:rsidRPr="00110C26">
                    <w:rPr>
                      <w:rFonts w:ascii="Calibri" w:eastAsia="Times New Roman" w:hAnsi="Calibri" w:cs="Calibri"/>
                      <w:b/>
                      <w:bCs/>
                      <w:color w:val="000000"/>
                      <w:sz w:val="22"/>
                      <w:szCs w:val="22"/>
                      <w:lang w:eastAsia="fr-FR"/>
                    </w:rPr>
                    <w:t>300</w:t>
                  </w:r>
                  <w:r w:rsidRPr="00340C76">
                    <w:rPr>
                      <w:rFonts w:ascii="Calibri" w:eastAsia="Times New Roman" w:hAnsi="Calibri" w:cs="Calibri"/>
                      <w:b/>
                      <w:bCs/>
                      <w:color w:val="000000"/>
                      <w:sz w:val="22"/>
                      <w:szCs w:val="22"/>
                      <w:lang w:eastAsia="fr-FR"/>
                    </w:rPr>
                    <w:t>.</w:t>
                  </w:r>
                  <w:r w:rsidRPr="00110C26">
                    <w:rPr>
                      <w:rFonts w:ascii="Calibri" w:eastAsia="Times New Roman" w:hAnsi="Calibri" w:cs="Calibri"/>
                      <w:b/>
                      <w:bCs/>
                      <w:color w:val="000000"/>
                      <w:sz w:val="22"/>
                      <w:szCs w:val="22"/>
                      <w:lang w:eastAsia="fr-FR"/>
                    </w:rPr>
                    <w:t>000</w:t>
                  </w:r>
                </w:p>
              </w:tc>
            </w:tr>
            <w:tr w:rsidR="00B92953" w:rsidRPr="00B92953" w14:paraId="0A73E450" w14:textId="77777777" w:rsidTr="002F2839">
              <w:trPr>
                <w:gridAfter w:val="1"/>
                <w:wAfter w:w="66" w:type="dxa"/>
                <w:trHeight w:val="45"/>
              </w:trPr>
              <w:tc>
                <w:tcPr>
                  <w:tcW w:w="712" w:type="dxa"/>
                  <w:tcBorders>
                    <w:top w:val="nil"/>
                    <w:left w:val="nil"/>
                    <w:bottom w:val="nil"/>
                    <w:right w:val="nil"/>
                  </w:tcBorders>
                  <w:shd w:val="clear" w:color="auto" w:fill="auto"/>
                  <w:noWrap/>
                  <w:vAlign w:val="bottom"/>
                  <w:hideMark/>
                </w:tcPr>
                <w:p w14:paraId="1222E729" w14:textId="77777777" w:rsidR="00B92953" w:rsidRPr="00E07F8A" w:rsidRDefault="00B92953" w:rsidP="00B92953">
                  <w:pPr>
                    <w:spacing w:before="0" w:after="0" w:line="240" w:lineRule="auto"/>
                    <w:rPr>
                      <w:rFonts w:ascii="Times New Roman" w:eastAsia="Times New Roman" w:hAnsi="Times New Roman" w:cs="Times New Roman"/>
                      <w:lang w:val="en-US" w:eastAsia="fr-FR"/>
                    </w:rPr>
                  </w:pPr>
                </w:p>
              </w:tc>
              <w:tc>
                <w:tcPr>
                  <w:tcW w:w="1897" w:type="dxa"/>
                  <w:gridSpan w:val="2"/>
                  <w:tcBorders>
                    <w:top w:val="nil"/>
                    <w:left w:val="nil"/>
                    <w:bottom w:val="nil"/>
                    <w:right w:val="nil"/>
                  </w:tcBorders>
                  <w:shd w:val="clear" w:color="auto" w:fill="auto"/>
                  <w:noWrap/>
                  <w:vAlign w:val="bottom"/>
                  <w:hideMark/>
                </w:tcPr>
                <w:p w14:paraId="600ACEE8"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19B0914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25C1C8A1"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163A83AF"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5DDA971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25E2D78C"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r w:rsidR="00B92953" w:rsidRPr="00B92953" w14:paraId="3AD2EEA9" w14:textId="77777777" w:rsidTr="002F2839">
              <w:trPr>
                <w:gridAfter w:val="1"/>
                <w:wAfter w:w="66" w:type="dxa"/>
                <w:trHeight w:val="180"/>
              </w:trPr>
              <w:tc>
                <w:tcPr>
                  <w:tcW w:w="712" w:type="dxa"/>
                  <w:tcBorders>
                    <w:top w:val="nil"/>
                    <w:left w:val="nil"/>
                    <w:bottom w:val="nil"/>
                    <w:right w:val="nil"/>
                  </w:tcBorders>
                  <w:shd w:val="clear" w:color="auto" w:fill="auto"/>
                  <w:noWrap/>
                  <w:vAlign w:val="bottom"/>
                  <w:hideMark/>
                </w:tcPr>
                <w:p w14:paraId="1B0A8B5C"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897" w:type="dxa"/>
                  <w:gridSpan w:val="2"/>
                  <w:tcBorders>
                    <w:top w:val="nil"/>
                    <w:left w:val="nil"/>
                    <w:bottom w:val="nil"/>
                    <w:right w:val="nil"/>
                  </w:tcBorders>
                  <w:shd w:val="clear" w:color="auto" w:fill="auto"/>
                  <w:noWrap/>
                  <w:vAlign w:val="bottom"/>
                  <w:hideMark/>
                </w:tcPr>
                <w:p w14:paraId="7E910808"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1CEE2347"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76CC24BF"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10AA97F2"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7B93C96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6FA22784"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r w:rsidR="00B92953" w:rsidRPr="00B92953" w14:paraId="601141B5" w14:textId="77777777" w:rsidTr="002F2839">
              <w:trPr>
                <w:gridAfter w:val="1"/>
                <w:wAfter w:w="66" w:type="dxa"/>
                <w:trHeight w:val="180"/>
              </w:trPr>
              <w:tc>
                <w:tcPr>
                  <w:tcW w:w="712" w:type="dxa"/>
                  <w:tcBorders>
                    <w:top w:val="nil"/>
                    <w:left w:val="nil"/>
                    <w:bottom w:val="nil"/>
                    <w:right w:val="nil"/>
                  </w:tcBorders>
                  <w:shd w:val="clear" w:color="auto" w:fill="auto"/>
                  <w:noWrap/>
                  <w:vAlign w:val="bottom"/>
                  <w:hideMark/>
                </w:tcPr>
                <w:p w14:paraId="491A9F0A"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897" w:type="dxa"/>
                  <w:gridSpan w:val="2"/>
                  <w:tcBorders>
                    <w:top w:val="nil"/>
                    <w:left w:val="nil"/>
                    <w:bottom w:val="nil"/>
                    <w:right w:val="nil"/>
                  </w:tcBorders>
                  <w:shd w:val="clear" w:color="auto" w:fill="auto"/>
                  <w:noWrap/>
                  <w:vAlign w:val="bottom"/>
                  <w:hideMark/>
                </w:tcPr>
                <w:p w14:paraId="1D540DB7"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3C9ED91B"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34FBC06B"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39119A0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734E80CA"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25AFB07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r w:rsidR="00B92953" w:rsidRPr="00B92953" w14:paraId="1E7286A7" w14:textId="77777777" w:rsidTr="002F2839">
              <w:trPr>
                <w:gridAfter w:val="1"/>
                <w:wAfter w:w="66" w:type="dxa"/>
                <w:trHeight w:val="180"/>
              </w:trPr>
              <w:tc>
                <w:tcPr>
                  <w:tcW w:w="712" w:type="dxa"/>
                  <w:tcBorders>
                    <w:top w:val="nil"/>
                    <w:left w:val="nil"/>
                    <w:bottom w:val="nil"/>
                    <w:right w:val="nil"/>
                  </w:tcBorders>
                  <w:shd w:val="clear" w:color="auto" w:fill="auto"/>
                  <w:noWrap/>
                  <w:vAlign w:val="bottom"/>
                  <w:hideMark/>
                </w:tcPr>
                <w:p w14:paraId="1112A85B"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897" w:type="dxa"/>
                  <w:gridSpan w:val="2"/>
                  <w:tcBorders>
                    <w:top w:val="nil"/>
                    <w:left w:val="nil"/>
                    <w:bottom w:val="nil"/>
                    <w:right w:val="nil"/>
                  </w:tcBorders>
                  <w:shd w:val="clear" w:color="auto" w:fill="auto"/>
                  <w:noWrap/>
                  <w:vAlign w:val="bottom"/>
                  <w:hideMark/>
                </w:tcPr>
                <w:p w14:paraId="13D1583E"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61330A4E"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7E1F2C9F"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0CFFCB3F"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4C24F08D"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402D21B2"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r w:rsidR="00B92953" w:rsidRPr="00B92953" w14:paraId="6BE59C34" w14:textId="77777777" w:rsidTr="002A4B86">
              <w:trPr>
                <w:gridAfter w:val="1"/>
                <w:wAfter w:w="66" w:type="dxa"/>
                <w:trHeight w:val="81"/>
              </w:trPr>
              <w:tc>
                <w:tcPr>
                  <w:tcW w:w="712" w:type="dxa"/>
                  <w:tcBorders>
                    <w:top w:val="nil"/>
                    <w:left w:val="nil"/>
                    <w:bottom w:val="nil"/>
                    <w:right w:val="nil"/>
                  </w:tcBorders>
                  <w:shd w:val="clear" w:color="auto" w:fill="auto"/>
                  <w:noWrap/>
                  <w:vAlign w:val="bottom"/>
                  <w:hideMark/>
                </w:tcPr>
                <w:p w14:paraId="2AA4781B"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897" w:type="dxa"/>
                  <w:gridSpan w:val="2"/>
                  <w:tcBorders>
                    <w:top w:val="nil"/>
                    <w:left w:val="nil"/>
                    <w:bottom w:val="nil"/>
                    <w:right w:val="nil"/>
                  </w:tcBorders>
                  <w:shd w:val="clear" w:color="auto" w:fill="auto"/>
                  <w:noWrap/>
                  <w:vAlign w:val="bottom"/>
                  <w:hideMark/>
                </w:tcPr>
                <w:p w14:paraId="02A06992"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5EFEBDA2"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6DBDE783"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29678081"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0" w:type="dxa"/>
                  <w:gridSpan w:val="2"/>
                  <w:tcBorders>
                    <w:top w:val="nil"/>
                    <w:left w:val="nil"/>
                    <w:bottom w:val="nil"/>
                    <w:right w:val="nil"/>
                  </w:tcBorders>
                  <w:shd w:val="clear" w:color="auto" w:fill="auto"/>
                  <w:noWrap/>
                  <w:vAlign w:val="bottom"/>
                  <w:hideMark/>
                </w:tcPr>
                <w:p w14:paraId="02B9AEB5"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c>
                <w:tcPr>
                  <w:tcW w:w="1096" w:type="dxa"/>
                  <w:tcBorders>
                    <w:top w:val="nil"/>
                    <w:left w:val="nil"/>
                    <w:bottom w:val="nil"/>
                    <w:right w:val="nil"/>
                  </w:tcBorders>
                  <w:shd w:val="clear" w:color="auto" w:fill="auto"/>
                  <w:noWrap/>
                  <w:vAlign w:val="bottom"/>
                  <w:hideMark/>
                </w:tcPr>
                <w:p w14:paraId="28700110" w14:textId="77777777" w:rsidR="00B92953" w:rsidRPr="00B92953" w:rsidRDefault="00B92953" w:rsidP="00B92953">
                  <w:pPr>
                    <w:spacing w:before="0" w:after="0" w:line="240" w:lineRule="auto"/>
                    <w:rPr>
                      <w:rFonts w:ascii="Times New Roman" w:eastAsia="Times New Roman" w:hAnsi="Times New Roman" w:cs="Times New Roman"/>
                      <w:lang w:eastAsia="fr-FR"/>
                    </w:rPr>
                  </w:pPr>
                </w:p>
              </w:tc>
            </w:tr>
          </w:tbl>
          <w:p w14:paraId="6F56FE08" w14:textId="7BAEF4B0" w:rsidR="0038078C" w:rsidRPr="00F0010F" w:rsidRDefault="0038078C" w:rsidP="004832C6">
            <w:pPr>
              <w:jc w:val="both"/>
              <w:rPr>
                <w:rFonts w:ascii="Times New Roman" w:eastAsiaTheme="minorHAnsi" w:hAnsi="Times New Roman" w:cs="Times New Roman"/>
                <w:b/>
                <w:i/>
                <w:sz w:val="24"/>
                <w:szCs w:val="24"/>
              </w:rPr>
            </w:pPr>
          </w:p>
        </w:tc>
      </w:tr>
    </w:tbl>
    <w:p w14:paraId="4C5ECF42" w14:textId="4B2D2692" w:rsidR="00A42F02" w:rsidRPr="00755647" w:rsidRDefault="00A42F02" w:rsidP="00755647">
      <w:pPr>
        <w:tabs>
          <w:tab w:val="left" w:pos="975"/>
        </w:tabs>
        <w:spacing w:after="0"/>
        <w:jc w:val="both"/>
        <w:rPr>
          <w:rFonts w:ascii="Times New Roman" w:hAnsi="Times New Roman" w:cs="Times New Roman"/>
          <w:sz w:val="24"/>
          <w:szCs w:val="24"/>
        </w:rPr>
      </w:pPr>
    </w:p>
    <w:tbl>
      <w:tblPr>
        <w:tblStyle w:val="Grilledutableau"/>
        <w:tblW w:w="9721" w:type="dxa"/>
        <w:tblInd w:w="80" w:type="dxa"/>
        <w:tblLook w:val="04A0" w:firstRow="1" w:lastRow="0" w:firstColumn="1" w:lastColumn="0" w:noHBand="0" w:noVBand="1"/>
      </w:tblPr>
      <w:tblGrid>
        <w:gridCol w:w="2264"/>
        <w:gridCol w:w="3468"/>
        <w:gridCol w:w="1995"/>
        <w:gridCol w:w="1994"/>
      </w:tblGrid>
      <w:tr w:rsidR="00242A03" w:rsidRPr="00F0010F" w14:paraId="134B0061" w14:textId="77777777" w:rsidTr="00820D56">
        <w:trPr>
          <w:trHeight w:val="178"/>
        </w:trPr>
        <w:tc>
          <w:tcPr>
            <w:tcW w:w="2264" w:type="dxa"/>
            <w:tcBorders>
              <w:top w:val="nil"/>
              <w:left w:val="nil"/>
              <w:bottom w:val="single" w:sz="8" w:space="0" w:color="auto"/>
              <w:right w:val="single" w:sz="8" w:space="0" w:color="auto"/>
            </w:tcBorders>
          </w:tcPr>
          <w:p w14:paraId="40FF7EEE" w14:textId="77777777" w:rsidR="00242A03" w:rsidRPr="00F0010F" w:rsidRDefault="00242A03" w:rsidP="009D160F">
            <w:pPr>
              <w:spacing w:before="0" w:after="0"/>
              <w:jc w:val="both"/>
              <w:rPr>
                <w:rFonts w:ascii="Times New Roman" w:hAnsi="Times New Roman" w:cs="Times New Roman"/>
                <w:b/>
                <w:sz w:val="24"/>
                <w:szCs w:val="24"/>
              </w:rPr>
            </w:pPr>
          </w:p>
        </w:tc>
        <w:tc>
          <w:tcPr>
            <w:tcW w:w="3468" w:type="dxa"/>
            <w:tcBorders>
              <w:top w:val="single" w:sz="8" w:space="0" w:color="auto"/>
              <w:left w:val="single" w:sz="8" w:space="0" w:color="auto"/>
              <w:bottom w:val="single" w:sz="8" w:space="0" w:color="auto"/>
              <w:right w:val="single" w:sz="8" w:space="0" w:color="auto"/>
            </w:tcBorders>
          </w:tcPr>
          <w:p w14:paraId="24B53BFE" w14:textId="77777777" w:rsidR="00242A03" w:rsidRPr="00F0010F" w:rsidRDefault="00242A03" w:rsidP="009D160F">
            <w:pPr>
              <w:spacing w:before="0" w:after="0"/>
              <w:jc w:val="both"/>
              <w:rPr>
                <w:rFonts w:ascii="Times New Roman" w:hAnsi="Times New Roman" w:cs="Times New Roman"/>
                <w:b/>
                <w:sz w:val="24"/>
                <w:szCs w:val="24"/>
              </w:rPr>
            </w:pPr>
            <w:r w:rsidRPr="00F0010F">
              <w:rPr>
                <w:rFonts w:ascii="Times New Roman" w:hAnsi="Times New Roman" w:cs="Times New Roman"/>
                <w:b/>
                <w:sz w:val="24"/>
                <w:szCs w:val="24"/>
              </w:rPr>
              <w:t xml:space="preserve">Nom et prénom </w:t>
            </w:r>
          </w:p>
        </w:tc>
        <w:tc>
          <w:tcPr>
            <w:tcW w:w="1995" w:type="dxa"/>
            <w:tcBorders>
              <w:top w:val="single" w:sz="8" w:space="0" w:color="auto"/>
              <w:left w:val="single" w:sz="8" w:space="0" w:color="auto"/>
              <w:bottom w:val="single" w:sz="8" w:space="0" w:color="auto"/>
              <w:right w:val="single" w:sz="8" w:space="0" w:color="auto"/>
            </w:tcBorders>
          </w:tcPr>
          <w:p w14:paraId="57CB3658" w14:textId="77777777" w:rsidR="00242A03" w:rsidRPr="00F0010F" w:rsidRDefault="00242A03" w:rsidP="009D160F">
            <w:pPr>
              <w:spacing w:before="0" w:after="0"/>
              <w:jc w:val="both"/>
              <w:rPr>
                <w:rFonts w:ascii="Times New Roman" w:hAnsi="Times New Roman" w:cs="Times New Roman"/>
                <w:b/>
                <w:sz w:val="24"/>
                <w:szCs w:val="24"/>
              </w:rPr>
            </w:pPr>
            <w:r w:rsidRPr="00F0010F">
              <w:rPr>
                <w:rFonts w:ascii="Times New Roman" w:hAnsi="Times New Roman" w:cs="Times New Roman"/>
                <w:b/>
                <w:sz w:val="24"/>
                <w:szCs w:val="24"/>
              </w:rPr>
              <w:t>Date</w:t>
            </w:r>
          </w:p>
        </w:tc>
        <w:tc>
          <w:tcPr>
            <w:tcW w:w="1994" w:type="dxa"/>
            <w:tcBorders>
              <w:top w:val="single" w:sz="8" w:space="0" w:color="auto"/>
              <w:left w:val="single" w:sz="8" w:space="0" w:color="auto"/>
              <w:bottom w:val="single" w:sz="8" w:space="0" w:color="auto"/>
              <w:right w:val="single" w:sz="8" w:space="0" w:color="auto"/>
            </w:tcBorders>
          </w:tcPr>
          <w:p w14:paraId="29F0BB37" w14:textId="77777777" w:rsidR="00242A03" w:rsidRPr="00F0010F" w:rsidRDefault="00242A03" w:rsidP="009D160F">
            <w:pPr>
              <w:spacing w:before="0" w:after="0"/>
              <w:jc w:val="both"/>
              <w:rPr>
                <w:rFonts w:ascii="Times New Roman" w:hAnsi="Times New Roman" w:cs="Times New Roman"/>
                <w:b/>
                <w:sz w:val="24"/>
                <w:szCs w:val="24"/>
              </w:rPr>
            </w:pPr>
            <w:r w:rsidRPr="00F0010F">
              <w:rPr>
                <w:rFonts w:ascii="Times New Roman" w:hAnsi="Times New Roman" w:cs="Times New Roman"/>
                <w:b/>
                <w:sz w:val="24"/>
                <w:szCs w:val="24"/>
              </w:rPr>
              <w:t>Signature</w:t>
            </w:r>
          </w:p>
        </w:tc>
      </w:tr>
      <w:tr w:rsidR="00242A03" w:rsidRPr="00F0010F" w14:paraId="0DD2C579" w14:textId="77777777" w:rsidTr="00820D56">
        <w:trPr>
          <w:trHeight w:val="184"/>
        </w:trPr>
        <w:tc>
          <w:tcPr>
            <w:tcW w:w="2264" w:type="dxa"/>
            <w:tcBorders>
              <w:top w:val="single" w:sz="8" w:space="0" w:color="auto"/>
              <w:left w:val="single" w:sz="8" w:space="0" w:color="auto"/>
            </w:tcBorders>
          </w:tcPr>
          <w:p w14:paraId="3F5A4315" w14:textId="77777777" w:rsidR="00242A03" w:rsidRPr="00F0010F" w:rsidRDefault="00242A03" w:rsidP="009D160F">
            <w:pPr>
              <w:spacing w:before="0" w:after="0" w:line="240" w:lineRule="auto"/>
              <w:jc w:val="both"/>
              <w:rPr>
                <w:rFonts w:ascii="Times New Roman" w:hAnsi="Times New Roman" w:cs="Times New Roman"/>
                <w:sz w:val="24"/>
                <w:szCs w:val="24"/>
              </w:rPr>
            </w:pPr>
            <w:r w:rsidRPr="00F0010F">
              <w:rPr>
                <w:rFonts w:ascii="Times New Roman" w:hAnsi="Times New Roman" w:cs="Times New Roman"/>
                <w:sz w:val="24"/>
                <w:szCs w:val="24"/>
              </w:rPr>
              <w:t>Préparée par </w:t>
            </w:r>
          </w:p>
        </w:tc>
        <w:tc>
          <w:tcPr>
            <w:tcW w:w="3468" w:type="dxa"/>
            <w:tcBorders>
              <w:top w:val="single" w:sz="8" w:space="0" w:color="auto"/>
            </w:tcBorders>
          </w:tcPr>
          <w:p w14:paraId="04CC5F2A" w14:textId="5C31AD80" w:rsidR="00242A03" w:rsidRPr="00F0010F" w:rsidRDefault="00242A03" w:rsidP="002B1DFE">
            <w:pPr>
              <w:spacing w:before="0" w:after="0" w:line="240" w:lineRule="auto"/>
              <w:jc w:val="both"/>
              <w:rPr>
                <w:rFonts w:ascii="Times New Roman" w:hAnsi="Times New Roman" w:cs="Times New Roman"/>
                <w:sz w:val="24"/>
                <w:szCs w:val="24"/>
              </w:rPr>
            </w:pPr>
            <w:r w:rsidRPr="00F0010F">
              <w:rPr>
                <w:rFonts w:ascii="Times New Roman" w:hAnsi="Times New Roman" w:cs="Times New Roman"/>
                <w:sz w:val="24"/>
                <w:szCs w:val="24"/>
              </w:rPr>
              <w:t xml:space="preserve"> KA</w:t>
            </w:r>
            <w:r w:rsidR="000A4091" w:rsidRPr="00F0010F">
              <w:rPr>
                <w:rFonts w:ascii="Times New Roman" w:hAnsi="Times New Roman" w:cs="Times New Roman"/>
                <w:sz w:val="24"/>
                <w:szCs w:val="24"/>
              </w:rPr>
              <w:t xml:space="preserve">ZE SANDRINE </w:t>
            </w:r>
          </w:p>
        </w:tc>
        <w:tc>
          <w:tcPr>
            <w:tcW w:w="1995" w:type="dxa"/>
            <w:tcBorders>
              <w:top w:val="single" w:sz="8" w:space="0" w:color="auto"/>
            </w:tcBorders>
          </w:tcPr>
          <w:p w14:paraId="2F6B7C44" w14:textId="1CC2219E" w:rsidR="00242A03" w:rsidRPr="00F0010F" w:rsidRDefault="009E6150" w:rsidP="009D160F">
            <w:p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25</w:t>
            </w:r>
            <w:r w:rsidR="00B60E13">
              <w:rPr>
                <w:rFonts w:ascii="Times New Roman" w:hAnsi="Times New Roman" w:cs="Times New Roman"/>
                <w:sz w:val="24"/>
                <w:szCs w:val="24"/>
              </w:rPr>
              <w:t xml:space="preserve"> </w:t>
            </w:r>
            <w:r w:rsidR="00242A03" w:rsidRPr="00F0010F">
              <w:rPr>
                <w:rFonts w:ascii="Times New Roman" w:hAnsi="Times New Roman" w:cs="Times New Roman"/>
                <w:sz w:val="24"/>
                <w:szCs w:val="24"/>
              </w:rPr>
              <w:t>/</w:t>
            </w:r>
            <w:r w:rsidR="00F0010F">
              <w:rPr>
                <w:rFonts w:ascii="Times New Roman" w:hAnsi="Times New Roman" w:cs="Times New Roman"/>
                <w:sz w:val="24"/>
                <w:szCs w:val="24"/>
              </w:rPr>
              <w:t>0</w:t>
            </w:r>
            <w:r w:rsidR="00A42F02">
              <w:rPr>
                <w:rFonts w:ascii="Times New Roman" w:hAnsi="Times New Roman" w:cs="Times New Roman"/>
                <w:sz w:val="24"/>
                <w:szCs w:val="24"/>
              </w:rPr>
              <w:t>7</w:t>
            </w:r>
            <w:r w:rsidR="00242A03" w:rsidRPr="00F0010F">
              <w:rPr>
                <w:rFonts w:ascii="Times New Roman" w:hAnsi="Times New Roman" w:cs="Times New Roman"/>
                <w:sz w:val="24"/>
                <w:szCs w:val="24"/>
              </w:rPr>
              <w:t>/202</w:t>
            </w:r>
            <w:r w:rsidR="00F0010F">
              <w:rPr>
                <w:rFonts w:ascii="Times New Roman" w:hAnsi="Times New Roman" w:cs="Times New Roman"/>
                <w:sz w:val="24"/>
                <w:szCs w:val="24"/>
              </w:rPr>
              <w:t>4</w:t>
            </w:r>
          </w:p>
          <w:p w14:paraId="498B0469" w14:textId="77777777" w:rsidR="00242A03" w:rsidRPr="00F0010F" w:rsidRDefault="00242A03" w:rsidP="009D160F">
            <w:pPr>
              <w:spacing w:before="0" w:after="0" w:line="240" w:lineRule="auto"/>
              <w:jc w:val="both"/>
              <w:rPr>
                <w:rFonts w:ascii="Times New Roman" w:hAnsi="Times New Roman" w:cs="Times New Roman"/>
                <w:sz w:val="24"/>
                <w:szCs w:val="24"/>
              </w:rPr>
            </w:pPr>
          </w:p>
        </w:tc>
        <w:tc>
          <w:tcPr>
            <w:tcW w:w="1994" w:type="dxa"/>
            <w:tcBorders>
              <w:top w:val="single" w:sz="8" w:space="0" w:color="auto"/>
              <w:right w:val="single" w:sz="8" w:space="0" w:color="auto"/>
            </w:tcBorders>
          </w:tcPr>
          <w:p w14:paraId="75350376" w14:textId="77777777" w:rsidR="00242A03" w:rsidRPr="00F0010F" w:rsidRDefault="00242A03" w:rsidP="009D160F">
            <w:pPr>
              <w:spacing w:before="0" w:after="0" w:line="240" w:lineRule="auto"/>
              <w:jc w:val="both"/>
              <w:rPr>
                <w:rFonts w:ascii="Times New Roman" w:hAnsi="Times New Roman" w:cs="Times New Roman"/>
                <w:sz w:val="24"/>
                <w:szCs w:val="24"/>
              </w:rPr>
            </w:pPr>
          </w:p>
        </w:tc>
      </w:tr>
      <w:tr w:rsidR="00242A03" w:rsidRPr="00F0010F" w14:paraId="63B7AB90" w14:textId="77777777" w:rsidTr="00820D56">
        <w:trPr>
          <w:trHeight w:val="178"/>
        </w:trPr>
        <w:tc>
          <w:tcPr>
            <w:tcW w:w="2264" w:type="dxa"/>
            <w:tcBorders>
              <w:left w:val="single" w:sz="8" w:space="0" w:color="auto"/>
            </w:tcBorders>
          </w:tcPr>
          <w:p w14:paraId="69EE7351" w14:textId="77777777" w:rsidR="00242A03" w:rsidRPr="00F0010F" w:rsidRDefault="00242A03" w:rsidP="009D160F">
            <w:pPr>
              <w:spacing w:before="0" w:after="0" w:line="240" w:lineRule="auto"/>
              <w:jc w:val="both"/>
              <w:rPr>
                <w:rFonts w:ascii="Times New Roman" w:hAnsi="Times New Roman" w:cs="Times New Roman"/>
                <w:sz w:val="24"/>
                <w:szCs w:val="24"/>
              </w:rPr>
            </w:pPr>
            <w:r w:rsidRPr="00F0010F">
              <w:rPr>
                <w:rFonts w:ascii="Times New Roman" w:hAnsi="Times New Roman" w:cs="Times New Roman"/>
                <w:sz w:val="24"/>
                <w:szCs w:val="24"/>
              </w:rPr>
              <w:t xml:space="preserve">Vérifiée par  </w:t>
            </w:r>
          </w:p>
        </w:tc>
        <w:tc>
          <w:tcPr>
            <w:tcW w:w="3468" w:type="dxa"/>
          </w:tcPr>
          <w:p w14:paraId="7BCAEBC0" w14:textId="5B6854D6" w:rsidR="00242A03" w:rsidRPr="00F0010F" w:rsidRDefault="00242A03" w:rsidP="009D160F">
            <w:pPr>
              <w:spacing w:before="0" w:after="0" w:line="240" w:lineRule="auto"/>
              <w:jc w:val="both"/>
              <w:rPr>
                <w:rFonts w:ascii="Times New Roman" w:hAnsi="Times New Roman" w:cs="Times New Roman"/>
                <w:sz w:val="24"/>
                <w:szCs w:val="24"/>
              </w:rPr>
            </w:pPr>
          </w:p>
        </w:tc>
        <w:tc>
          <w:tcPr>
            <w:tcW w:w="1995" w:type="dxa"/>
          </w:tcPr>
          <w:p w14:paraId="32C31239" w14:textId="64BF997E" w:rsidR="00242A03" w:rsidRPr="00F0010F" w:rsidRDefault="00242A03" w:rsidP="009D160F">
            <w:pPr>
              <w:spacing w:before="0" w:after="0" w:line="240" w:lineRule="auto"/>
              <w:jc w:val="both"/>
              <w:rPr>
                <w:rFonts w:ascii="Times New Roman" w:hAnsi="Times New Roman" w:cs="Times New Roman"/>
                <w:sz w:val="24"/>
                <w:szCs w:val="24"/>
              </w:rPr>
            </w:pPr>
          </w:p>
          <w:p w14:paraId="009ED6B9" w14:textId="77777777" w:rsidR="00242A03" w:rsidRPr="00F0010F" w:rsidRDefault="00242A03" w:rsidP="009D160F">
            <w:pPr>
              <w:spacing w:before="0" w:after="0" w:line="240" w:lineRule="auto"/>
              <w:jc w:val="both"/>
              <w:rPr>
                <w:rFonts w:ascii="Times New Roman" w:hAnsi="Times New Roman" w:cs="Times New Roman"/>
                <w:sz w:val="24"/>
                <w:szCs w:val="24"/>
              </w:rPr>
            </w:pPr>
          </w:p>
        </w:tc>
        <w:tc>
          <w:tcPr>
            <w:tcW w:w="1994" w:type="dxa"/>
            <w:tcBorders>
              <w:right w:val="single" w:sz="8" w:space="0" w:color="auto"/>
            </w:tcBorders>
          </w:tcPr>
          <w:p w14:paraId="68A02BA8" w14:textId="77777777" w:rsidR="00242A03" w:rsidRPr="00376CC4" w:rsidRDefault="00242A03" w:rsidP="009D160F">
            <w:pPr>
              <w:spacing w:before="0" w:after="0" w:line="240" w:lineRule="auto"/>
              <w:jc w:val="both"/>
              <w:rPr>
                <w:rFonts w:ascii="Times New Roman" w:hAnsi="Times New Roman" w:cs="Times New Roman"/>
                <w:sz w:val="24"/>
                <w:szCs w:val="24"/>
              </w:rPr>
            </w:pPr>
          </w:p>
        </w:tc>
      </w:tr>
      <w:tr w:rsidR="00242A03" w:rsidRPr="00F0010F" w14:paraId="4FA97385" w14:textId="77777777" w:rsidTr="00820D56">
        <w:trPr>
          <w:trHeight w:val="178"/>
        </w:trPr>
        <w:tc>
          <w:tcPr>
            <w:tcW w:w="2264" w:type="dxa"/>
            <w:tcBorders>
              <w:left w:val="single" w:sz="8" w:space="0" w:color="auto"/>
              <w:bottom w:val="single" w:sz="8" w:space="0" w:color="auto"/>
            </w:tcBorders>
          </w:tcPr>
          <w:p w14:paraId="183DAF52" w14:textId="77777777" w:rsidR="00242A03" w:rsidRPr="00F0010F" w:rsidRDefault="00242A03" w:rsidP="009D160F">
            <w:pPr>
              <w:spacing w:before="0" w:after="0" w:line="240" w:lineRule="auto"/>
              <w:jc w:val="both"/>
              <w:rPr>
                <w:rFonts w:ascii="Times New Roman" w:hAnsi="Times New Roman" w:cs="Times New Roman"/>
                <w:sz w:val="24"/>
                <w:szCs w:val="24"/>
              </w:rPr>
            </w:pPr>
            <w:r w:rsidRPr="00F0010F">
              <w:rPr>
                <w:rFonts w:ascii="Times New Roman" w:hAnsi="Times New Roman" w:cs="Times New Roman"/>
                <w:sz w:val="24"/>
                <w:szCs w:val="24"/>
              </w:rPr>
              <w:t>Approuvée par </w:t>
            </w:r>
          </w:p>
        </w:tc>
        <w:tc>
          <w:tcPr>
            <w:tcW w:w="3468" w:type="dxa"/>
            <w:tcBorders>
              <w:bottom w:val="single" w:sz="8" w:space="0" w:color="auto"/>
            </w:tcBorders>
          </w:tcPr>
          <w:p w14:paraId="117BA7DF" w14:textId="77777777" w:rsidR="00242A03" w:rsidRPr="00F0010F" w:rsidRDefault="00242A03" w:rsidP="009D160F">
            <w:pPr>
              <w:spacing w:before="0" w:after="0" w:line="240" w:lineRule="auto"/>
              <w:jc w:val="both"/>
              <w:rPr>
                <w:rFonts w:ascii="Times New Roman" w:hAnsi="Times New Roman" w:cs="Times New Roman"/>
                <w:sz w:val="24"/>
                <w:szCs w:val="24"/>
              </w:rPr>
            </w:pPr>
          </w:p>
        </w:tc>
        <w:tc>
          <w:tcPr>
            <w:tcW w:w="1995" w:type="dxa"/>
            <w:tcBorders>
              <w:bottom w:val="single" w:sz="8" w:space="0" w:color="auto"/>
            </w:tcBorders>
          </w:tcPr>
          <w:p w14:paraId="4FE3C9A3" w14:textId="77777777" w:rsidR="00242A03" w:rsidRPr="00F0010F" w:rsidRDefault="00242A03" w:rsidP="009D160F">
            <w:pPr>
              <w:spacing w:before="0" w:after="0" w:line="240" w:lineRule="auto"/>
              <w:jc w:val="both"/>
              <w:rPr>
                <w:rFonts w:ascii="Times New Roman" w:hAnsi="Times New Roman" w:cs="Times New Roman"/>
                <w:sz w:val="24"/>
                <w:szCs w:val="24"/>
              </w:rPr>
            </w:pPr>
          </w:p>
          <w:p w14:paraId="70BB51D2" w14:textId="77777777" w:rsidR="00242A03" w:rsidRPr="00F0010F" w:rsidRDefault="00242A03" w:rsidP="009D160F">
            <w:pPr>
              <w:spacing w:before="0" w:after="0" w:line="240" w:lineRule="auto"/>
              <w:jc w:val="both"/>
              <w:rPr>
                <w:rFonts w:ascii="Times New Roman" w:hAnsi="Times New Roman" w:cs="Times New Roman"/>
                <w:sz w:val="24"/>
                <w:szCs w:val="24"/>
              </w:rPr>
            </w:pPr>
          </w:p>
        </w:tc>
        <w:tc>
          <w:tcPr>
            <w:tcW w:w="1994" w:type="dxa"/>
            <w:tcBorders>
              <w:bottom w:val="single" w:sz="8" w:space="0" w:color="auto"/>
              <w:right w:val="single" w:sz="8" w:space="0" w:color="auto"/>
            </w:tcBorders>
          </w:tcPr>
          <w:p w14:paraId="5D3EDCCC" w14:textId="77777777" w:rsidR="00242A03" w:rsidRPr="00F0010F" w:rsidRDefault="00242A03" w:rsidP="009D160F">
            <w:pPr>
              <w:spacing w:before="0" w:after="0" w:line="240" w:lineRule="auto"/>
              <w:jc w:val="both"/>
              <w:rPr>
                <w:rFonts w:ascii="Times New Roman" w:hAnsi="Times New Roman" w:cs="Times New Roman"/>
                <w:sz w:val="24"/>
                <w:szCs w:val="24"/>
              </w:rPr>
            </w:pPr>
          </w:p>
        </w:tc>
      </w:tr>
    </w:tbl>
    <w:p w14:paraId="7DD3DE95" w14:textId="44018E11" w:rsidR="002B1681" w:rsidRPr="00DE42B1" w:rsidRDefault="002B1681" w:rsidP="002B1681">
      <w:pPr>
        <w:rPr>
          <w:rFonts w:ascii="Gotham Rounded Bold" w:hAnsi="Gotham Rounded Bold"/>
          <w:b/>
          <w:sz w:val="18"/>
        </w:rPr>
      </w:pPr>
    </w:p>
    <w:sectPr w:rsidR="002B1681" w:rsidRPr="00DE42B1" w:rsidSect="003231AD">
      <w:headerReference w:type="even" r:id="rId8"/>
      <w:headerReference w:type="default" r:id="rId9"/>
      <w:footerReference w:type="default" r:id="rId10"/>
      <w:headerReference w:type="first" r:id="rId11"/>
      <w:pgSz w:w="11900" w:h="16840"/>
      <w:pgMar w:top="1417" w:right="1417" w:bottom="1417" w:left="1417" w:header="907" w:footer="45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E12D53" w14:textId="77777777" w:rsidR="00FF6FA8" w:rsidRDefault="00FF6FA8">
      <w:pPr>
        <w:spacing w:line="240" w:lineRule="auto"/>
      </w:pPr>
      <w:r>
        <w:separator/>
      </w:r>
    </w:p>
  </w:endnote>
  <w:endnote w:type="continuationSeparator" w:id="0">
    <w:p w14:paraId="4DB36B22" w14:textId="77777777" w:rsidR="00FF6FA8" w:rsidRDefault="00FF6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otham Rounded Medium">
    <w:panose1 w:val="00000000000000000000"/>
    <w:charset w:val="00"/>
    <w:family w:val="modern"/>
    <w:notTrueType/>
    <w:pitch w:val="variable"/>
    <w:sig w:usb0="A000007F" w:usb1="0000004A" w:usb2="00000000" w:usb3="00000000" w:csb0="00000193" w:csb1="00000000"/>
  </w:font>
  <w:font w:name="Gotham Rounded Light">
    <w:altName w:val="Arial"/>
    <w:panose1 w:val="00000000000000000000"/>
    <w:charset w:val="00"/>
    <w:family w:val="modern"/>
    <w:notTrueType/>
    <w:pitch w:val="variable"/>
    <w:sig w:usb0="00000001" w:usb1="0000004A"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Gotham Rounded Bold">
    <w:altName w:val="Arial"/>
    <w:panose1 w:val="00000000000000000000"/>
    <w:charset w:val="00"/>
    <w:family w:val="modern"/>
    <w:notTrueType/>
    <w:pitch w:val="variable"/>
    <w:sig w:usb0="00000001" w:usb1="4000004A" w:usb2="00000000" w:usb3="00000000" w:csb0="0000000B"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73BDD" w14:textId="278172EC" w:rsidR="00385E10" w:rsidRDefault="00385E10" w:rsidP="00385E10">
    <w:pPr>
      <w:tabs>
        <w:tab w:val="center" w:pos="4680"/>
        <w:tab w:val="right" w:pos="9360"/>
      </w:tabs>
      <w:spacing w:after="0" w:line="240" w:lineRule="auto"/>
      <w:rPr>
        <w:rFonts w:ascii="Century Gothic" w:eastAsia="Century Gothic" w:hAnsi="Century Gothic" w:cs="Century Gothic"/>
        <w:b/>
        <w:sz w:val="16"/>
        <w:szCs w:val="16"/>
      </w:rPr>
    </w:pPr>
    <w:r>
      <w:rPr>
        <w:rFonts w:ascii="Century Gothic" w:eastAsia="Century Gothic" w:hAnsi="Century Gothic" w:cs="Century Gothic"/>
        <w:b/>
        <w:sz w:val="16"/>
        <w:szCs w:val="16"/>
      </w:rPr>
      <w:t xml:space="preserve">                                                      ROHEROII, AV. de la Mission, 06, Immeuble Maison de coordination</w:t>
    </w:r>
    <w:r w:rsidR="009307DE">
      <w:rPr>
        <w:rFonts w:ascii="Century Gothic" w:eastAsia="Century Gothic" w:hAnsi="Century Gothic" w:cs="Century Gothic"/>
        <w:b/>
        <w:sz w:val="16"/>
        <w:szCs w:val="16"/>
      </w:rPr>
      <w:t xml:space="preserve"> Numéro 1</w:t>
    </w:r>
  </w:p>
  <w:p w14:paraId="6B803A17" w14:textId="77777777" w:rsidR="00385E10" w:rsidRPr="0093146D" w:rsidRDefault="00385E10" w:rsidP="00385E10">
    <w:pPr>
      <w:ind w:left="-709" w:right="-1130"/>
      <w:jc w:val="center"/>
      <w:rPr>
        <w:lang w:val="en-US"/>
      </w:rPr>
    </w:pPr>
    <w:r>
      <w:rPr>
        <w:rFonts w:ascii="Century Gothic" w:eastAsia="Century Gothic" w:hAnsi="Century Gothic" w:cs="Century Gothic"/>
        <w:b/>
        <w:sz w:val="16"/>
        <w:szCs w:val="16"/>
        <w:lang w:val="en-US"/>
      </w:rPr>
      <w:t>TEL: (+257) 22 24 80 32</w:t>
    </w:r>
    <w:r w:rsidRPr="0093146D">
      <w:rPr>
        <w:rFonts w:ascii="Century Gothic" w:eastAsia="Century Gothic" w:hAnsi="Century Gothic" w:cs="Century Gothic"/>
        <w:b/>
        <w:sz w:val="16"/>
        <w:szCs w:val="16"/>
        <w:lang w:val="en-US"/>
      </w:rPr>
      <w:t xml:space="preserve"> </w:t>
    </w:r>
    <w:r w:rsidRPr="002A0D6F">
      <w:rPr>
        <w:rFonts w:ascii="Century Gothic" w:eastAsia="Century Gothic" w:hAnsi="Century Gothic" w:cs="Century Gothic"/>
        <w:noProof/>
        <w:sz w:val="16"/>
        <w:szCs w:val="16"/>
        <w:lang w:val="en-US"/>
      </w:rPr>
      <w:t>E-mail</w:t>
    </w:r>
    <w:r w:rsidRPr="0093146D">
      <w:rPr>
        <w:rFonts w:ascii="Century Gothic" w:eastAsia="Century Gothic" w:hAnsi="Century Gothic" w:cs="Century Gothic"/>
        <w:b/>
        <w:sz w:val="16"/>
        <w:szCs w:val="16"/>
        <w:lang w:val="en-US"/>
      </w:rPr>
      <w:t xml:space="preserve">: </w:t>
    </w:r>
    <w:hyperlink r:id="rId1">
      <w:r w:rsidRPr="0093146D">
        <w:rPr>
          <w:rFonts w:ascii="Century Gothic" w:eastAsia="Century Gothic" w:hAnsi="Century Gothic" w:cs="Century Gothic"/>
          <w:b/>
          <w:sz w:val="16"/>
          <w:szCs w:val="16"/>
          <w:u w:val="single"/>
          <w:lang w:val="en-US"/>
        </w:rPr>
        <w:t>guidesburundi@gmail.com</w:t>
      </w:r>
    </w:hyperlink>
    <w:r w:rsidRPr="0093146D">
      <w:rPr>
        <w:rFonts w:ascii="Century Gothic" w:eastAsia="Century Gothic" w:hAnsi="Century Gothic" w:cs="Century Gothic"/>
        <w:b/>
        <w:sz w:val="16"/>
        <w:szCs w:val="16"/>
        <w:u w:val="single"/>
        <w:lang w:val="en-US"/>
      </w:rPr>
      <w:t xml:space="preserve">, </w:t>
    </w:r>
    <w:hyperlink r:id="rId2" w:history="1">
      <w:r w:rsidRPr="00FA680E">
        <w:rPr>
          <w:rStyle w:val="Lienhypertexte"/>
          <w:rFonts w:ascii="Century Gothic" w:eastAsia="Century Gothic" w:hAnsi="Century Gothic" w:cs="Century Gothic"/>
          <w:b/>
          <w:sz w:val="16"/>
          <w:szCs w:val="16"/>
          <w:lang w:val="en-US"/>
        </w:rPr>
        <w:t>guidesburundi@yahoo.f</w:t>
      </w:r>
    </w:hyperlink>
    <w:r>
      <w:rPr>
        <w:rFonts w:ascii="Century Gothic" w:eastAsia="Century Gothic" w:hAnsi="Century Gothic" w:cs="Century Gothic"/>
        <w:b/>
        <w:sz w:val="16"/>
        <w:szCs w:val="16"/>
        <w:u w:val="single"/>
        <w:lang w:val="en-US"/>
      </w:rPr>
      <w:t>r</w:t>
    </w:r>
    <w:r w:rsidRPr="0093146D">
      <w:rPr>
        <w:rFonts w:ascii="Century Gothic" w:eastAsia="Century Gothic" w:hAnsi="Century Gothic" w:cs="Century Gothic"/>
        <w:b/>
        <w:sz w:val="16"/>
        <w:szCs w:val="16"/>
        <w:u w:val="single"/>
        <w:lang w:val="en-US"/>
      </w:rPr>
      <w:t xml:space="preserve"> </w:t>
    </w:r>
    <w:r w:rsidRPr="002A0D6F">
      <w:rPr>
        <w:rFonts w:ascii="Century Gothic" w:eastAsia="Century Gothic" w:hAnsi="Century Gothic" w:cs="Century Gothic"/>
        <w:b/>
        <w:noProof/>
        <w:sz w:val="16"/>
        <w:szCs w:val="16"/>
        <w:lang w:val="en-US"/>
      </w:rPr>
      <w:t>facebook</w:t>
    </w:r>
    <w:r w:rsidRPr="0093146D">
      <w:rPr>
        <w:rFonts w:ascii="Century Gothic" w:eastAsia="Century Gothic" w:hAnsi="Century Gothic" w:cs="Century Gothic"/>
        <w:b/>
        <w:sz w:val="16"/>
        <w:szCs w:val="16"/>
        <w:lang w:val="en-US"/>
      </w:rPr>
      <w:t>: BGGA</w:t>
    </w:r>
    <w:r>
      <w:rPr>
        <w:rFonts w:ascii="Century Gothic" w:eastAsia="Century Gothic" w:hAnsi="Century Gothic" w:cs="Century Gothic"/>
        <w:b/>
        <w:sz w:val="16"/>
        <w:szCs w:val="16"/>
        <w:lang w:val="en-US"/>
      </w:rPr>
      <w:t xml:space="preserve"> </w:t>
    </w:r>
    <w:r w:rsidRPr="0093146D">
      <w:rPr>
        <w:rFonts w:ascii="Century Gothic" w:eastAsia="Century Gothic" w:hAnsi="Century Gothic" w:cs="Century Gothic"/>
        <w:b/>
        <w:sz w:val="16"/>
        <w:szCs w:val="16"/>
        <w:lang w:val="en-US"/>
      </w:rPr>
      <w:t xml:space="preserve"> </w:t>
    </w:r>
    <w:r>
      <w:rPr>
        <w:rFonts w:ascii="Century Gothic" w:eastAsia="Century Gothic" w:hAnsi="Century Gothic" w:cs="Century Gothic"/>
        <w:b/>
        <w:sz w:val="16"/>
        <w:szCs w:val="16"/>
        <w:lang w:val="en-US"/>
      </w:rPr>
      <w:t xml:space="preserve"> </w:t>
    </w:r>
    <w:r w:rsidRPr="002A0D6F">
      <w:rPr>
        <w:rFonts w:ascii="Century Gothic" w:eastAsia="Century Gothic" w:hAnsi="Century Gothic" w:cs="Century Gothic"/>
        <w:b/>
        <w:noProof/>
        <w:sz w:val="16"/>
        <w:szCs w:val="16"/>
        <w:lang w:val="en-US"/>
      </w:rPr>
      <w:t>Twitter</w:t>
    </w:r>
    <w:r w:rsidRPr="0093146D">
      <w:rPr>
        <w:rFonts w:ascii="Century Gothic" w:eastAsia="Century Gothic" w:hAnsi="Century Gothic" w:cs="Century Gothic"/>
        <w:b/>
        <w:sz w:val="16"/>
        <w:szCs w:val="16"/>
        <w:lang w:val="en-US"/>
      </w:rPr>
      <w:t xml:space="preserve">:   Site web: </w:t>
    </w:r>
    <w:hyperlink r:id="rId3">
      <w:r w:rsidRPr="0093146D">
        <w:rPr>
          <w:rFonts w:ascii="Century Gothic" w:eastAsia="Century Gothic" w:hAnsi="Century Gothic" w:cs="Century Gothic"/>
          <w:b/>
          <w:sz w:val="16"/>
          <w:szCs w:val="16"/>
          <w:u w:val="single"/>
          <w:lang w:val="en-US"/>
        </w:rPr>
        <w:t>www.guidesburundi.org</w:t>
      </w:r>
    </w:hyperlink>
    <w:r>
      <w:rPr>
        <w:rFonts w:ascii="Century Gothic" w:eastAsia="Century Gothic" w:hAnsi="Century Gothic" w:cs="Century Gothic"/>
        <w:b/>
        <w:sz w:val="16"/>
        <w:szCs w:val="16"/>
        <w:u w:val="single"/>
        <w:lang w:val="en-US"/>
      </w:rPr>
      <w:t xml:space="preserve"> </w:t>
    </w:r>
    <w:r w:rsidRPr="002A0D6F">
      <w:rPr>
        <w:rFonts w:ascii="Century Gothic" w:eastAsia="Century Gothic" w:hAnsi="Century Gothic" w:cs="Century Gothic"/>
        <w:noProof/>
        <w:sz w:val="16"/>
        <w:szCs w:val="16"/>
        <w:lang w:val="en-US"/>
      </w:rPr>
      <w:t>instagram</w:t>
    </w:r>
    <w:r>
      <w:rPr>
        <w:rFonts w:ascii="Century Gothic" w:eastAsia="Century Gothic" w:hAnsi="Century Gothic" w:cs="Century Gothic"/>
        <w:b/>
        <w:sz w:val="16"/>
        <w:szCs w:val="16"/>
        <w:lang w:val="en-US"/>
      </w:rPr>
      <w:t xml:space="preserve">: </w:t>
    </w:r>
    <w:r w:rsidRPr="0093146D">
      <w:rPr>
        <w:rFonts w:ascii="Century Gothic" w:eastAsia="Century Gothic" w:hAnsi="Century Gothic" w:cs="Century Gothic"/>
        <w:b/>
        <w:sz w:val="16"/>
        <w:szCs w:val="16"/>
        <w:lang w:val="en-US"/>
      </w:rPr>
      <w:t>gui</w:t>
    </w:r>
    <w:r>
      <w:rPr>
        <w:rFonts w:ascii="Century Gothic" w:eastAsia="Century Gothic" w:hAnsi="Century Gothic" w:cs="Century Gothic"/>
        <w:b/>
        <w:sz w:val="16"/>
        <w:szCs w:val="16"/>
        <w:lang w:val="en-US"/>
      </w:rPr>
      <w:t>d</w:t>
    </w:r>
    <w:r w:rsidRPr="0093146D">
      <w:rPr>
        <w:rFonts w:ascii="Century Gothic" w:eastAsia="Century Gothic" w:hAnsi="Century Gothic" w:cs="Century Gothic"/>
        <w:b/>
        <w:sz w:val="16"/>
        <w:szCs w:val="16"/>
        <w:lang w:val="en-US"/>
      </w:rPr>
      <w:t>es Burundi</w:t>
    </w:r>
  </w:p>
  <w:p w14:paraId="0AE7C252" w14:textId="656C8E59" w:rsidR="0070214B" w:rsidRPr="00EB478C" w:rsidRDefault="0070214B" w:rsidP="00F75F9B">
    <w:pPr>
      <w:tabs>
        <w:tab w:val="center" w:pos="7088"/>
        <w:tab w:val="right" w:pos="9072"/>
        <w:tab w:val="right" w:pos="14601"/>
      </w:tabs>
      <w:ind w:left="-709" w:right="-574"/>
      <w:rPr>
        <w:color w:val="5091CD"/>
        <w:szCs w:val="14"/>
      </w:rPr>
    </w:pPr>
    <w:r w:rsidRPr="002A0D6F">
      <w:rPr>
        <w:lang w:val="en-US"/>
      </w:rPr>
      <w:tab/>
    </w:r>
    <w:r w:rsidRPr="002A0D6F">
      <w:rPr>
        <w:lang w:val="en-US"/>
      </w:rPr>
      <w:tab/>
    </w:r>
    <w:r w:rsidRPr="00EB478C">
      <w:rPr>
        <w:color w:val="808080"/>
        <w:sz w:val="14"/>
        <w:szCs w:val="18"/>
      </w:rPr>
      <w:t xml:space="preserve">Page </w:t>
    </w:r>
    <w:r w:rsidRPr="00EB478C">
      <w:rPr>
        <w:color w:val="808080"/>
        <w:sz w:val="14"/>
        <w:szCs w:val="18"/>
      </w:rPr>
      <w:fldChar w:fldCharType="begin"/>
    </w:r>
    <w:r w:rsidRPr="00EB478C">
      <w:rPr>
        <w:color w:val="808080"/>
        <w:sz w:val="14"/>
        <w:szCs w:val="18"/>
      </w:rPr>
      <w:instrText xml:space="preserve"> PAGE </w:instrText>
    </w:r>
    <w:r w:rsidRPr="00EB478C">
      <w:rPr>
        <w:color w:val="808080"/>
        <w:sz w:val="14"/>
        <w:szCs w:val="18"/>
      </w:rPr>
      <w:fldChar w:fldCharType="separate"/>
    </w:r>
    <w:r w:rsidR="005A06A7">
      <w:rPr>
        <w:noProof/>
        <w:color w:val="808080"/>
        <w:sz w:val="14"/>
        <w:szCs w:val="18"/>
      </w:rPr>
      <w:t>5</w:t>
    </w:r>
    <w:r w:rsidRPr="00EB478C">
      <w:rPr>
        <w:color w:val="808080"/>
        <w:sz w:val="14"/>
        <w:szCs w:val="18"/>
      </w:rPr>
      <w:fldChar w:fldCharType="end"/>
    </w:r>
    <w:r>
      <w:rPr>
        <w:color w:val="808080"/>
        <w:sz w:val="14"/>
        <w:szCs w:val="18"/>
      </w:rPr>
      <w:t xml:space="preserve"> de</w:t>
    </w:r>
    <w:r w:rsidRPr="00EB478C">
      <w:rPr>
        <w:color w:val="808080"/>
        <w:sz w:val="14"/>
        <w:szCs w:val="18"/>
      </w:rPr>
      <w:fldChar w:fldCharType="begin"/>
    </w:r>
    <w:r w:rsidRPr="00EB478C">
      <w:rPr>
        <w:color w:val="808080"/>
        <w:sz w:val="14"/>
        <w:szCs w:val="18"/>
      </w:rPr>
      <w:instrText xml:space="preserve"> NUMPAGES </w:instrText>
    </w:r>
    <w:r w:rsidRPr="00EB478C">
      <w:rPr>
        <w:color w:val="808080"/>
        <w:sz w:val="14"/>
        <w:szCs w:val="18"/>
      </w:rPr>
      <w:fldChar w:fldCharType="separate"/>
    </w:r>
    <w:r w:rsidR="005A06A7">
      <w:rPr>
        <w:noProof/>
        <w:color w:val="808080"/>
        <w:sz w:val="14"/>
        <w:szCs w:val="18"/>
      </w:rPr>
      <w:t>5</w:t>
    </w:r>
    <w:r w:rsidRPr="00EB478C">
      <w:rPr>
        <w:color w:val="808080"/>
        <w:sz w:val="14"/>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6C713" w14:textId="77777777" w:rsidR="00FF6FA8" w:rsidRDefault="00FF6FA8">
      <w:pPr>
        <w:spacing w:line="240" w:lineRule="auto"/>
      </w:pPr>
      <w:r>
        <w:rPr>
          <w:color w:val="000000"/>
        </w:rPr>
        <w:separator/>
      </w:r>
    </w:p>
  </w:footnote>
  <w:footnote w:type="continuationSeparator" w:id="0">
    <w:p w14:paraId="0A6456FD" w14:textId="77777777" w:rsidR="00FF6FA8" w:rsidRDefault="00FF6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FDC10" w14:textId="77777777" w:rsidR="0070214B" w:rsidRDefault="00FF6FA8">
    <w:pPr>
      <w:pStyle w:val="En-tte"/>
    </w:pPr>
    <w:r>
      <w:rPr>
        <w:noProof/>
        <w:lang w:val="en-US"/>
      </w:rPr>
      <w:pict w14:anchorId="5623C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2" type="#_x0000_t136" style="position:absolute;margin-left:0;margin-top:0;width:557.1pt;height:61.9pt;rotation:315;z-index:-251658240;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82A31" w14:textId="0146F9C1" w:rsidR="002F6882" w:rsidRDefault="00435A09" w:rsidP="00E528F2">
    <w:pPr>
      <w:pStyle w:val="En-tte"/>
      <w:tabs>
        <w:tab w:val="clear" w:pos="4419"/>
        <w:tab w:val="clear" w:pos="8838"/>
        <w:tab w:val="left" w:pos="3352"/>
      </w:tabs>
      <w:rPr>
        <w:b/>
      </w:rPr>
    </w:pPr>
    <w:r>
      <w:rPr>
        <w:noProof/>
        <w:lang w:eastAsia="fr-FR"/>
      </w:rPr>
      <w:drawing>
        <wp:anchor distT="0" distB="0" distL="114300" distR="114300" simplePos="0" relativeHeight="251661312" behindDoc="0" locked="0" layoutInCell="1" hidden="0" allowOverlap="1" wp14:anchorId="770B43A0" wp14:editId="6D44E5D0">
          <wp:simplePos x="0" y="0"/>
          <wp:positionH relativeFrom="column">
            <wp:posOffset>-200660</wp:posOffset>
          </wp:positionH>
          <wp:positionV relativeFrom="paragraph">
            <wp:posOffset>-384175</wp:posOffset>
          </wp:positionV>
          <wp:extent cx="737235" cy="706755"/>
          <wp:effectExtent l="0" t="0" r="5715" b="0"/>
          <wp:wrapSquare wrapText="bothSides" distT="0" distB="0" distL="114300" distR="114300"/>
          <wp:docPr id="1" name="image1.png" descr="H:\GUIDES.jpg"/>
          <wp:cNvGraphicFramePr/>
          <a:graphic xmlns:a="http://schemas.openxmlformats.org/drawingml/2006/main">
            <a:graphicData uri="http://schemas.openxmlformats.org/drawingml/2006/picture">
              <pic:pic xmlns:pic="http://schemas.openxmlformats.org/drawingml/2006/picture">
                <pic:nvPicPr>
                  <pic:cNvPr id="0" name="image1.png" descr="H:\GUIDES.jpg"/>
                  <pic:cNvPicPr preferRelativeResize="0"/>
                </pic:nvPicPr>
                <pic:blipFill>
                  <a:blip r:embed="rId1"/>
                  <a:srcRect/>
                  <a:stretch>
                    <a:fillRect/>
                  </a:stretch>
                </pic:blipFill>
                <pic:spPr>
                  <a:xfrm>
                    <a:off x="0" y="0"/>
                    <a:ext cx="737235" cy="706755"/>
                  </a:xfrm>
                  <a:prstGeom prst="rect">
                    <a:avLst/>
                  </a:prstGeom>
                  <a:ln/>
                </pic:spPr>
              </pic:pic>
            </a:graphicData>
          </a:graphic>
          <wp14:sizeRelH relativeFrom="margin">
            <wp14:pctWidth>0</wp14:pctWidth>
          </wp14:sizeRelH>
          <wp14:sizeRelV relativeFrom="margin">
            <wp14:pctHeight>0</wp14:pctHeight>
          </wp14:sizeRelV>
        </wp:anchor>
      </w:drawing>
    </w:r>
    <w:r>
      <w:t xml:space="preserve">     </w:t>
    </w:r>
    <w:r w:rsidR="002F6882">
      <w:t xml:space="preserve">                                       </w:t>
    </w:r>
    <w:r>
      <w:t xml:space="preserve"> </w:t>
    </w:r>
    <w:r w:rsidRPr="00435A09">
      <w:rPr>
        <w:b/>
      </w:rPr>
      <w:t xml:space="preserve">ASSOCIATION DES GUIDES DU BURUNDI </w:t>
    </w:r>
  </w:p>
  <w:p w14:paraId="4DE8A75B" w14:textId="7A82BA9D" w:rsidR="00435A09" w:rsidRPr="00435A09" w:rsidRDefault="002F6882">
    <w:pPr>
      <w:pStyle w:val="En-tte"/>
      <w:rPr>
        <w:b/>
      </w:rPr>
    </w:pPr>
    <w:r>
      <w:rPr>
        <w:b/>
      </w:rPr>
      <w:t xml:space="preserve">                                                   </w:t>
    </w:r>
    <w:r w:rsidR="003D537C">
      <w:rPr>
        <w:b/>
      </w:rPr>
      <w:t xml:space="preserve">                            </w:t>
    </w:r>
    <w:r>
      <w:rPr>
        <w:b/>
      </w:rPr>
      <w:t xml:space="preserve"> </w:t>
    </w:r>
    <w:r w:rsidR="00435A09" w:rsidRPr="00435A09">
      <w:rPr>
        <w:b/>
      </w:rPr>
      <w:t xml:space="preserve">BP 6921 Bujumbura - Burundi </w:t>
    </w:r>
  </w:p>
  <w:p w14:paraId="1F2B1591" w14:textId="543189C2" w:rsidR="00435A09" w:rsidRPr="00435A09" w:rsidRDefault="00435A09">
    <w:pPr>
      <w:pStyle w:val="En-tte"/>
      <w:rPr>
        <w:b/>
      </w:rPr>
    </w:pPr>
    <w:r w:rsidRPr="00435A09">
      <w:rPr>
        <w:b/>
      </w:rPr>
      <w:t xml:space="preserve">                                                  </w:t>
    </w:r>
    <w:r w:rsidR="002F6882">
      <w:rPr>
        <w:b/>
      </w:rPr>
      <w:t xml:space="preserve">          </w:t>
    </w:r>
    <w:r w:rsidRPr="00435A09">
      <w:rPr>
        <w:b/>
      </w:rPr>
      <w:t xml:space="preserve"> Ordonnance Ministérielle no 530/1081 du 17/7/2014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98A6" w14:textId="77777777" w:rsidR="0070214B" w:rsidRDefault="00FF6FA8">
    <w:pPr>
      <w:pStyle w:val="En-tte"/>
    </w:pPr>
    <w:r>
      <w:rPr>
        <w:noProof/>
        <w:lang w:val="en-US"/>
      </w:rPr>
      <w:pict w14:anchorId="7EC64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3" type="#_x0000_t136" style="position:absolute;margin-left:0;margin-top:0;width:557.1pt;height:61.9pt;rotation:315;z-index:-251657216;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450.4pt;height:461.85pt" o:bullet="t">
        <v:imagedata r:id="rId1" o:title="png-Hand-Pointing-Clip-Art-Pointing-Clipart-Middle-Finger-Hand-pointing-hand-clip-art"/>
      </v:shape>
    </w:pict>
  </w:numPicBullet>
  <w:abstractNum w:abstractNumId="0">
    <w:nsid w:val="152142DD"/>
    <w:multiLevelType w:val="hybridMultilevel"/>
    <w:tmpl w:val="9F9E0A4A"/>
    <w:lvl w:ilvl="0" w:tplc="04A6C30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E586BDA"/>
    <w:multiLevelType w:val="hybridMultilevel"/>
    <w:tmpl w:val="C0949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FE83646"/>
    <w:multiLevelType w:val="hybridMultilevel"/>
    <w:tmpl w:val="91DE8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6460004"/>
    <w:multiLevelType w:val="hybridMultilevel"/>
    <w:tmpl w:val="D5C6BB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C706F60"/>
    <w:multiLevelType w:val="hybridMultilevel"/>
    <w:tmpl w:val="0CAA288C"/>
    <w:lvl w:ilvl="0" w:tplc="654C731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7A440D"/>
    <w:multiLevelType w:val="hybridMultilevel"/>
    <w:tmpl w:val="BDE0C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attachedTemplate r:id="rId1"/>
  <w:defaultTabStop w:val="708"/>
  <w:autoHyphenation/>
  <w:hyphenationZone w:val="425"/>
  <w:drawingGridHorizontalSpacing w:val="110"/>
  <w:drawingGridVerticalSpacing w:val="113"/>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FF"/>
    <w:rsid w:val="00000313"/>
    <w:rsid w:val="00001C20"/>
    <w:rsid w:val="000032A0"/>
    <w:rsid w:val="0000367A"/>
    <w:rsid w:val="00003AB4"/>
    <w:rsid w:val="00004068"/>
    <w:rsid w:val="00004585"/>
    <w:rsid w:val="00010347"/>
    <w:rsid w:val="000104E0"/>
    <w:rsid w:val="000106D0"/>
    <w:rsid w:val="00010D1F"/>
    <w:rsid w:val="00010E10"/>
    <w:rsid w:val="00010FC5"/>
    <w:rsid w:val="0001243D"/>
    <w:rsid w:val="00012A68"/>
    <w:rsid w:val="00014EAE"/>
    <w:rsid w:val="0001577E"/>
    <w:rsid w:val="0001597D"/>
    <w:rsid w:val="00017065"/>
    <w:rsid w:val="00017E06"/>
    <w:rsid w:val="0002150F"/>
    <w:rsid w:val="0002215D"/>
    <w:rsid w:val="00023F69"/>
    <w:rsid w:val="0002405D"/>
    <w:rsid w:val="00024A3E"/>
    <w:rsid w:val="00025CA0"/>
    <w:rsid w:val="000261E7"/>
    <w:rsid w:val="0003001E"/>
    <w:rsid w:val="000304BE"/>
    <w:rsid w:val="00030644"/>
    <w:rsid w:val="000353C3"/>
    <w:rsid w:val="00035BCC"/>
    <w:rsid w:val="00036F56"/>
    <w:rsid w:val="0003778F"/>
    <w:rsid w:val="00040B65"/>
    <w:rsid w:val="000424EE"/>
    <w:rsid w:val="00042E72"/>
    <w:rsid w:val="000430D9"/>
    <w:rsid w:val="000432CB"/>
    <w:rsid w:val="00043540"/>
    <w:rsid w:val="000445FA"/>
    <w:rsid w:val="000452B9"/>
    <w:rsid w:val="0004634B"/>
    <w:rsid w:val="00046C56"/>
    <w:rsid w:val="0004717B"/>
    <w:rsid w:val="0004731B"/>
    <w:rsid w:val="000515BC"/>
    <w:rsid w:val="00051B00"/>
    <w:rsid w:val="00052251"/>
    <w:rsid w:val="00052C10"/>
    <w:rsid w:val="0005333B"/>
    <w:rsid w:val="0005528A"/>
    <w:rsid w:val="000552D8"/>
    <w:rsid w:val="00062A6E"/>
    <w:rsid w:val="00063C46"/>
    <w:rsid w:val="00064846"/>
    <w:rsid w:val="00064990"/>
    <w:rsid w:val="00065A3B"/>
    <w:rsid w:val="00066918"/>
    <w:rsid w:val="00066E55"/>
    <w:rsid w:val="00067B26"/>
    <w:rsid w:val="0007049B"/>
    <w:rsid w:val="00070E37"/>
    <w:rsid w:val="00071266"/>
    <w:rsid w:val="00074E06"/>
    <w:rsid w:val="00075637"/>
    <w:rsid w:val="00075AA2"/>
    <w:rsid w:val="00077997"/>
    <w:rsid w:val="00080EC5"/>
    <w:rsid w:val="0008102C"/>
    <w:rsid w:val="00081094"/>
    <w:rsid w:val="00081A90"/>
    <w:rsid w:val="00082FD4"/>
    <w:rsid w:val="00083429"/>
    <w:rsid w:val="00083B4B"/>
    <w:rsid w:val="0008432A"/>
    <w:rsid w:val="00084DEE"/>
    <w:rsid w:val="00084F82"/>
    <w:rsid w:val="0008522C"/>
    <w:rsid w:val="000852D4"/>
    <w:rsid w:val="000855A5"/>
    <w:rsid w:val="000857EB"/>
    <w:rsid w:val="00085DD1"/>
    <w:rsid w:val="0008675A"/>
    <w:rsid w:val="0008754D"/>
    <w:rsid w:val="0009018F"/>
    <w:rsid w:val="00090785"/>
    <w:rsid w:val="00090B8C"/>
    <w:rsid w:val="00090ECF"/>
    <w:rsid w:val="00092779"/>
    <w:rsid w:val="00092FD3"/>
    <w:rsid w:val="000950F0"/>
    <w:rsid w:val="00095B72"/>
    <w:rsid w:val="00096156"/>
    <w:rsid w:val="000967AF"/>
    <w:rsid w:val="0009697F"/>
    <w:rsid w:val="00096AD6"/>
    <w:rsid w:val="0009706A"/>
    <w:rsid w:val="000A0202"/>
    <w:rsid w:val="000A1418"/>
    <w:rsid w:val="000A1460"/>
    <w:rsid w:val="000A2096"/>
    <w:rsid w:val="000A2749"/>
    <w:rsid w:val="000A2A3A"/>
    <w:rsid w:val="000A4091"/>
    <w:rsid w:val="000A40A4"/>
    <w:rsid w:val="000A47C0"/>
    <w:rsid w:val="000A5866"/>
    <w:rsid w:val="000A58A1"/>
    <w:rsid w:val="000A5CD2"/>
    <w:rsid w:val="000A5F51"/>
    <w:rsid w:val="000A667B"/>
    <w:rsid w:val="000A6C20"/>
    <w:rsid w:val="000A6FC4"/>
    <w:rsid w:val="000A7E06"/>
    <w:rsid w:val="000A7F7A"/>
    <w:rsid w:val="000A7FDF"/>
    <w:rsid w:val="000B119E"/>
    <w:rsid w:val="000B1D29"/>
    <w:rsid w:val="000B29E9"/>
    <w:rsid w:val="000B31B8"/>
    <w:rsid w:val="000B3448"/>
    <w:rsid w:val="000B378F"/>
    <w:rsid w:val="000B56C0"/>
    <w:rsid w:val="000B66FD"/>
    <w:rsid w:val="000B73C5"/>
    <w:rsid w:val="000B7487"/>
    <w:rsid w:val="000B7A45"/>
    <w:rsid w:val="000C030F"/>
    <w:rsid w:val="000C148E"/>
    <w:rsid w:val="000C2121"/>
    <w:rsid w:val="000C3724"/>
    <w:rsid w:val="000C505C"/>
    <w:rsid w:val="000C517F"/>
    <w:rsid w:val="000C5FC7"/>
    <w:rsid w:val="000C61B4"/>
    <w:rsid w:val="000C6D09"/>
    <w:rsid w:val="000C6EA8"/>
    <w:rsid w:val="000D003D"/>
    <w:rsid w:val="000D093D"/>
    <w:rsid w:val="000D7805"/>
    <w:rsid w:val="000D7838"/>
    <w:rsid w:val="000E05ED"/>
    <w:rsid w:val="000E1FCD"/>
    <w:rsid w:val="000E218D"/>
    <w:rsid w:val="000E2B99"/>
    <w:rsid w:val="000E31EB"/>
    <w:rsid w:val="000E46B3"/>
    <w:rsid w:val="000E500F"/>
    <w:rsid w:val="000E5B15"/>
    <w:rsid w:val="000E6417"/>
    <w:rsid w:val="000E6F49"/>
    <w:rsid w:val="000E7603"/>
    <w:rsid w:val="000E79CE"/>
    <w:rsid w:val="000E7BB9"/>
    <w:rsid w:val="000F1009"/>
    <w:rsid w:val="000F1D2F"/>
    <w:rsid w:val="000F391C"/>
    <w:rsid w:val="000F4C79"/>
    <w:rsid w:val="000F5782"/>
    <w:rsid w:val="000F5858"/>
    <w:rsid w:val="000F5C14"/>
    <w:rsid w:val="000F6182"/>
    <w:rsid w:val="000F70AF"/>
    <w:rsid w:val="000F7FB6"/>
    <w:rsid w:val="00100179"/>
    <w:rsid w:val="00100634"/>
    <w:rsid w:val="00100CCF"/>
    <w:rsid w:val="00101064"/>
    <w:rsid w:val="00101785"/>
    <w:rsid w:val="001022A8"/>
    <w:rsid w:val="00102D4E"/>
    <w:rsid w:val="00103575"/>
    <w:rsid w:val="0010461E"/>
    <w:rsid w:val="00104EDC"/>
    <w:rsid w:val="001055D1"/>
    <w:rsid w:val="001056F3"/>
    <w:rsid w:val="001062DF"/>
    <w:rsid w:val="0010636E"/>
    <w:rsid w:val="0010717A"/>
    <w:rsid w:val="001079E6"/>
    <w:rsid w:val="00110110"/>
    <w:rsid w:val="00110C26"/>
    <w:rsid w:val="00112266"/>
    <w:rsid w:val="0011260C"/>
    <w:rsid w:val="001128AF"/>
    <w:rsid w:val="00113471"/>
    <w:rsid w:val="001158D0"/>
    <w:rsid w:val="00115BDF"/>
    <w:rsid w:val="00116033"/>
    <w:rsid w:val="001163D5"/>
    <w:rsid w:val="001169EF"/>
    <w:rsid w:val="00117919"/>
    <w:rsid w:val="00117935"/>
    <w:rsid w:val="00117FAD"/>
    <w:rsid w:val="001206B4"/>
    <w:rsid w:val="00120EBC"/>
    <w:rsid w:val="00122E80"/>
    <w:rsid w:val="001240F1"/>
    <w:rsid w:val="00124271"/>
    <w:rsid w:val="001268A8"/>
    <w:rsid w:val="00130CA3"/>
    <w:rsid w:val="001315FC"/>
    <w:rsid w:val="00131865"/>
    <w:rsid w:val="0013275E"/>
    <w:rsid w:val="0013283C"/>
    <w:rsid w:val="00133598"/>
    <w:rsid w:val="0013694F"/>
    <w:rsid w:val="00136C8F"/>
    <w:rsid w:val="00136D9F"/>
    <w:rsid w:val="001378AF"/>
    <w:rsid w:val="00137E22"/>
    <w:rsid w:val="00137F7F"/>
    <w:rsid w:val="00140496"/>
    <w:rsid w:val="00141087"/>
    <w:rsid w:val="001478AC"/>
    <w:rsid w:val="00147A96"/>
    <w:rsid w:val="00147BDB"/>
    <w:rsid w:val="001511E1"/>
    <w:rsid w:val="00151C83"/>
    <w:rsid w:val="0015273B"/>
    <w:rsid w:val="0015293B"/>
    <w:rsid w:val="00152DAE"/>
    <w:rsid w:val="001531FA"/>
    <w:rsid w:val="001556EE"/>
    <w:rsid w:val="001560EB"/>
    <w:rsid w:val="00156681"/>
    <w:rsid w:val="001578F1"/>
    <w:rsid w:val="00157C6E"/>
    <w:rsid w:val="00161E1A"/>
    <w:rsid w:val="00162122"/>
    <w:rsid w:val="0016254D"/>
    <w:rsid w:val="00163ADC"/>
    <w:rsid w:val="00164B9B"/>
    <w:rsid w:val="00167037"/>
    <w:rsid w:val="00167AE3"/>
    <w:rsid w:val="001706A5"/>
    <w:rsid w:val="0017120F"/>
    <w:rsid w:val="00171972"/>
    <w:rsid w:val="001719C4"/>
    <w:rsid w:val="00173075"/>
    <w:rsid w:val="0017353D"/>
    <w:rsid w:val="00173FC5"/>
    <w:rsid w:val="00173FC6"/>
    <w:rsid w:val="00175D49"/>
    <w:rsid w:val="00176412"/>
    <w:rsid w:val="00176B30"/>
    <w:rsid w:val="00176C18"/>
    <w:rsid w:val="001807D0"/>
    <w:rsid w:val="001815FF"/>
    <w:rsid w:val="00181C07"/>
    <w:rsid w:val="00182D6A"/>
    <w:rsid w:val="0018317D"/>
    <w:rsid w:val="00183BAF"/>
    <w:rsid w:val="00184B88"/>
    <w:rsid w:val="00184BCE"/>
    <w:rsid w:val="00185A7E"/>
    <w:rsid w:val="0018734F"/>
    <w:rsid w:val="00190BD6"/>
    <w:rsid w:val="00190E05"/>
    <w:rsid w:val="00190FCD"/>
    <w:rsid w:val="00191AB2"/>
    <w:rsid w:val="0019257B"/>
    <w:rsid w:val="00192AED"/>
    <w:rsid w:val="00192BA4"/>
    <w:rsid w:val="00192C23"/>
    <w:rsid w:val="00192D69"/>
    <w:rsid w:val="00193259"/>
    <w:rsid w:val="00193AAF"/>
    <w:rsid w:val="00193C85"/>
    <w:rsid w:val="00194359"/>
    <w:rsid w:val="001945D9"/>
    <w:rsid w:val="00194D9E"/>
    <w:rsid w:val="00195944"/>
    <w:rsid w:val="00195E4E"/>
    <w:rsid w:val="00196FB4"/>
    <w:rsid w:val="0019702D"/>
    <w:rsid w:val="00197FC3"/>
    <w:rsid w:val="001A06FE"/>
    <w:rsid w:val="001A1EA2"/>
    <w:rsid w:val="001A2BA0"/>
    <w:rsid w:val="001A314E"/>
    <w:rsid w:val="001A3398"/>
    <w:rsid w:val="001A39F5"/>
    <w:rsid w:val="001A3F49"/>
    <w:rsid w:val="001A4F78"/>
    <w:rsid w:val="001A6F03"/>
    <w:rsid w:val="001A7C54"/>
    <w:rsid w:val="001B0F0E"/>
    <w:rsid w:val="001B1821"/>
    <w:rsid w:val="001B34FE"/>
    <w:rsid w:val="001B3D37"/>
    <w:rsid w:val="001B5154"/>
    <w:rsid w:val="001B5F5C"/>
    <w:rsid w:val="001B64B1"/>
    <w:rsid w:val="001C0773"/>
    <w:rsid w:val="001C1B8A"/>
    <w:rsid w:val="001C475E"/>
    <w:rsid w:val="001C4B3E"/>
    <w:rsid w:val="001C5504"/>
    <w:rsid w:val="001C69B3"/>
    <w:rsid w:val="001C69BF"/>
    <w:rsid w:val="001C6C79"/>
    <w:rsid w:val="001C7629"/>
    <w:rsid w:val="001C7977"/>
    <w:rsid w:val="001C7D75"/>
    <w:rsid w:val="001D014F"/>
    <w:rsid w:val="001D057F"/>
    <w:rsid w:val="001D0B6A"/>
    <w:rsid w:val="001D113F"/>
    <w:rsid w:val="001D153E"/>
    <w:rsid w:val="001D1BF8"/>
    <w:rsid w:val="001D24ED"/>
    <w:rsid w:val="001D2B37"/>
    <w:rsid w:val="001D2D2E"/>
    <w:rsid w:val="001D2F0F"/>
    <w:rsid w:val="001D38B0"/>
    <w:rsid w:val="001D3A28"/>
    <w:rsid w:val="001D566E"/>
    <w:rsid w:val="001D650F"/>
    <w:rsid w:val="001D6D40"/>
    <w:rsid w:val="001D7294"/>
    <w:rsid w:val="001D7827"/>
    <w:rsid w:val="001E0FF6"/>
    <w:rsid w:val="001E104E"/>
    <w:rsid w:val="001E1ED4"/>
    <w:rsid w:val="001E38AA"/>
    <w:rsid w:val="001E3AC0"/>
    <w:rsid w:val="001E3CD2"/>
    <w:rsid w:val="001E3F34"/>
    <w:rsid w:val="001E66F2"/>
    <w:rsid w:val="001E72C4"/>
    <w:rsid w:val="001F04DD"/>
    <w:rsid w:val="001F1250"/>
    <w:rsid w:val="001F2718"/>
    <w:rsid w:val="001F3584"/>
    <w:rsid w:val="001F6323"/>
    <w:rsid w:val="001F6DF7"/>
    <w:rsid w:val="001F6F40"/>
    <w:rsid w:val="001F7BFF"/>
    <w:rsid w:val="00200B8D"/>
    <w:rsid w:val="002016C1"/>
    <w:rsid w:val="002017C4"/>
    <w:rsid w:val="00202848"/>
    <w:rsid w:val="0020362A"/>
    <w:rsid w:val="00204831"/>
    <w:rsid w:val="00205630"/>
    <w:rsid w:val="002058FE"/>
    <w:rsid w:val="002066A6"/>
    <w:rsid w:val="00210588"/>
    <w:rsid w:val="00212511"/>
    <w:rsid w:val="002130A7"/>
    <w:rsid w:val="00214502"/>
    <w:rsid w:val="00216E1B"/>
    <w:rsid w:val="002170F1"/>
    <w:rsid w:val="002178F2"/>
    <w:rsid w:val="002207BE"/>
    <w:rsid w:val="00220825"/>
    <w:rsid w:val="00222C61"/>
    <w:rsid w:val="0022378C"/>
    <w:rsid w:val="002239DE"/>
    <w:rsid w:val="00223B34"/>
    <w:rsid w:val="00224836"/>
    <w:rsid w:val="00224BE3"/>
    <w:rsid w:val="00225DE9"/>
    <w:rsid w:val="00226C9E"/>
    <w:rsid w:val="00226E65"/>
    <w:rsid w:val="00227358"/>
    <w:rsid w:val="00227F26"/>
    <w:rsid w:val="00231647"/>
    <w:rsid w:val="00231C3B"/>
    <w:rsid w:val="00232E76"/>
    <w:rsid w:val="00234153"/>
    <w:rsid w:val="00234A0A"/>
    <w:rsid w:val="002361AA"/>
    <w:rsid w:val="00237543"/>
    <w:rsid w:val="00237546"/>
    <w:rsid w:val="0023778E"/>
    <w:rsid w:val="00237BFD"/>
    <w:rsid w:val="00237CF5"/>
    <w:rsid w:val="00240418"/>
    <w:rsid w:val="002408C4"/>
    <w:rsid w:val="00240A94"/>
    <w:rsid w:val="00241462"/>
    <w:rsid w:val="00241973"/>
    <w:rsid w:val="00242691"/>
    <w:rsid w:val="00242A03"/>
    <w:rsid w:val="00242B20"/>
    <w:rsid w:val="00244A1A"/>
    <w:rsid w:val="002475F7"/>
    <w:rsid w:val="00247A38"/>
    <w:rsid w:val="00247B35"/>
    <w:rsid w:val="002508A8"/>
    <w:rsid w:val="00250F64"/>
    <w:rsid w:val="00252238"/>
    <w:rsid w:val="002543C6"/>
    <w:rsid w:val="00254725"/>
    <w:rsid w:val="00255668"/>
    <w:rsid w:val="00256B52"/>
    <w:rsid w:val="00257868"/>
    <w:rsid w:val="00260053"/>
    <w:rsid w:val="002603D8"/>
    <w:rsid w:val="00261A48"/>
    <w:rsid w:val="002625B2"/>
    <w:rsid w:val="00262BA5"/>
    <w:rsid w:val="00262F1E"/>
    <w:rsid w:val="0026391B"/>
    <w:rsid w:val="002646DC"/>
    <w:rsid w:val="002658B1"/>
    <w:rsid w:val="00266819"/>
    <w:rsid w:val="00266C58"/>
    <w:rsid w:val="00270894"/>
    <w:rsid w:val="002714A1"/>
    <w:rsid w:val="00271C0D"/>
    <w:rsid w:val="002746F5"/>
    <w:rsid w:val="002759EB"/>
    <w:rsid w:val="00275A49"/>
    <w:rsid w:val="00275E32"/>
    <w:rsid w:val="002763E1"/>
    <w:rsid w:val="002771C4"/>
    <w:rsid w:val="002808FE"/>
    <w:rsid w:val="00280ABC"/>
    <w:rsid w:val="00280E30"/>
    <w:rsid w:val="0028159C"/>
    <w:rsid w:val="002826F3"/>
    <w:rsid w:val="002828EE"/>
    <w:rsid w:val="002829D1"/>
    <w:rsid w:val="00282BCF"/>
    <w:rsid w:val="00282DD4"/>
    <w:rsid w:val="00283255"/>
    <w:rsid w:val="00283929"/>
    <w:rsid w:val="00283AE0"/>
    <w:rsid w:val="002846C9"/>
    <w:rsid w:val="002864B7"/>
    <w:rsid w:val="002866A9"/>
    <w:rsid w:val="00286A16"/>
    <w:rsid w:val="002911F5"/>
    <w:rsid w:val="0029149D"/>
    <w:rsid w:val="002917A0"/>
    <w:rsid w:val="00291D2F"/>
    <w:rsid w:val="00291FC8"/>
    <w:rsid w:val="00292A30"/>
    <w:rsid w:val="00293634"/>
    <w:rsid w:val="002961BB"/>
    <w:rsid w:val="002A09F9"/>
    <w:rsid w:val="002A0D6F"/>
    <w:rsid w:val="002A2836"/>
    <w:rsid w:val="002A2872"/>
    <w:rsid w:val="002A41A9"/>
    <w:rsid w:val="002A457C"/>
    <w:rsid w:val="002A4B21"/>
    <w:rsid w:val="002A4B86"/>
    <w:rsid w:val="002A4F6E"/>
    <w:rsid w:val="002A56F9"/>
    <w:rsid w:val="002A71E4"/>
    <w:rsid w:val="002A7D19"/>
    <w:rsid w:val="002B0042"/>
    <w:rsid w:val="002B04CC"/>
    <w:rsid w:val="002B0A46"/>
    <w:rsid w:val="002B1681"/>
    <w:rsid w:val="002B1DFE"/>
    <w:rsid w:val="002B2D88"/>
    <w:rsid w:val="002B390E"/>
    <w:rsid w:val="002B3CCC"/>
    <w:rsid w:val="002B5208"/>
    <w:rsid w:val="002B589B"/>
    <w:rsid w:val="002B6470"/>
    <w:rsid w:val="002B6F10"/>
    <w:rsid w:val="002B78C3"/>
    <w:rsid w:val="002C0FAB"/>
    <w:rsid w:val="002C20E8"/>
    <w:rsid w:val="002C20F9"/>
    <w:rsid w:val="002C3101"/>
    <w:rsid w:val="002C3294"/>
    <w:rsid w:val="002C3694"/>
    <w:rsid w:val="002C3739"/>
    <w:rsid w:val="002C5599"/>
    <w:rsid w:val="002C650B"/>
    <w:rsid w:val="002C71A9"/>
    <w:rsid w:val="002D0143"/>
    <w:rsid w:val="002D1897"/>
    <w:rsid w:val="002D1D2B"/>
    <w:rsid w:val="002D44B2"/>
    <w:rsid w:val="002D49C9"/>
    <w:rsid w:val="002D4B1B"/>
    <w:rsid w:val="002D4C0E"/>
    <w:rsid w:val="002D4E44"/>
    <w:rsid w:val="002E0081"/>
    <w:rsid w:val="002E0F46"/>
    <w:rsid w:val="002E145E"/>
    <w:rsid w:val="002E2D42"/>
    <w:rsid w:val="002E2DFD"/>
    <w:rsid w:val="002E32C5"/>
    <w:rsid w:val="002E3F5A"/>
    <w:rsid w:val="002E4333"/>
    <w:rsid w:val="002E4AC3"/>
    <w:rsid w:val="002E7478"/>
    <w:rsid w:val="002E74B5"/>
    <w:rsid w:val="002E7916"/>
    <w:rsid w:val="002E7DBA"/>
    <w:rsid w:val="002E7EF5"/>
    <w:rsid w:val="002F19F5"/>
    <w:rsid w:val="002F1ECC"/>
    <w:rsid w:val="002F2013"/>
    <w:rsid w:val="002F2051"/>
    <w:rsid w:val="002F22A9"/>
    <w:rsid w:val="002F2804"/>
    <w:rsid w:val="002F2839"/>
    <w:rsid w:val="002F2E62"/>
    <w:rsid w:val="002F307C"/>
    <w:rsid w:val="002F36F8"/>
    <w:rsid w:val="002F3923"/>
    <w:rsid w:val="002F3AAD"/>
    <w:rsid w:val="002F40CC"/>
    <w:rsid w:val="002F448A"/>
    <w:rsid w:val="002F44CA"/>
    <w:rsid w:val="002F4793"/>
    <w:rsid w:val="002F4DE9"/>
    <w:rsid w:val="002F5A7A"/>
    <w:rsid w:val="002F5E1E"/>
    <w:rsid w:val="002F6090"/>
    <w:rsid w:val="002F65CE"/>
    <w:rsid w:val="002F6882"/>
    <w:rsid w:val="002F6943"/>
    <w:rsid w:val="002F6A2D"/>
    <w:rsid w:val="002F7203"/>
    <w:rsid w:val="002F7929"/>
    <w:rsid w:val="00300780"/>
    <w:rsid w:val="003016DD"/>
    <w:rsid w:val="00301DD0"/>
    <w:rsid w:val="003020EB"/>
    <w:rsid w:val="00302222"/>
    <w:rsid w:val="003052A8"/>
    <w:rsid w:val="003054B5"/>
    <w:rsid w:val="00305862"/>
    <w:rsid w:val="00305B3B"/>
    <w:rsid w:val="00306868"/>
    <w:rsid w:val="00306FE5"/>
    <w:rsid w:val="0031016D"/>
    <w:rsid w:val="00310CC9"/>
    <w:rsid w:val="00310DCA"/>
    <w:rsid w:val="00312ABA"/>
    <w:rsid w:val="003139DC"/>
    <w:rsid w:val="00314917"/>
    <w:rsid w:val="0031633B"/>
    <w:rsid w:val="00316A32"/>
    <w:rsid w:val="00317E77"/>
    <w:rsid w:val="00320F44"/>
    <w:rsid w:val="00321DEC"/>
    <w:rsid w:val="00322BFC"/>
    <w:rsid w:val="003231AD"/>
    <w:rsid w:val="0032321A"/>
    <w:rsid w:val="00325AB8"/>
    <w:rsid w:val="00325C00"/>
    <w:rsid w:val="00326415"/>
    <w:rsid w:val="00326B94"/>
    <w:rsid w:val="003273E1"/>
    <w:rsid w:val="00330703"/>
    <w:rsid w:val="00332620"/>
    <w:rsid w:val="003329C1"/>
    <w:rsid w:val="00332CDD"/>
    <w:rsid w:val="00333010"/>
    <w:rsid w:val="003331B9"/>
    <w:rsid w:val="003340E2"/>
    <w:rsid w:val="00334297"/>
    <w:rsid w:val="00334859"/>
    <w:rsid w:val="003368D7"/>
    <w:rsid w:val="00336937"/>
    <w:rsid w:val="00336972"/>
    <w:rsid w:val="00336CD1"/>
    <w:rsid w:val="00340048"/>
    <w:rsid w:val="00340842"/>
    <w:rsid w:val="00340C76"/>
    <w:rsid w:val="00340CB1"/>
    <w:rsid w:val="00341488"/>
    <w:rsid w:val="003436A9"/>
    <w:rsid w:val="00343BEE"/>
    <w:rsid w:val="00343D78"/>
    <w:rsid w:val="003440C6"/>
    <w:rsid w:val="00344900"/>
    <w:rsid w:val="00345A7E"/>
    <w:rsid w:val="00346CE2"/>
    <w:rsid w:val="00346DA5"/>
    <w:rsid w:val="00347CEC"/>
    <w:rsid w:val="00350213"/>
    <w:rsid w:val="00350467"/>
    <w:rsid w:val="00350812"/>
    <w:rsid w:val="003513CD"/>
    <w:rsid w:val="003523F7"/>
    <w:rsid w:val="00352655"/>
    <w:rsid w:val="00352888"/>
    <w:rsid w:val="00353D7D"/>
    <w:rsid w:val="00355435"/>
    <w:rsid w:val="0035571B"/>
    <w:rsid w:val="003560E3"/>
    <w:rsid w:val="00356450"/>
    <w:rsid w:val="0035761F"/>
    <w:rsid w:val="0036008E"/>
    <w:rsid w:val="00360CAE"/>
    <w:rsid w:val="003610A2"/>
    <w:rsid w:val="003611DB"/>
    <w:rsid w:val="003621DA"/>
    <w:rsid w:val="00362893"/>
    <w:rsid w:val="003633AA"/>
    <w:rsid w:val="0036378D"/>
    <w:rsid w:val="003638F3"/>
    <w:rsid w:val="00363BF9"/>
    <w:rsid w:val="00363C55"/>
    <w:rsid w:val="00364292"/>
    <w:rsid w:val="00366372"/>
    <w:rsid w:val="003668EC"/>
    <w:rsid w:val="003703C4"/>
    <w:rsid w:val="0037391F"/>
    <w:rsid w:val="003739CE"/>
    <w:rsid w:val="0037451C"/>
    <w:rsid w:val="00375AD4"/>
    <w:rsid w:val="00375BC0"/>
    <w:rsid w:val="0037611A"/>
    <w:rsid w:val="00376CC4"/>
    <w:rsid w:val="00376CF1"/>
    <w:rsid w:val="00377000"/>
    <w:rsid w:val="003774F1"/>
    <w:rsid w:val="00377A4E"/>
    <w:rsid w:val="0038078C"/>
    <w:rsid w:val="00381691"/>
    <w:rsid w:val="003821DE"/>
    <w:rsid w:val="00382DF6"/>
    <w:rsid w:val="00382EF3"/>
    <w:rsid w:val="003842D0"/>
    <w:rsid w:val="00384AEE"/>
    <w:rsid w:val="003850C2"/>
    <w:rsid w:val="003850E5"/>
    <w:rsid w:val="00385E10"/>
    <w:rsid w:val="0038648A"/>
    <w:rsid w:val="003872A8"/>
    <w:rsid w:val="00387734"/>
    <w:rsid w:val="003877D7"/>
    <w:rsid w:val="00387892"/>
    <w:rsid w:val="00387D44"/>
    <w:rsid w:val="00387E01"/>
    <w:rsid w:val="00390F54"/>
    <w:rsid w:val="00392A70"/>
    <w:rsid w:val="00392BDF"/>
    <w:rsid w:val="00393E58"/>
    <w:rsid w:val="003958B1"/>
    <w:rsid w:val="00395E2B"/>
    <w:rsid w:val="0039789C"/>
    <w:rsid w:val="003A1730"/>
    <w:rsid w:val="003A1CD0"/>
    <w:rsid w:val="003A3499"/>
    <w:rsid w:val="003A35BC"/>
    <w:rsid w:val="003A3839"/>
    <w:rsid w:val="003A4093"/>
    <w:rsid w:val="003A41E9"/>
    <w:rsid w:val="003A6A07"/>
    <w:rsid w:val="003A6B33"/>
    <w:rsid w:val="003A70A7"/>
    <w:rsid w:val="003B11B5"/>
    <w:rsid w:val="003B11CB"/>
    <w:rsid w:val="003B21E1"/>
    <w:rsid w:val="003B2A1B"/>
    <w:rsid w:val="003B2CFC"/>
    <w:rsid w:val="003B5487"/>
    <w:rsid w:val="003B5EF4"/>
    <w:rsid w:val="003B7557"/>
    <w:rsid w:val="003C3A59"/>
    <w:rsid w:val="003C442E"/>
    <w:rsid w:val="003C525B"/>
    <w:rsid w:val="003C56E9"/>
    <w:rsid w:val="003C598A"/>
    <w:rsid w:val="003C6771"/>
    <w:rsid w:val="003C69B2"/>
    <w:rsid w:val="003C725D"/>
    <w:rsid w:val="003C7C7D"/>
    <w:rsid w:val="003C7E31"/>
    <w:rsid w:val="003D0604"/>
    <w:rsid w:val="003D1477"/>
    <w:rsid w:val="003D181B"/>
    <w:rsid w:val="003D26A9"/>
    <w:rsid w:val="003D286A"/>
    <w:rsid w:val="003D357F"/>
    <w:rsid w:val="003D46E1"/>
    <w:rsid w:val="003D4B0F"/>
    <w:rsid w:val="003D537C"/>
    <w:rsid w:val="003D5912"/>
    <w:rsid w:val="003D5BD8"/>
    <w:rsid w:val="003D70D1"/>
    <w:rsid w:val="003E0010"/>
    <w:rsid w:val="003E1656"/>
    <w:rsid w:val="003E188A"/>
    <w:rsid w:val="003E2449"/>
    <w:rsid w:val="003E3F48"/>
    <w:rsid w:val="003E4078"/>
    <w:rsid w:val="003E4D00"/>
    <w:rsid w:val="003E55F9"/>
    <w:rsid w:val="003E5637"/>
    <w:rsid w:val="003E5731"/>
    <w:rsid w:val="003E5BB5"/>
    <w:rsid w:val="003E5D79"/>
    <w:rsid w:val="003E66F9"/>
    <w:rsid w:val="003E6EDB"/>
    <w:rsid w:val="003F05CA"/>
    <w:rsid w:val="003F1396"/>
    <w:rsid w:val="003F1B6D"/>
    <w:rsid w:val="003F1CF5"/>
    <w:rsid w:val="003F264D"/>
    <w:rsid w:val="003F2B49"/>
    <w:rsid w:val="003F2C77"/>
    <w:rsid w:val="003F3E3F"/>
    <w:rsid w:val="003F410E"/>
    <w:rsid w:val="003F4E10"/>
    <w:rsid w:val="003F5357"/>
    <w:rsid w:val="003F69E9"/>
    <w:rsid w:val="003F6C5E"/>
    <w:rsid w:val="003F6EC1"/>
    <w:rsid w:val="003F6F0A"/>
    <w:rsid w:val="003F7128"/>
    <w:rsid w:val="003F7554"/>
    <w:rsid w:val="003F7964"/>
    <w:rsid w:val="003F7DC1"/>
    <w:rsid w:val="00400813"/>
    <w:rsid w:val="00400DAF"/>
    <w:rsid w:val="00401752"/>
    <w:rsid w:val="004025C1"/>
    <w:rsid w:val="00403A26"/>
    <w:rsid w:val="00404A4E"/>
    <w:rsid w:val="00404BA5"/>
    <w:rsid w:val="00404CCA"/>
    <w:rsid w:val="004051F1"/>
    <w:rsid w:val="0040612C"/>
    <w:rsid w:val="004067FB"/>
    <w:rsid w:val="004076E1"/>
    <w:rsid w:val="00407DB9"/>
    <w:rsid w:val="0041031B"/>
    <w:rsid w:val="00410724"/>
    <w:rsid w:val="00410B26"/>
    <w:rsid w:val="00412005"/>
    <w:rsid w:val="00412A21"/>
    <w:rsid w:val="00412B6F"/>
    <w:rsid w:val="00414AC0"/>
    <w:rsid w:val="00414EB4"/>
    <w:rsid w:val="00417880"/>
    <w:rsid w:val="00417AA0"/>
    <w:rsid w:val="0042034E"/>
    <w:rsid w:val="00420778"/>
    <w:rsid w:val="00421966"/>
    <w:rsid w:val="00421C9F"/>
    <w:rsid w:val="00423D80"/>
    <w:rsid w:val="00424264"/>
    <w:rsid w:val="00424B96"/>
    <w:rsid w:val="00424D0B"/>
    <w:rsid w:val="004259A7"/>
    <w:rsid w:val="0042729E"/>
    <w:rsid w:val="0042730C"/>
    <w:rsid w:val="0043023A"/>
    <w:rsid w:val="00432C10"/>
    <w:rsid w:val="00432CDD"/>
    <w:rsid w:val="00432EFC"/>
    <w:rsid w:val="0043361E"/>
    <w:rsid w:val="00434AD2"/>
    <w:rsid w:val="00435A09"/>
    <w:rsid w:val="00435E70"/>
    <w:rsid w:val="00436231"/>
    <w:rsid w:val="0043702D"/>
    <w:rsid w:val="004403F3"/>
    <w:rsid w:val="004406BD"/>
    <w:rsid w:val="0044123C"/>
    <w:rsid w:val="00441932"/>
    <w:rsid w:val="00442FD0"/>
    <w:rsid w:val="004436EB"/>
    <w:rsid w:val="00443B7F"/>
    <w:rsid w:val="004443A5"/>
    <w:rsid w:val="00444BED"/>
    <w:rsid w:val="00444E4E"/>
    <w:rsid w:val="00445168"/>
    <w:rsid w:val="00446300"/>
    <w:rsid w:val="0044630C"/>
    <w:rsid w:val="0044652B"/>
    <w:rsid w:val="004466B1"/>
    <w:rsid w:val="00446C78"/>
    <w:rsid w:val="00447ACD"/>
    <w:rsid w:val="004505FF"/>
    <w:rsid w:val="0045072D"/>
    <w:rsid w:val="00452ED0"/>
    <w:rsid w:val="00454612"/>
    <w:rsid w:val="00454718"/>
    <w:rsid w:val="00454B55"/>
    <w:rsid w:val="00454F7B"/>
    <w:rsid w:val="00454FFF"/>
    <w:rsid w:val="00455DC9"/>
    <w:rsid w:val="00457FA5"/>
    <w:rsid w:val="00460555"/>
    <w:rsid w:val="00460FE4"/>
    <w:rsid w:val="00464A5D"/>
    <w:rsid w:val="00464F82"/>
    <w:rsid w:val="00464FE4"/>
    <w:rsid w:val="00465939"/>
    <w:rsid w:val="00466466"/>
    <w:rsid w:val="0046651F"/>
    <w:rsid w:val="00466725"/>
    <w:rsid w:val="004674A5"/>
    <w:rsid w:val="004678DE"/>
    <w:rsid w:val="00467E6B"/>
    <w:rsid w:val="00470153"/>
    <w:rsid w:val="0047144A"/>
    <w:rsid w:val="00471D68"/>
    <w:rsid w:val="00471DFA"/>
    <w:rsid w:val="00472AEC"/>
    <w:rsid w:val="00472F5F"/>
    <w:rsid w:val="00473221"/>
    <w:rsid w:val="0047412C"/>
    <w:rsid w:val="00474C5A"/>
    <w:rsid w:val="00475509"/>
    <w:rsid w:val="00477CBB"/>
    <w:rsid w:val="00477CD5"/>
    <w:rsid w:val="004809A0"/>
    <w:rsid w:val="004809B3"/>
    <w:rsid w:val="00480A03"/>
    <w:rsid w:val="00480A5B"/>
    <w:rsid w:val="00480DD3"/>
    <w:rsid w:val="004813B3"/>
    <w:rsid w:val="00481789"/>
    <w:rsid w:val="004832C6"/>
    <w:rsid w:val="00483F5D"/>
    <w:rsid w:val="00484356"/>
    <w:rsid w:val="00491270"/>
    <w:rsid w:val="00491F36"/>
    <w:rsid w:val="00492177"/>
    <w:rsid w:val="00495208"/>
    <w:rsid w:val="00496316"/>
    <w:rsid w:val="00497534"/>
    <w:rsid w:val="00497566"/>
    <w:rsid w:val="004A04A0"/>
    <w:rsid w:val="004A34D3"/>
    <w:rsid w:val="004A37A3"/>
    <w:rsid w:val="004A4D68"/>
    <w:rsid w:val="004A54CB"/>
    <w:rsid w:val="004A5D95"/>
    <w:rsid w:val="004A640A"/>
    <w:rsid w:val="004A6569"/>
    <w:rsid w:val="004A766E"/>
    <w:rsid w:val="004B0007"/>
    <w:rsid w:val="004B0FCC"/>
    <w:rsid w:val="004B191A"/>
    <w:rsid w:val="004B42B7"/>
    <w:rsid w:val="004B43A9"/>
    <w:rsid w:val="004B4C4E"/>
    <w:rsid w:val="004B4D58"/>
    <w:rsid w:val="004B5F0E"/>
    <w:rsid w:val="004B6ABA"/>
    <w:rsid w:val="004B6B8E"/>
    <w:rsid w:val="004B6CB7"/>
    <w:rsid w:val="004B6CBC"/>
    <w:rsid w:val="004C0BB7"/>
    <w:rsid w:val="004C0C5E"/>
    <w:rsid w:val="004C1A6E"/>
    <w:rsid w:val="004C2586"/>
    <w:rsid w:val="004C34FF"/>
    <w:rsid w:val="004C4B15"/>
    <w:rsid w:val="004C4CDA"/>
    <w:rsid w:val="004C5896"/>
    <w:rsid w:val="004C5939"/>
    <w:rsid w:val="004C6143"/>
    <w:rsid w:val="004C77FE"/>
    <w:rsid w:val="004D3102"/>
    <w:rsid w:val="004D3427"/>
    <w:rsid w:val="004D47B9"/>
    <w:rsid w:val="004D547E"/>
    <w:rsid w:val="004D5E4A"/>
    <w:rsid w:val="004D728D"/>
    <w:rsid w:val="004D7EAC"/>
    <w:rsid w:val="004E026E"/>
    <w:rsid w:val="004E05AD"/>
    <w:rsid w:val="004E162D"/>
    <w:rsid w:val="004E1F7C"/>
    <w:rsid w:val="004E2968"/>
    <w:rsid w:val="004E5466"/>
    <w:rsid w:val="004E718E"/>
    <w:rsid w:val="004E7EF6"/>
    <w:rsid w:val="004F0688"/>
    <w:rsid w:val="004F19A5"/>
    <w:rsid w:val="004F2302"/>
    <w:rsid w:val="004F2996"/>
    <w:rsid w:val="004F387C"/>
    <w:rsid w:val="004F3A11"/>
    <w:rsid w:val="004F6410"/>
    <w:rsid w:val="004F6C08"/>
    <w:rsid w:val="004F73B9"/>
    <w:rsid w:val="005009FB"/>
    <w:rsid w:val="00502F5D"/>
    <w:rsid w:val="00503602"/>
    <w:rsid w:val="00504854"/>
    <w:rsid w:val="00505976"/>
    <w:rsid w:val="005069E3"/>
    <w:rsid w:val="005076CE"/>
    <w:rsid w:val="00507713"/>
    <w:rsid w:val="0050774C"/>
    <w:rsid w:val="005106F4"/>
    <w:rsid w:val="00512125"/>
    <w:rsid w:val="00512E68"/>
    <w:rsid w:val="00514CEE"/>
    <w:rsid w:val="00515907"/>
    <w:rsid w:val="00516F27"/>
    <w:rsid w:val="005175E1"/>
    <w:rsid w:val="00517CB2"/>
    <w:rsid w:val="0052032F"/>
    <w:rsid w:val="00521563"/>
    <w:rsid w:val="00522754"/>
    <w:rsid w:val="00522F91"/>
    <w:rsid w:val="00524CD7"/>
    <w:rsid w:val="005262DE"/>
    <w:rsid w:val="005263C3"/>
    <w:rsid w:val="00526DE7"/>
    <w:rsid w:val="00526E3B"/>
    <w:rsid w:val="00527BF9"/>
    <w:rsid w:val="00527F27"/>
    <w:rsid w:val="00530C81"/>
    <w:rsid w:val="00530F79"/>
    <w:rsid w:val="00532A7A"/>
    <w:rsid w:val="00532CD6"/>
    <w:rsid w:val="005334F5"/>
    <w:rsid w:val="00533C18"/>
    <w:rsid w:val="00533EA1"/>
    <w:rsid w:val="005340FC"/>
    <w:rsid w:val="00534677"/>
    <w:rsid w:val="00534EF4"/>
    <w:rsid w:val="005361D8"/>
    <w:rsid w:val="00540082"/>
    <w:rsid w:val="00540874"/>
    <w:rsid w:val="00540FB9"/>
    <w:rsid w:val="00542FE7"/>
    <w:rsid w:val="00543BD4"/>
    <w:rsid w:val="00546672"/>
    <w:rsid w:val="0054699A"/>
    <w:rsid w:val="00547627"/>
    <w:rsid w:val="00550024"/>
    <w:rsid w:val="00550336"/>
    <w:rsid w:val="00550729"/>
    <w:rsid w:val="005508A4"/>
    <w:rsid w:val="005517C1"/>
    <w:rsid w:val="0055480C"/>
    <w:rsid w:val="00555142"/>
    <w:rsid w:val="0055561D"/>
    <w:rsid w:val="00555A41"/>
    <w:rsid w:val="00555AA6"/>
    <w:rsid w:val="00555D5C"/>
    <w:rsid w:val="005622A0"/>
    <w:rsid w:val="00564F4C"/>
    <w:rsid w:val="00565501"/>
    <w:rsid w:val="00565CEB"/>
    <w:rsid w:val="00566BB4"/>
    <w:rsid w:val="00567547"/>
    <w:rsid w:val="00567E49"/>
    <w:rsid w:val="00574008"/>
    <w:rsid w:val="0057620A"/>
    <w:rsid w:val="00576A82"/>
    <w:rsid w:val="00576BB6"/>
    <w:rsid w:val="00577886"/>
    <w:rsid w:val="005800A5"/>
    <w:rsid w:val="00580169"/>
    <w:rsid w:val="005809F3"/>
    <w:rsid w:val="0058161E"/>
    <w:rsid w:val="005821BB"/>
    <w:rsid w:val="0058635B"/>
    <w:rsid w:val="00586CB7"/>
    <w:rsid w:val="00590497"/>
    <w:rsid w:val="0059107A"/>
    <w:rsid w:val="00591351"/>
    <w:rsid w:val="005925D0"/>
    <w:rsid w:val="00592B8E"/>
    <w:rsid w:val="00592C7B"/>
    <w:rsid w:val="00594D16"/>
    <w:rsid w:val="00595163"/>
    <w:rsid w:val="0059517D"/>
    <w:rsid w:val="00595FF0"/>
    <w:rsid w:val="00596466"/>
    <w:rsid w:val="00596D1A"/>
    <w:rsid w:val="00597738"/>
    <w:rsid w:val="005A0115"/>
    <w:rsid w:val="005A018D"/>
    <w:rsid w:val="005A041A"/>
    <w:rsid w:val="005A0633"/>
    <w:rsid w:val="005A06A7"/>
    <w:rsid w:val="005A0938"/>
    <w:rsid w:val="005A0C1E"/>
    <w:rsid w:val="005A232A"/>
    <w:rsid w:val="005A2662"/>
    <w:rsid w:val="005A30DC"/>
    <w:rsid w:val="005A4E66"/>
    <w:rsid w:val="005A6539"/>
    <w:rsid w:val="005B0B49"/>
    <w:rsid w:val="005B0D09"/>
    <w:rsid w:val="005B5805"/>
    <w:rsid w:val="005B600C"/>
    <w:rsid w:val="005B61EC"/>
    <w:rsid w:val="005B620D"/>
    <w:rsid w:val="005B65C6"/>
    <w:rsid w:val="005B66A4"/>
    <w:rsid w:val="005B7C66"/>
    <w:rsid w:val="005C0CFF"/>
    <w:rsid w:val="005C1B16"/>
    <w:rsid w:val="005C2C54"/>
    <w:rsid w:val="005C4E9E"/>
    <w:rsid w:val="005C50AD"/>
    <w:rsid w:val="005C5BE3"/>
    <w:rsid w:val="005C6EC8"/>
    <w:rsid w:val="005D07F9"/>
    <w:rsid w:val="005D1418"/>
    <w:rsid w:val="005D3274"/>
    <w:rsid w:val="005D369C"/>
    <w:rsid w:val="005D5797"/>
    <w:rsid w:val="005D5C65"/>
    <w:rsid w:val="005D5EE5"/>
    <w:rsid w:val="005D5FEF"/>
    <w:rsid w:val="005D6D70"/>
    <w:rsid w:val="005D75AB"/>
    <w:rsid w:val="005D7CD7"/>
    <w:rsid w:val="005E1843"/>
    <w:rsid w:val="005E1E7D"/>
    <w:rsid w:val="005E2C80"/>
    <w:rsid w:val="005E2F78"/>
    <w:rsid w:val="005E3388"/>
    <w:rsid w:val="005E4883"/>
    <w:rsid w:val="005E4A3D"/>
    <w:rsid w:val="005E53EE"/>
    <w:rsid w:val="005E5A80"/>
    <w:rsid w:val="005E672C"/>
    <w:rsid w:val="005E6A22"/>
    <w:rsid w:val="005E7824"/>
    <w:rsid w:val="005F032D"/>
    <w:rsid w:val="005F03E3"/>
    <w:rsid w:val="005F0746"/>
    <w:rsid w:val="005F09A5"/>
    <w:rsid w:val="005F0BEC"/>
    <w:rsid w:val="005F0C25"/>
    <w:rsid w:val="005F38E4"/>
    <w:rsid w:val="005F4560"/>
    <w:rsid w:val="005F48A1"/>
    <w:rsid w:val="005F5198"/>
    <w:rsid w:val="005F5AF4"/>
    <w:rsid w:val="005F673B"/>
    <w:rsid w:val="005F6CC7"/>
    <w:rsid w:val="005F6F9A"/>
    <w:rsid w:val="005F7E2A"/>
    <w:rsid w:val="006001BC"/>
    <w:rsid w:val="00600575"/>
    <w:rsid w:val="006014B2"/>
    <w:rsid w:val="00601C5A"/>
    <w:rsid w:val="006032A1"/>
    <w:rsid w:val="0060343D"/>
    <w:rsid w:val="00603800"/>
    <w:rsid w:val="00603FB9"/>
    <w:rsid w:val="00605161"/>
    <w:rsid w:val="006056F8"/>
    <w:rsid w:val="00605755"/>
    <w:rsid w:val="006101E5"/>
    <w:rsid w:val="0061034E"/>
    <w:rsid w:val="0061255D"/>
    <w:rsid w:val="00613563"/>
    <w:rsid w:val="00614859"/>
    <w:rsid w:val="006151B8"/>
    <w:rsid w:val="00615948"/>
    <w:rsid w:val="006160DF"/>
    <w:rsid w:val="006176FD"/>
    <w:rsid w:val="006208CA"/>
    <w:rsid w:val="00621CF8"/>
    <w:rsid w:val="00622009"/>
    <w:rsid w:val="00622186"/>
    <w:rsid w:val="00622420"/>
    <w:rsid w:val="00622C43"/>
    <w:rsid w:val="006241E2"/>
    <w:rsid w:val="006248BE"/>
    <w:rsid w:val="00626FB0"/>
    <w:rsid w:val="00627248"/>
    <w:rsid w:val="00627BF0"/>
    <w:rsid w:val="00627C80"/>
    <w:rsid w:val="0063050A"/>
    <w:rsid w:val="00630BCF"/>
    <w:rsid w:val="0063113F"/>
    <w:rsid w:val="00631C13"/>
    <w:rsid w:val="00632866"/>
    <w:rsid w:val="006333FF"/>
    <w:rsid w:val="00633449"/>
    <w:rsid w:val="006336B0"/>
    <w:rsid w:val="00634A2B"/>
    <w:rsid w:val="00635406"/>
    <w:rsid w:val="00635F82"/>
    <w:rsid w:val="00636824"/>
    <w:rsid w:val="00636BF1"/>
    <w:rsid w:val="006372F4"/>
    <w:rsid w:val="00640360"/>
    <w:rsid w:val="006404C0"/>
    <w:rsid w:val="0064132E"/>
    <w:rsid w:val="0064418A"/>
    <w:rsid w:val="006444D7"/>
    <w:rsid w:val="0064561D"/>
    <w:rsid w:val="00646259"/>
    <w:rsid w:val="006465EB"/>
    <w:rsid w:val="00647184"/>
    <w:rsid w:val="006478B8"/>
    <w:rsid w:val="00647E3A"/>
    <w:rsid w:val="00650BAB"/>
    <w:rsid w:val="00651AB6"/>
    <w:rsid w:val="006528AE"/>
    <w:rsid w:val="00653266"/>
    <w:rsid w:val="006535B6"/>
    <w:rsid w:val="00653FC5"/>
    <w:rsid w:val="006540A6"/>
    <w:rsid w:val="0065435F"/>
    <w:rsid w:val="00654E0A"/>
    <w:rsid w:val="00657805"/>
    <w:rsid w:val="00660938"/>
    <w:rsid w:val="00661130"/>
    <w:rsid w:val="006616DD"/>
    <w:rsid w:val="00661877"/>
    <w:rsid w:val="00662632"/>
    <w:rsid w:val="00662FE6"/>
    <w:rsid w:val="0066315B"/>
    <w:rsid w:val="00663799"/>
    <w:rsid w:val="006661B9"/>
    <w:rsid w:val="0066697F"/>
    <w:rsid w:val="00666B12"/>
    <w:rsid w:val="0067132B"/>
    <w:rsid w:val="0067148C"/>
    <w:rsid w:val="006718D2"/>
    <w:rsid w:val="0067196B"/>
    <w:rsid w:val="00671A1C"/>
    <w:rsid w:val="00674F70"/>
    <w:rsid w:val="006758B7"/>
    <w:rsid w:val="006759CD"/>
    <w:rsid w:val="0067608E"/>
    <w:rsid w:val="0067709F"/>
    <w:rsid w:val="00677324"/>
    <w:rsid w:val="00680180"/>
    <w:rsid w:val="00680697"/>
    <w:rsid w:val="006806D0"/>
    <w:rsid w:val="0068181D"/>
    <w:rsid w:val="006831FC"/>
    <w:rsid w:val="0068414E"/>
    <w:rsid w:val="00685299"/>
    <w:rsid w:val="00685865"/>
    <w:rsid w:val="00686917"/>
    <w:rsid w:val="00686B37"/>
    <w:rsid w:val="0068714A"/>
    <w:rsid w:val="0068767E"/>
    <w:rsid w:val="0069055A"/>
    <w:rsid w:val="00690F25"/>
    <w:rsid w:val="00691AE7"/>
    <w:rsid w:val="00692D6E"/>
    <w:rsid w:val="00693D71"/>
    <w:rsid w:val="00694E0A"/>
    <w:rsid w:val="006958A4"/>
    <w:rsid w:val="0069695F"/>
    <w:rsid w:val="00697EB8"/>
    <w:rsid w:val="006A0318"/>
    <w:rsid w:val="006A0D64"/>
    <w:rsid w:val="006A18F8"/>
    <w:rsid w:val="006A1A46"/>
    <w:rsid w:val="006A3470"/>
    <w:rsid w:val="006A3582"/>
    <w:rsid w:val="006A53CD"/>
    <w:rsid w:val="006A58F8"/>
    <w:rsid w:val="006A687C"/>
    <w:rsid w:val="006A68B3"/>
    <w:rsid w:val="006A6A95"/>
    <w:rsid w:val="006A6B68"/>
    <w:rsid w:val="006A7621"/>
    <w:rsid w:val="006B0073"/>
    <w:rsid w:val="006B1020"/>
    <w:rsid w:val="006B1706"/>
    <w:rsid w:val="006B261E"/>
    <w:rsid w:val="006B2AEB"/>
    <w:rsid w:val="006B5819"/>
    <w:rsid w:val="006B5820"/>
    <w:rsid w:val="006C0848"/>
    <w:rsid w:val="006C0BB0"/>
    <w:rsid w:val="006C144C"/>
    <w:rsid w:val="006C230F"/>
    <w:rsid w:val="006C5906"/>
    <w:rsid w:val="006C5D46"/>
    <w:rsid w:val="006C611F"/>
    <w:rsid w:val="006C6193"/>
    <w:rsid w:val="006C75EC"/>
    <w:rsid w:val="006C7D6B"/>
    <w:rsid w:val="006D0CD3"/>
    <w:rsid w:val="006D2DD2"/>
    <w:rsid w:val="006D451B"/>
    <w:rsid w:val="006D55CA"/>
    <w:rsid w:val="006D5CF3"/>
    <w:rsid w:val="006D641E"/>
    <w:rsid w:val="006D6DE4"/>
    <w:rsid w:val="006D72C6"/>
    <w:rsid w:val="006D73E8"/>
    <w:rsid w:val="006D7B0C"/>
    <w:rsid w:val="006D7C40"/>
    <w:rsid w:val="006D7E4F"/>
    <w:rsid w:val="006D7E87"/>
    <w:rsid w:val="006E211A"/>
    <w:rsid w:val="006E22DE"/>
    <w:rsid w:val="006E23C8"/>
    <w:rsid w:val="006E3977"/>
    <w:rsid w:val="006E4999"/>
    <w:rsid w:val="006E5270"/>
    <w:rsid w:val="006E5BF6"/>
    <w:rsid w:val="006E5DDD"/>
    <w:rsid w:val="006E6BB9"/>
    <w:rsid w:val="006E7C48"/>
    <w:rsid w:val="006F1E31"/>
    <w:rsid w:val="006F22EC"/>
    <w:rsid w:val="006F4882"/>
    <w:rsid w:val="006F5706"/>
    <w:rsid w:val="006F6576"/>
    <w:rsid w:val="006F6BBA"/>
    <w:rsid w:val="006F7DD3"/>
    <w:rsid w:val="00700739"/>
    <w:rsid w:val="00700B52"/>
    <w:rsid w:val="0070174D"/>
    <w:rsid w:val="0070214B"/>
    <w:rsid w:val="007029BE"/>
    <w:rsid w:val="00702A87"/>
    <w:rsid w:val="0070312D"/>
    <w:rsid w:val="00703276"/>
    <w:rsid w:val="007049DC"/>
    <w:rsid w:val="00704B0B"/>
    <w:rsid w:val="007056BD"/>
    <w:rsid w:val="0070585D"/>
    <w:rsid w:val="00705C4B"/>
    <w:rsid w:val="007103BC"/>
    <w:rsid w:val="007107ED"/>
    <w:rsid w:val="007118BB"/>
    <w:rsid w:val="00711B8B"/>
    <w:rsid w:val="007123C0"/>
    <w:rsid w:val="00712AC9"/>
    <w:rsid w:val="007131C1"/>
    <w:rsid w:val="0071336D"/>
    <w:rsid w:val="007139AF"/>
    <w:rsid w:val="00713DEC"/>
    <w:rsid w:val="007145E1"/>
    <w:rsid w:val="00714E28"/>
    <w:rsid w:val="0071680B"/>
    <w:rsid w:val="0072008F"/>
    <w:rsid w:val="00720148"/>
    <w:rsid w:val="007213B6"/>
    <w:rsid w:val="00721592"/>
    <w:rsid w:val="00721688"/>
    <w:rsid w:val="007223A6"/>
    <w:rsid w:val="007230F2"/>
    <w:rsid w:val="00724987"/>
    <w:rsid w:val="007260C7"/>
    <w:rsid w:val="007268AF"/>
    <w:rsid w:val="00727100"/>
    <w:rsid w:val="00727A26"/>
    <w:rsid w:val="007300F4"/>
    <w:rsid w:val="007314EF"/>
    <w:rsid w:val="0073235D"/>
    <w:rsid w:val="00733C26"/>
    <w:rsid w:val="00734543"/>
    <w:rsid w:val="007350AA"/>
    <w:rsid w:val="00736B2D"/>
    <w:rsid w:val="0073756A"/>
    <w:rsid w:val="00740D86"/>
    <w:rsid w:val="00740E61"/>
    <w:rsid w:val="0074178B"/>
    <w:rsid w:val="00744765"/>
    <w:rsid w:val="00745B40"/>
    <w:rsid w:val="00745C55"/>
    <w:rsid w:val="00746341"/>
    <w:rsid w:val="00746767"/>
    <w:rsid w:val="007469B0"/>
    <w:rsid w:val="00747255"/>
    <w:rsid w:val="00747532"/>
    <w:rsid w:val="00747EF6"/>
    <w:rsid w:val="00750FA3"/>
    <w:rsid w:val="0075178C"/>
    <w:rsid w:val="00751ADA"/>
    <w:rsid w:val="00752C01"/>
    <w:rsid w:val="007536BD"/>
    <w:rsid w:val="007536EE"/>
    <w:rsid w:val="00754082"/>
    <w:rsid w:val="007548F2"/>
    <w:rsid w:val="00755647"/>
    <w:rsid w:val="007557C2"/>
    <w:rsid w:val="00755D10"/>
    <w:rsid w:val="00755EC4"/>
    <w:rsid w:val="00757F1B"/>
    <w:rsid w:val="00762177"/>
    <w:rsid w:val="00762D2D"/>
    <w:rsid w:val="00763332"/>
    <w:rsid w:val="00763933"/>
    <w:rsid w:val="007644D0"/>
    <w:rsid w:val="0076684C"/>
    <w:rsid w:val="00766D5F"/>
    <w:rsid w:val="00767CC9"/>
    <w:rsid w:val="00770F6C"/>
    <w:rsid w:val="0077137F"/>
    <w:rsid w:val="00771F34"/>
    <w:rsid w:val="0077215C"/>
    <w:rsid w:val="00772229"/>
    <w:rsid w:val="007749C6"/>
    <w:rsid w:val="00774D70"/>
    <w:rsid w:val="00774DCD"/>
    <w:rsid w:val="007761F0"/>
    <w:rsid w:val="00776A89"/>
    <w:rsid w:val="00776D86"/>
    <w:rsid w:val="00777899"/>
    <w:rsid w:val="00781AFE"/>
    <w:rsid w:val="00781ECB"/>
    <w:rsid w:val="0078248D"/>
    <w:rsid w:val="00782DE6"/>
    <w:rsid w:val="00783B3B"/>
    <w:rsid w:val="007859E2"/>
    <w:rsid w:val="007879F8"/>
    <w:rsid w:val="007913BB"/>
    <w:rsid w:val="00791EE3"/>
    <w:rsid w:val="007930B7"/>
    <w:rsid w:val="00793717"/>
    <w:rsid w:val="00793DF8"/>
    <w:rsid w:val="007946A3"/>
    <w:rsid w:val="00795C7E"/>
    <w:rsid w:val="00795E31"/>
    <w:rsid w:val="0079670C"/>
    <w:rsid w:val="00796F0F"/>
    <w:rsid w:val="00797CCD"/>
    <w:rsid w:val="00797D75"/>
    <w:rsid w:val="00797E7A"/>
    <w:rsid w:val="007A063B"/>
    <w:rsid w:val="007A11D3"/>
    <w:rsid w:val="007A1467"/>
    <w:rsid w:val="007A2070"/>
    <w:rsid w:val="007A3680"/>
    <w:rsid w:val="007A3BF1"/>
    <w:rsid w:val="007A5938"/>
    <w:rsid w:val="007A5C79"/>
    <w:rsid w:val="007A6A09"/>
    <w:rsid w:val="007A6F1A"/>
    <w:rsid w:val="007B22AF"/>
    <w:rsid w:val="007B2938"/>
    <w:rsid w:val="007B2AB0"/>
    <w:rsid w:val="007B2D86"/>
    <w:rsid w:val="007B2FAF"/>
    <w:rsid w:val="007B445D"/>
    <w:rsid w:val="007B51F0"/>
    <w:rsid w:val="007B5C85"/>
    <w:rsid w:val="007B62E8"/>
    <w:rsid w:val="007B65E0"/>
    <w:rsid w:val="007B66A5"/>
    <w:rsid w:val="007B6797"/>
    <w:rsid w:val="007C002B"/>
    <w:rsid w:val="007C093E"/>
    <w:rsid w:val="007C22BB"/>
    <w:rsid w:val="007C2310"/>
    <w:rsid w:val="007C3497"/>
    <w:rsid w:val="007C38DF"/>
    <w:rsid w:val="007C4576"/>
    <w:rsid w:val="007C5083"/>
    <w:rsid w:val="007C573D"/>
    <w:rsid w:val="007C783B"/>
    <w:rsid w:val="007C78E7"/>
    <w:rsid w:val="007D0383"/>
    <w:rsid w:val="007D06E6"/>
    <w:rsid w:val="007D291F"/>
    <w:rsid w:val="007D3E3C"/>
    <w:rsid w:val="007D4372"/>
    <w:rsid w:val="007D4641"/>
    <w:rsid w:val="007D506E"/>
    <w:rsid w:val="007D5880"/>
    <w:rsid w:val="007D692D"/>
    <w:rsid w:val="007D6AC7"/>
    <w:rsid w:val="007D73FD"/>
    <w:rsid w:val="007E16FF"/>
    <w:rsid w:val="007E3AB4"/>
    <w:rsid w:val="007E52B1"/>
    <w:rsid w:val="007E6931"/>
    <w:rsid w:val="007E7CD1"/>
    <w:rsid w:val="007F143F"/>
    <w:rsid w:val="007F1DEE"/>
    <w:rsid w:val="007F25D8"/>
    <w:rsid w:val="007F27EA"/>
    <w:rsid w:val="007F3BE1"/>
    <w:rsid w:val="007F3DCD"/>
    <w:rsid w:val="007F4FCF"/>
    <w:rsid w:val="007F6104"/>
    <w:rsid w:val="007F629C"/>
    <w:rsid w:val="007F6A57"/>
    <w:rsid w:val="007F6AB3"/>
    <w:rsid w:val="00802B2D"/>
    <w:rsid w:val="00804B7B"/>
    <w:rsid w:val="00804F47"/>
    <w:rsid w:val="0080518D"/>
    <w:rsid w:val="008051C7"/>
    <w:rsid w:val="0080587A"/>
    <w:rsid w:val="00805999"/>
    <w:rsid w:val="00805AE4"/>
    <w:rsid w:val="00807A76"/>
    <w:rsid w:val="008101D2"/>
    <w:rsid w:val="00813052"/>
    <w:rsid w:val="00813661"/>
    <w:rsid w:val="00814155"/>
    <w:rsid w:val="00814B05"/>
    <w:rsid w:val="00815636"/>
    <w:rsid w:val="00815BA5"/>
    <w:rsid w:val="00816418"/>
    <w:rsid w:val="00816D3B"/>
    <w:rsid w:val="00817085"/>
    <w:rsid w:val="00820D56"/>
    <w:rsid w:val="008219D0"/>
    <w:rsid w:val="00821DC8"/>
    <w:rsid w:val="008222B5"/>
    <w:rsid w:val="00822369"/>
    <w:rsid w:val="008227E5"/>
    <w:rsid w:val="00822B53"/>
    <w:rsid w:val="0082386C"/>
    <w:rsid w:val="0082434D"/>
    <w:rsid w:val="008244B5"/>
    <w:rsid w:val="00827B8F"/>
    <w:rsid w:val="00830D80"/>
    <w:rsid w:val="0083249D"/>
    <w:rsid w:val="008371EA"/>
    <w:rsid w:val="008375F1"/>
    <w:rsid w:val="008405DC"/>
    <w:rsid w:val="00841B3E"/>
    <w:rsid w:val="0084223C"/>
    <w:rsid w:val="00842460"/>
    <w:rsid w:val="00842F7A"/>
    <w:rsid w:val="00843EB6"/>
    <w:rsid w:val="008442E5"/>
    <w:rsid w:val="0084445C"/>
    <w:rsid w:val="008452CB"/>
    <w:rsid w:val="00845601"/>
    <w:rsid w:val="00845C34"/>
    <w:rsid w:val="008468F0"/>
    <w:rsid w:val="008472CC"/>
    <w:rsid w:val="00847C20"/>
    <w:rsid w:val="00850B04"/>
    <w:rsid w:val="00852831"/>
    <w:rsid w:val="00852FC2"/>
    <w:rsid w:val="0085303D"/>
    <w:rsid w:val="00853956"/>
    <w:rsid w:val="0085452A"/>
    <w:rsid w:val="0085489A"/>
    <w:rsid w:val="008556BD"/>
    <w:rsid w:val="0085689D"/>
    <w:rsid w:val="00856F4B"/>
    <w:rsid w:val="008573C4"/>
    <w:rsid w:val="008616FF"/>
    <w:rsid w:val="00861956"/>
    <w:rsid w:val="008634A8"/>
    <w:rsid w:val="008639FC"/>
    <w:rsid w:val="00863DD5"/>
    <w:rsid w:val="00864F54"/>
    <w:rsid w:val="008652CC"/>
    <w:rsid w:val="00866FA0"/>
    <w:rsid w:val="00867523"/>
    <w:rsid w:val="00870177"/>
    <w:rsid w:val="00870639"/>
    <w:rsid w:val="00870B58"/>
    <w:rsid w:val="00871318"/>
    <w:rsid w:val="008717BB"/>
    <w:rsid w:val="008717FA"/>
    <w:rsid w:val="008737D6"/>
    <w:rsid w:val="008746FD"/>
    <w:rsid w:val="00874A8E"/>
    <w:rsid w:val="00875144"/>
    <w:rsid w:val="008758ED"/>
    <w:rsid w:val="00875DBB"/>
    <w:rsid w:val="0087772C"/>
    <w:rsid w:val="008778E0"/>
    <w:rsid w:val="00880A37"/>
    <w:rsid w:val="00881610"/>
    <w:rsid w:val="00881D48"/>
    <w:rsid w:val="0088365E"/>
    <w:rsid w:val="008843F8"/>
    <w:rsid w:val="00884CA5"/>
    <w:rsid w:val="008852C2"/>
    <w:rsid w:val="00886D48"/>
    <w:rsid w:val="008906AD"/>
    <w:rsid w:val="00890EB1"/>
    <w:rsid w:val="008910C4"/>
    <w:rsid w:val="0089123A"/>
    <w:rsid w:val="008918A1"/>
    <w:rsid w:val="00892971"/>
    <w:rsid w:val="008932CC"/>
    <w:rsid w:val="00893A6C"/>
    <w:rsid w:val="00896000"/>
    <w:rsid w:val="00896C3E"/>
    <w:rsid w:val="008A147F"/>
    <w:rsid w:val="008A249D"/>
    <w:rsid w:val="008A2738"/>
    <w:rsid w:val="008A2921"/>
    <w:rsid w:val="008A3637"/>
    <w:rsid w:val="008A3E81"/>
    <w:rsid w:val="008A576C"/>
    <w:rsid w:val="008A5DA2"/>
    <w:rsid w:val="008A7F86"/>
    <w:rsid w:val="008B00E8"/>
    <w:rsid w:val="008B0417"/>
    <w:rsid w:val="008B04F4"/>
    <w:rsid w:val="008B30E8"/>
    <w:rsid w:val="008B328D"/>
    <w:rsid w:val="008B37BC"/>
    <w:rsid w:val="008B5C31"/>
    <w:rsid w:val="008B5EA3"/>
    <w:rsid w:val="008B67E6"/>
    <w:rsid w:val="008B7DEA"/>
    <w:rsid w:val="008C1123"/>
    <w:rsid w:val="008C1509"/>
    <w:rsid w:val="008C1828"/>
    <w:rsid w:val="008C34A3"/>
    <w:rsid w:val="008C410E"/>
    <w:rsid w:val="008C5201"/>
    <w:rsid w:val="008C5DF1"/>
    <w:rsid w:val="008C6007"/>
    <w:rsid w:val="008C637F"/>
    <w:rsid w:val="008C76B0"/>
    <w:rsid w:val="008C782A"/>
    <w:rsid w:val="008D1BC0"/>
    <w:rsid w:val="008D1F5A"/>
    <w:rsid w:val="008D2062"/>
    <w:rsid w:val="008D3699"/>
    <w:rsid w:val="008D3BFA"/>
    <w:rsid w:val="008D7D88"/>
    <w:rsid w:val="008E0BBC"/>
    <w:rsid w:val="008E1199"/>
    <w:rsid w:val="008E3CB0"/>
    <w:rsid w:val="008E4B84"/>
    <w:rsid w:val="008E4FF0"/>
    <w:rsid w:val="008E51A0"/>
    <w:rsid w:val="008E6598"/>
    <w:rsid w:val="008E70CC"/>
    <w:rsid w:val="008E7936"/>
    <w:rsid w:val="008F0094"/>
    <w:rsid w:val="008F1B5F"/>
    <w:rsid w:val="008F2808"/>
    <w:rsid w:val="008F4354"/>
    <w:rsid w:val="008F4704"/>
    <w:rsid w:val="00900148"/>
    <w:rsid w:val="00900553"/>
    <w:rsid w:val="00901CBA"/>
    <w:rsid w:val="009038B2"/>
    <w:rsid w:val="00903AB6"/>
    <w:rsid w:val="00903F27"/>
    <w:rsid w:val="00904054"/>
    <w:rsid w:val="009044B5"/>
    <w:rsid w:val="009053E5"/>
    <w:rsid w:val="00906925"/>
    <w:rsid w:val="00907EBF"/>
    <w:rsid w:val="009109C7"/>
    <w:rsid w:val="009119B2"/>
    <w:rsid w:val="00912AEB"/>
    <w:rsid w:val="00912C85"/>
    <w:rsid w:val="00913B11"/>
    <w:rsid w:val="00913B2D"/>
    <w:rsid w:val="00913BAF"/>
    <w:rsid w:val="00915BF9"/>
    <w:rsid w:val="00916015"/>
    <w:rsid w:val="00917C9E"/>
    <w:rsid w:val="0092168B"/>
    <w:rsid w:val="0092217C"/>
    <w:rsid w:val="00922FDE"/>
    <w:rsid w:val="00922FFA"/>
    <w:rsid w:val="0092319C"/>
    <w:rsid w:val="009256D3"/>
    <w:rsid w:val="009261FA"/>
    <w:rsid w:val="009266CE"/>
    <w:rsid w:val="00926DC6"/>
    <w:rsid w:val="0092744E"/>
    <w:rsid w:val="00927460"/>
    <w:rsid w:val="00927BB7"/>
    <w:rsid w:val="009307DE"/>
    <w:rsid w:val="00930A13"/>
    <w:rsid w:val="00930F73"/>
    <w:rsid w:val="0093228E"/>
    <w:rsid w:val="00932343"/>
    <w:rsid w:val="009323DB"/>
    <w:rsid w:val="0093240D"/>
    <w:rsid w:val="0093280F"/>
    <w:rsid w:val="0093308E"/>
    <w:rsid w:val="00934397"/>
    <w:rsid w:val="009350E6"/>
    <w:rsid w:val="00935333"/>
    <w:rsid w:val="00936DF8"/>
    <w:rsid w:val="009375DA"/>
    <w:rsid w:val="00937F58"/>
    <w:rsid w:val="00941E72"/>
    <w:rsid w:val="009421F2"/>
    <w:rsid w:val="00942498"/>
    <w:rsid w:val="0094254C"/>
    <w:rsid w:val="00943219"/>
    <w:rsid w:val="0094484C"/>
    <w:rsid w:val="00944F7C"/>
    <w:rsid w:val="00945208"/>
    <w:rsid w:val="0094764B"/>
    <w:rsid w:val="0095029E"/>
    <w:rsid w:val="00950461"/>
    <w:rsid w:val="00950DA2"/>
    <w:rsid w:val="00950E39"/>
    <w:rsid w:val="00953148"/>
    <w:rsid w:val="009531E2"/>
    <w:rsid w:val="009539DE"/>
    <w:rsid w:val="00953B20"/>
    <w:rsid w:val="00954347"/>
    <w:rsid w:val="00954B0A"/>
    <w:rsid w:val="00955808"/>
    <w:rsid w:val="00955DCF"/>
    <w:rsid w:val="00955E74"/>
    <w:rsid w:val="0095619E"/>
    <w:rsid w:val="00956FE0"/>
    <w:rsid w:val="0096011F"/>
    <w:rsid w:val="00960351"/>
    <w:rsid w:val="00963BE6"/>
    <w:rsid w:val="0096534C"/>
    <w:rsid w:val="00967434"/>
    <w:rsid w:val="00967E58"/>
    <w:rsid w:val="00970A6B"/>
    <w:rsid w:val="00971C6D"/>
    <w:rsid w:val="00973FFD"/>
    <w:rsid w:val="0097426D"/>
    <w:rsid w:val="00976378"/>
    <w:rsid w:val="00976EEC"/>
    <w:rsid w:val="00982B25"/>
    <w:rsid w:val="00982C9E"/>
    <w:rsid w:val="00982F39"/>
    <w:rsid w:val="009834DE"/>
    <w:rsid w:val="00985239"/>
    <w:rsid w:val="009856F1"/>
    <w:rsid w:val="0098642F"/>
    <w:rsid w:val="009866FC"/>
    <w:rsid w:val="0098708B"/>
    <w:rsid w:val="00987F19"/>
    <w:rsid w:val="00991D91"/>
    <w:rsid w:val="009925E0"/>
    <w:rsid w:val="00992CD0"/>
    <w:rsid w:val="0099425B"/>
    <w:rsid w:val="00994FCF"/>
    <w:rsid w:val="009958AB"/>
    <w:rsid w:val="00996011"/>
    <w:rsid w:val="009963AA"/>
    <w:rsid w:val="0099662D"/>
    <w:rsid w:val="009967CC"/>
    <w:rsid w:val="00996FFB"/>
    <w:rsid w:val="009970B6"/>
    <w:rsid w:val="009A0528"/>
    <w:rsid w:val="009A0F8A"/>
    <w:rsid w:val="009A25A4"/>
    <w:rsid w:val="009A271F"/>
    <w:rsid w:val="009A2A2E"/>
    <w:rsid w:val="009A2D23"/>
    <w:rsid w:val="009A3E0B"/>
    <w:rsid w:val="009A3EFC"/>
    <w:rsid w:val="009A50B9"/>
    <w:rsid w:val="009A5EEA"/>
    <w:rsid w:val="009A617F"/>
    <w:rsid w:val="009A6DB1"/>
    <w:rsid w:val="009A752B"/>
    <w:rsid w:val="009A7844"/>
    <w:rsid w:val="009A78E1"/>
    <w:rsid w:val="009B08F4"/>
    <w:rsid w:val="009B2B62"/>
    <w:rsid w:val="009B3B14"/>
    <w:rsid w:val="009B3DD4"/>
    <w:rsid w:val="009B3DE1"/>
    <w:rsid w:val="009B549D"/>
    <w:rsid w:val="009B5711"/>
    <w:rsid w:val="009B5964"/>
    <w:rsid w:val="009B64FB"/>
    <w:rsid w:val="009B6577"/>
    <w:rsid w:val="009B68BF"/>
    <w:rsid w:val="009B7CAD"/>
    <w:rsid w:val="009C024F"/>
    <w:rsid w:val="009C0FB1"/>
    <w:rsid w:val="009C172C"/>
    <w:rsid w:val="009C19D6"/>
    <w:rsid w:val="009C2751"/>
    <w:rsid w:val="009C2930"/>
    <w:rsid w:val="009C2CE8"/>
    <w:rsid w:val="009C3DD2"/>
    <w:rsid w:val="009C4C06"/>
    <w:rsid w:val="009C57CA"/>
    <w:rsid w:val="009C69C5"/>
    <w:rsid w:val="009C6B53"/>
    <w:rsid w:val="009D04D3"/>
    <w:rsid w:val="009D07A1"/>
    <w:rsid w:val="009D105C"/>
    <w:rsid w:val="009D1A38"/>
    <w:rsid w:val="009D2451"/>
    <w:rsid w:val="009D275A"/>
    <w:rsid w:val="009D2BB1"/>
    <w:rsid w:val="009D38D4"/>
    <w:rsid w:val="009D5A87"/>
    <w:rsid w:val="009D5C6B"/>
    <w:rsid w:val="009D61C7"/>
    <w:rsid w:val="009D6240"/>
    <w:rsid w:val="009D7532"/>
    <w:rsid w:val="009E06A9"/>
    <w:rsid w:val="009E079C"/>
    <w:rsid w:val="009E1633"/>
    <w:rsid w:val="009E1D94"/>
    <w:rsid w:val="009E1D95"/>
    <w:rsid w:val="009E2114"/>
    <w:rsid w:val="009E23B8"/>
    <w:rsid w:val="009E2822"/>
    <w:rsid w:val="009E336F"/>
    <w:rsid w:val="009E40BE"/>
    <w:rsid w:val="009E4249"/>
    <w:rsid w:val="009E43EB"/>
    <w:rsid w:val="009E47E7"/>
    <w:rsid w:val="009E6150"/>
    <w:rsid w:val="009E7116"/>
    <w:rsid w:val="009E7BC1"/>
    <w:rsid w:val="009F0742"/>
    <w:rsid w:val="009F09EE"/>
    <w:rsid w:val="009F103F"/>
    <w:rsid w:val="009F19D6"/>
    <w:rsid w:val="009F1ED3"/>
    <w:rsid w:val="009F3624"/>
    <w:rsid w:val="009F546A"/>
    <w:rsid w:val="009F5B17"/>
    <w:rsid w:val="009F614B"/>
    <w:rsid w:val="009F6FB3"/>
    <w:rsid w:val="009F6FF4"/>
    <w:rsid w:val="00A009F1"/>
    <w:rsid w:val="00A00F87"/>
    <w:rsid w:val="00A011BA"/>
    <w:rsid w:val="00A01375"/>
    <w:rsid w:val="00A02428"/>
    <w:rsid w:val="00A03B65"/>
    <w:rsid w:val="00A041AC"/>
    <w:rsid w:val="00A042B0"/>
    <w:rsid w:val="00A04506"/>
    <w:rsid w:val="00A04B41"/>
    <w:rsid w:val="00A06E20"/>
    <w:rsid w:val="00A07594"/>
    <w:rsid w:val="00A1055A"/>
    <w:rsid w:val="00A11F41"/>
    <w:rsid w:val="00A12144"/>
    <w:rsid w:val="00A127D6"/>
    <w:rsid w:val="00A14DD8"/>
    <w:rsid w:val="00A1500D"/>
    <w:rsid w:val="00A16349"/>
    <w:rsid w:val="00A16420"/>
    <w:rsid w:val="00A176A2"/>
    <w:rsid w:val="00A1795F"/>
    <w:rsid w:val="00A20512"/>
    <w:rsid w:val="00A2052D"/>
    <w:rsid w:val="00A21746"/>
    <w:rsid w:val="00A21CC1"/>
    <w:rsid w:val="00A22B5B"/>
    <w:rsid w:val="00A243B6"/>
    <w:rsid w:val="00A256F3"/>
    <w:rsid w:val="00A2586F"/>
    <w:rsid w:val="00A25F27"/>
    <w:rsid w:val="00A26150"/>
    <w:rsid w:val="00A26D4D"/>
    <w:rsid w:val="00A26D80"/>
    <w:rsid w:val="00A274E6"/>
    <w:rsid w:val="00A27703"/>
    <w:rsid w:val="00A2797C"/>
    <w:rsid w:val="00A279FF"/>
    <w:rsid w:val="00A31709"/>
    <w:rsid w:val="00A32F29"/>
    <w:rsid w:val="00A3363B"/>
    <w:rsid w:val="00A33C22"/>
    <w:rsid w:val="00A35138"/>
    <w:rsid w:val="00A35392"/>
    <w:rsid w:val="00A370F5"/>
    <w:rsid w:val="00A376AF"/>
    <w:rsid w:val="00A401CD"/>
    <w:rsid w:val="00A40F24"/>
    <w:rsid w:val="00A41C73"/>
    <w:rsid w:val="00A42DAC"/>
    <w:rsid w:val="00A42F02"/>
    <w:rsid w:val="00A43299"/>
    <w:rsid w:val="00A43AC1"/>
    <w:rsid w:val="00A440F8"/>
    <w:rsid w:val="00A44104"/>
    <w:rsid w:val="00A462B9"/>
    <w:rsid w:val="00A465E8"/>
    <w:rsid w:val="00A47487"/>
    <w:rsid w:val="00A506BD"/>
    <w:rsid w:val="00A5176C"/>
    <w:rsid w:val="00A52E48"/>
    <w:rsid w:val="00A52F55"/>
    <w:rsid w:val="00A52F76"/>
    <w:rsid w:val="00A5479A"/>
    <w:rsid w:val="00A54C18"/>
    <w:rsid w:val="00A54E0D"/>
    <w:rsid w:val="00A564EE"/>
    <w:rsid w:val="00A573D3"/>
    <w:rsid w:val="00A600F0"/>
    <w:rsid w:val="00A60C40"/>
    <w:rsid w:val="00A60CB8"/>
    <w:rsid w:val="00A6119A"/>
    <w:rsid w:val="00A6172D"/>
    <w:rsid w:val="00A61CB6"/>
    <w:rsid w:val="00A61F09"/>
    <w:rsid w:val="00A62537"/>
    <w:rsid w:val="00A64057"/>
    <w:rsid w:val="00A655D2"/>
    <w:rsid w:val="00A65C92"/>
    <w:rsid w:val="00A66A04"/>
    <w:rsid w:val="00A66FD6"/>
    <w:rsid w:val="00A706FE"/>
    <w:rsid w:val="00A7338C"/>
    <w:rsid w:val="00A73E36"/>
    <w:rsid w:val="00A75189"/>
    <w:rsid w:val="00A7562C"/>
    <w:rsid w:val="00A77390"/>
    <w:rsid w:val="00A801B6"/>
    <w:rsid w:val="00A809F4"/>
    <w:rsid w:val="00A80A59"/>
    <w:rsid w:val="00A80FDD"/>
    <w:rsid w:val="00A8382A"/>
    <w:rsid w:val="00A84C6A"/>
    <w:rsid w:val="00A859BF"/>
    <w:rsid w:val="00A86F74"/>
    <w:rsid w:val="00A8753E"/>
    <w:rsid w:val="00A90485"/>
    <w:rsid w:val="00A91E38"/>
    <w:rsid w:val="00A92073"/>
    <w:rsid w:val="00A93589"/>
    <w:rsid w:val="00A94406"/>
    <w:rsid w:val="00A94673"/>
    <w:rsid w:val="00A95939"/>
    <w:rsid w:val="00A96B83"/>
    <w:rsid w:val="00A971A3"/>
    <w:rsid w:val="00A974D1"/>
    <w:rsid w:val="00A97DC3"/>
    <w:rsid w:val="00AA1975"/>
    <w:rsid w:val="00AA1A2E"/>
    <w:rsid w:val="00AA1A5D"/>
    <w:rsid w:val="00AA21EF"/>
    <w:rsid w:val="00AA24D1"/>
    <w:rsid w:val="00AA2AD6"/>
    <w:rsid w:val="00AA3A87"/>
    <w:rsid w:val="00AA48A1"/>
    <w:rsid w:val="00AA5585"/>
    <w:rsid w:val="00AA6F84"/>
    <w:rsid w:val="00AA7A5A"/>
    <w:rsid w:val="00AB13D5"/>
    <w:rsid w:val="00AB204F"/>
    <w:rsid w:val="00AB5F70"/>
    <w:rsid w:val="00AB672F"/>
    <w:rsid w:val="00AC27C3"/>
    <w:rsid w:val="00AC3302"/>
    <w:rsid w:val="00AC4736"/>
    <w:rsid w:val="00AC6D02"/>
    <w:rsid w:val="00AC7727"/>
    <w:rsid w:val="00AD01BD"/>
    <w:rsid w:val="00AD088A"/>
    <w:rsid w:val="00AD1862"/>
    <w:rsid w:val="00AD189B"/>
    <w:rsid w:val="00AD1CA0"/>
    <w:rsid w:val="00AD22C4"/>
    <w:rsid w:val="00AD2AD5"/>
    <w:rsid w:val="00AD527B"/>
    <w:rsid w:val="00AD5730"/>
    <w:rsid w:val="00AD5CEA"/>
    <w:rsid w:val="00AD69F0"/>
    <w:rsid w:val="00AD7596"/>
    <w:rsid w:val="00AE1A3F"/>
    <w:rsid w:val="00AE223A"/>
    <w:rsid w:val="00AE2C30"/>
    <w:rsid w:val="00AE3468"/>
    <w:rsid w:val="00AE34C7"/>
    <w:rsid w:val="00AE4763"/>
    <w:rsid w:val="00AE484C"/>
    <w:rsid w:val="00AE5112"/>
    <w:rsid w:val="00AE58C6"/>
    <w:rsid w:val="00AF00DB"/>
    <w:rsid w:val="00AF15A9"/>
    <w:rsid w:val="00AF26E0"/>
    <w:rsid w:val="00AF2A73"/>
    <w:rsid w:val="00AF3454"/>
    <w:rsid w:val="00AF406A"/>
    <w:rsid w:val="00AF4770"/>
    <w:rsid w:val="00AF61EB"/>
    <w:rsid w:val="00AF6282"/>
    <w:rsid w:val="00AF6CE9"/>
    <w:rsid w:val="00AF6D8A"/>
    <w:rsid w:val="00AF7D2B"/>
    <w:rsid w:val="00B00AB2"/>
    <w:rsid w:val="00B00C04"/>
    <w:rsid w:val="00B02EB4"/>
    <w:rsid w:val="00B0473B"/>
    <w:rsid w:val="00B04F81"/>
    <w:rsid w:val="00B05278"/>
    <w:rsid w:val="00B057A6"/>
    <w:rsid w:val="00B05C93"/>
    <w:rsid w:val="00B0659B"/>
    <w:rsid w:val="00B122B4"/>
    <w:rsid w:val="00B131C8"/>
    <w:rsid w:val="00B13C3D"/>
    <w:rsid w:val="00B13F9B"/>
    <w:rsid w:val="00B15632"/>
    <w:rsid w:val="00B15761"/>
    <w:rsid w:val="00B16449"/>
    <w:rsid w:val="00B177ED"/>
    <w:rsid w:val="00B217BF"/>
    <w:rsid w:val="00B21A0E"/>
    <w:rsid w:val="00B22A10"/>
    <w:rsid w:val="00B237E8"/>
    <w:rsid w:val="00B253F8"/>
    <w:rsid w:val="00B25DA0"/>
    <w:rsid w:val="00B25E6B"/>
    <w:rsid w:val="00B2770C"/>
    <w:rsid w:val="00B307E4"/>
    <w:rsid w:val="00B30839"/>
    <w:rsid w:val="00B30EA2"/>
    <w:rsid w:val="00B32FAE"/>
    <w:rsid w:val="00B33CB1"/>
    <w:rsid w:val="00B33E15"/>
    <w:rsid w:val="00B35685"/>
    <w:rsid w:val="00B362B6"/>
    <w:rsid w:val="00B363DF"/>
    <w:rsid w:val="00B37EB3"/>
    <w:rsid w:val="00B37F4D"/>
    <w:rsid w:val="00B41490"/>
    <w:rsid w:val="00B416C1"/>
    <w:rsid w:val="00B41CEE"/>
    <w:rsid w:val="00B446CF"/>
    <w:rsid w:val="00B45073"/>
    <w:rsid w:val="00B45318"/>
    <w:rsid w:val="00B4538B"/>
    <w:rsid w:val="00B457C3"/>
    <w:rsid w:val="00B4592C"/>
    <w:rsid w:val="00B4686D"/>
    <w:rsid w:val="00B472BF"/>
    <w:rsid w:val="00B4749E"/>
    <w:rsid w:val="00B5050F"/>
    <w:rsid w:val="00B5084A"/>
    <w:rsid w:val="00B511C0"/>
    <w:rsid w:val="00B512A0"/>
    <w:rsid w:val="00B52B59"/>
    <w:rsid w:val="00B53EA8"/>
    <w:rsid w:val="00B54001"/>
    <w:rsid w:val="00B542DF"/>
    <w:rsid w:val="00B55FBC"/>
    <w:rsid w:val="00B57919"/>
    <w:rsid w:val="00B60E13"/>
    <w:rsid w:val="00B61015"/>
    <w:rsid w:val="00B6238A"/>
    <w:rsid w:val="00B62721"/>
    <w:rsid w:val="00B62920"/>
    <w:rsid w:val="00B62AE0"/>
    <w:rsid w:val="00B62B0F"/>
    <w:rsid w:val="00B64439"/>
    <w:rsid w:val="00B65578"/>
    <w:rsid w:val="00B657F2"/>
    <w:rsid w:val="00B658F9"/>
    <w:rsid w:val="00B67865"/>
    <w:rsid w:val="00B7035B"/>
    <w:rsid w:val="00B71503"/>
    <w:rsid w:val="00B716F8"/>
    <w:rsid w:val="00B71DBC"/>
    <w:rsid w:val="00B72956"/>
    <w:rsid w:val="00B72D24"/>
    <w:rsid w:val="00B73070"/>
    <w:rsid w:val="00B73146"/>
    <w:rsid w:val="00B7628F"/>
    <w:rsid w:val="00B7633E"/>
    <w:rsid w:val="00B76855"/>
    <w:rsid w:val="00B769CD"/>
    <w:rsid w:val="00B77397"/>
    <w:rsid w:val="00B807B9"/>
    <w:rsid w:val="00B8103D"/>
    <w:rsid w:val="00B81D5E"/>
    <w:rsid w:val="00B843A0"/>
    <w:rsid w:val="00B843C3"/>
    <w:rsid w:val="00B84791"/>
    <w:rsid w:val="00B84A8D"/>
    <w:rsid w:val="00B8637B"/>
    <w:rsid w:val="00B86CA5"/>
    <w:rsid w:val="00B86F47"/>
    <w:rsid w:val="00B87096"/>
    <w:rsid w:val="00B910C1"/>
    <w:rsid w:val="00B91802"/>
    <w:rsid w:val="00B9197F"/>
    <w:rsid w:val="00B91BB2"/>
    <w:rsid w:val="00B91EAC"/>
    <w:rsid w:val="00B92953"/>
    <w:rsid w:val="00B92A6D"/>
    <w:rsid w:val="00B933DA"/>
    <w:rsid w:val="00B93839"/>
    <w:rsid w:val="00B93ECE"/>
    <w:rsid w:val="00B96213"/>
    <w:rsid w:val="00B9773E"/>
    <w:rsid w:val="00B97926"/>
    <w:rsid w:val="00B97D21"/>
    <w:rsid w:val="00BA05B9"/>
    <w:rsid w:val="00BA11EA"/>
    <w:rsid w:val="00BA1A0D"/>
    <w:rsid w:val="00BA3668"/>
    <w:rsid w:val="00BA37C3"/>
    <w:rsid w:val="00BA4309"/>
    <w:rsid w:val="00BA5723"/>
    <w:rsid w:val="00BA5C1A"/>
    <w:rsid w:val="00BA6DFD"/>
    <w:rsid w:val="00BB23CA"/>
    <w:rsid w:val="00BB2911"/>
    <w:rsid w:val="00BB381F"/>
    <w:rsid w:val="00BB4279"/>
    <w:rsid w:val="00BB457B"/>
    <w:rsid w:val="00BB4B4C"/>
    <w:rsid w:val="00BB4F56"/>
    <w:rsid w:val="00BB5544"/>
    <w:rsid w:val="00BB5946"/>
    <w:rsid w:val="00BB67D5"/>
    <w:rsid w:val="00BB693D"/>
    <w:rsid w:val="00BB71CD"/>
    <w:rsid w:val="00BB7529"/>
    <w:rsid w:val="00BB79AC"/>
    <w:rsid w:val="00BB7E9C"/>
    <w:rsid w:val="00BC06F7"/>
    <w:rsid w:val="00BC0EBB"/>
    <w:rsid w:val="00BC1461"/>
    <w:rsid w:val="00BC197A"/>
    <w:rsid w:val="00BC2A3C"/>
    <w:rsid w:val="00BC3CC8"/>
    <w:rsid w:val="00BC53F4"/>
    <w:rsid w:val="00BC6CCA"/>
    <w:rsid w:val="00BC7826"/>
    <w:rsid w:val="00BD039A"/>
    <w:rsid w:val="00BD06EE"/>
    <w:rsid w:val="00BD0CCF"/>
    <w:rsid w:val="00BD17BD"/>
    <w:rsid w:val="00BD19EB"/>
    <w:rsid w:val="00BD3E8A"/>
    <w:rsid w:val="00BD3FF1"/>
    <w:rsid w:val="00BD43ED"/>
    <w:rsid w:val="00BD525C"/>
    <w:rsid w:val="00BD579B"/>
    <w:rsid w:val="00BD64DB"/>
    <w:rsid w:val="00BD784C"/>
    <w:rsid w:val="00BD7894"/>
    <w:rsid w:val="00BE0905"/>
    <w:rsid w:val="00BE1722"/>
    <w:rsid w:val="00BE19FE"/>
    <w:rsid w:val="00BE2277"/>
    <w:rsid w:val="00BE38E8"/>
    <w:rsid w:val="00BE3AAF"/>
    <w:rsid w:val="00BE4872"/>
    <w:rsid w:val="00BE4A29"/>
    <w:rsid w:val="00BE599B"/>
    <w:rsid w:val="00BE6F24"/>
    <w:rsid w:val="00BE7085"/>
    <w:rsid w:val="00BF1557"/>
    <w:rsid w:val="00BF1653"/>
    <w:rsid w:val="00BF178C"/>
    <w:rsid w:val="00BF35E7"/>
    <w:rsid w:val="00BF375B"/>
    <w:rsid w:val="00BF3871"/>
    <w:rsid w:val="00BF4A39"/>
    <w:rsid w:val="00BF585B"/>
    <w:rsid w:val="00BF5BDF"/>
    <w:rsid w:val="00BF72D7"/>
    <w:rsid w:val="00BF79B4"/>
    <w:rsid w:val="00C00150"/>
    <w:rsid w:val="00C0027C"/>
    <w:rsid w:val="00C037A1"/>
    <w:rsid w:val="00C039CE"/>
    <w:rsid w:val="00C069A3"/>
    <w:rsid w:val="00C0761C"/>
    <w:rsid w:val="00C07ADD"/>
    <w:rsid w:val="00C07F87"/>
    <w:rsid w:val="00C10714"/>
    <w:rsid w:val="00C110CB"/>
    <w:rsid w:val="00C1181C"/>
    <w:rsid w:val="00C119F4"/>
    <w:rsid w:val="00C12BBD"/>
    <w:rsid w:val="00C13543"/>
    <w:rsid w:val="00C15626"/>
    <w:rsid w:val="00C15A95"/>
    <w:rsid w:val="00C15B42"/>
    <w:rsid w:val="00C218C1"/>
    <w:rsid w:val="00C23A20"/>
    <w:rsid w:val="00C24306"/>
    <w:rsid w:val="00C25594"/>
    <w:rsid w:val="00C25613"/>
    <w:rsid w:val="00C26D08"/>
    <w:rsid w:val="00C27575"/>
    <w:rsid w:val="00C27606"/>
    <w:rsid w:val="00C30630"/>
    <w:rsid w:val="00C31BFD"/>
    <w:rsid w:val="00C32C5A"/>
    <w:rsid w:val="00C33E14"/>
    <w:rsid w:val="00C33F7A"/>
    <w:rsid w:val="00C3562F"/>
    <w:rsid w:val="00C3634C"/>
    <w:rsid w:val="00C36751"/>
    <w:rsid w:val="00C406C4"/>
    <w:rsid w:val="00C4281D"/>
    <w:rsid w:val="00C428ED"/>
    <w:rsid w:val="00C4307E"/>
    <w:rsid w:val="00C4378D"/>
    <w:rsid w:val="00C45046"/>
    <w:rsid w:val="00C451B4"/>
    <w:rsid w:val="00C46413"/>
    <w:rsid w:val="00C468C9"/>
    <w:rsid w:val="00C46F45"/>
    <w:rsid w:val="00C520B2"/>
    <w:rsid w:val="00C52264"/>
    <w:rsid w:val="00C53122"/>
    <w:rsid w:val="00C53611"/>
    <w:rsid w:val="00C541CD"/>
    <w:rsid w:val="00C543D7"/>
    <w:rsid w:val="00C55A6B"/>
    <w:rsid w:val="00C560AD"/>
    <w:rsid w:val="00C561E6"/>
    <w:rsid w:val="00C56517"/>
    <w:rsid w:val="00C57078"/>
    <w:rsid w:val="00C5765C"/>
    <w:rsid w:val="00C57F7F"/>
    <w:rsid w:val="00C60015"/>
    <w:rsid w:val="00C60051"/>
    <w:rsid w:val="00C60B53"/>
    <w:rsid w:val="00C62631"/>
    <w:rsid w:val="00C63103"/>
    <w:rsid w:val="00C64933"/>
    <w:rsid w:val="00C658FB"/>
    <w:rsid w:val="00C66DD2"/>
    <w:rsid w:val="00C66E1E"/>
    <w:rsid w:val="00C67CD3"/>
    <w:rsid w:val="00C70724"/>
    <w:rsid w:val="00C727B1"/>
    <w:rsid w:val="00C727F4"/>
    <w:rsid w:val="00C7335F"/>
    <w:rsid w:val="00C73EFE"/>
    <w:rsid w:val="00C74AF9"/>
    <w:rsid w:val="00C74BC0"/>
    <w:rsid w:val="00C80E53"/>
    <w:rsid w:val="00C81761"/>
    <w:rsid w:val="00C819F9"/>
    <w:rsid w:val="00C82D13"/>
    <w:rsid w:val="00C82F15"/>
    <w:rsid w:val="00C8348C"/>
    <w:rsid w:val="00C8390C"/>
    <w:rsid w:val="00C86503"/>
    <w:rsid w:val="00C86923"/>
    <w:rsid w:val="00C87106"/>
    <w:rsid w:val="00C871C4"/>
    <w:rsid w:val="00C872EE"/>
    <w:rsid w:val="00C87E4B"/>
    <w:rsid w:val="00C87E51"/>
    <w:rsid w:val="00C91678"/>
    <w:rsid w:val="00C941EA"/>
    <w:rsid w:val="00C944D0"/>
    <w:rsid w:val="00C94A7D"/>
    <w:rsid w:val="00C94E4A"/>
    <w:rsid w:val="00C96FD3"/>
    <w:rsid w:val="00C9735B"/>
    <w:rsid w:val="00CA02EB"/>
    <w:rsid w:val="00CA059C"/>
    <w:rsid w:val="00CA08A4"/>
    <w:rsid w:val="00CA1159"/>
    <w:rsid w:val="00CA294E"/>
    <w:rsid w:val="00CA2D95"/>
    <w:rsid w:val="00CA2DF1"/>
    <w:rsid w:val="00CA4409"/>
    <w:rsid w:val="00CA4417"/>
    <w:rsid w:val="00CA4851"/>
    <w:rsid w:val="00CA621B"/>
    <w:rsid w:val="00CA6DEF"/>
    <w:rsid w:val="00CA780A"/>
    <w:rsid w:val="00CA7979"/>
    <w:rsid w:val="00CB1746"/>
    <w:rsid w:val="00CB2072"/>
    <w:rsid w:val="00CB3E20"/>
    <w:rsid w:val="00CB454F"/>
    <w:rsid w:val="00CB4D9A"/>
    <w:rsid w:val="00CB4D9C"/>
    <w:rsid w:val="00CB4E57"/>
    <w:rsid w:val="00CB53A0"/>
    <w:rsid w:val="00CB57E9"/>
    <w:rsid w:val="00CB73A1"/>
    <w:rsid w:val="00CB7901"/>
    <w:rsid w:val="00CC102F"/>
    <w:rsid w:val="00CC1374"/>
    <w:rsid w:val="00CC13AD"/>
    <w:rsid w:val="00CC2787"/>
    <w:rsid w:val="00CC27C7"/>
    <w:rsid w:val="00CC3503"/>
    <w:rsid w:val="00CC5B33"/>
    <w:rsid w:val="00CC61D4"/>
    <w:rsid w:val="00CC6A39"/>
    <w:rsid w:val="00CC768E"/>
    <w:rsid w:val="00CC769F"/>
    <w:rsid w:val="00CC7B6F"/>
    <w:rsid w:val="00CD13CE"/>
    <w:rsid w:val="00CD15A6"/>
    <w:rsid w:val="00CD1660"/>
    <w:rsid w:val="00CD526D"/>
    <w:rsid w:val="00CD64B3"/>
    <w:rsid w:val="00CD666A"/>
    <w:rsid w:val="00CD6FBF"/>
    <w:rsid w:val="00CD7382"/>
    <w:rsid w:val="00CD7FB2"/>
    <w:rsid w:val="00CE0585"/>
    <w:rsid w:val="00CE1071"/>
    <w:rsid w:val="00CE117D"/>
    <w:rsid w:val="00CE13FD"/>
    <w:rsid w:val="00CE1D3E"/>
    <w:rsid w:val="00CE22B6"/>
    <w:rsid w:val="00CE253A"/>
    <w:rsid w:val="00CE2860"/>
    <w:rsid w:val="00CE4640"/>
    <w:rsid w:val="00CE4C94"/>
    <w:rsid w:val="00CE6112"/>
    <w:rsid w:val="00CE6BF5"/>
    <w:rsid w:val="00CE7672"/>
    <w:rsid w:val="00CE7F23"/>
    <w:rsid w:val="00CF1517"/>
    <w:rsid w:val="00CF1AA5"/>
    <w:rsid w:val="00CF208B"/>
    <w:rsid w:val="00CF24AF"/>
    <w:rsid w:val="00CF583D"/>
    <w:rsid w:val="00CF5CD0"/>
    <w:rsid w:val="00CF6312"/>
    <w:rsid w:val="00CF76B6"/>
    <w:rsid w:val="00D00C1C"/>
    <w:rsid w:val="00D0143A"/>
    <w:rsid w:val="00D020D5"/>
    <w:rsid w:val="00D0216C"/>
    <w:rsid w:val="00D021A6"/>
    <w:rsid w:val="00D024FA"/>
    <w:rsid w:val="00D029D8"/>
    <w:rsid w:val="00D03B65"/>
    <w:rsid w:val="00D045B1"/>
    <w:rsid w:val="00D050F6"/>
    <w:rsid w:val="00D06D01"/>
    <w:rsid w:val="00D07929"/>
    <w:rsid w:val="00D07DF7"/>
    <w:rsid w:val="00D1057B"/>
    <w:rsid w:val="00D10831"/>
    <w:rsid w:val="00D10F62"/>
    <w:rsid w:val="00D11E46"/>
    <w:rsid w:val="00D1242B"/>
    <w:rsid w:val="00D141A9"/>
    <w:rsid w:val="00D146C6"/>
    <w:rsid w:val="00D16549"/>
    <w:rsid w:val="00D21974"/>
    <w:rsid w:val="00D22C6B"/>
    <w:rsid w:val="00D23FA2"/>
    <w:rsid w:val="00D24167"/>
    <w:rsid w:val="00D257C1"/>
    <w:rsid w:val="00D25B9B"/>
    <w:rsid w:val="00D26231"/>
    <w:rsid w:val="00D26DE3"/>
    <w:rsid w:val="00D27AB2"/>
    <w:rsid w:val="00D32AE1"/>
    <w:rsid w:val="00D33CD7"/>
    <w:rsid w:val="00D3494A"/>
    <w:rsid w:val="00D351CF"/>
    <w:rsid w:val="00D37221"/>
    <w:rsid w:val="00D3789B"/>
    <w:rsid w:val="00D37926"/>
    <w:rsid w:val="00D37F5E"/>
    <w:rsid w:val="00D40705"/>
    <w:rsid w:val="00D40FCE"/>
    <w:rsid w:val="00D4197D"/>
    <w:rsid w:val="00D43222"/>
    <w:rsid w:val="00D434FF"/>
    <w:rsid w:val="00D43CD2"/>
    <w:rsid w:val="00D43FD8"/>
    <w:rsid w:val="00D459B2"/>
    <w:rsid w:val="00D461D7"/>
    <w:rsid w:val="00D4682F"/>
    <w:rsid w:val="00D46BAA"/>
    <w:rsid w:val="00D5001A"/>
    <w:rsid w:val="00D51EED"/>
    <w:rsid w:val="00D5209D"/>
    <w:rsid w:val="00D52AA4"/>
    <w:rsid w:val="00D53DF2"/>
    <w:rsid w:val="00D54065"/>
    <w:rsid w:val="00D54224"/>
    <w:rsid w:val="00D5440D"/>
    <w:rsid w:val="00D54529"/>
    <w:rsid w:val="00D547D0"/>
    <w:rsid w:val="00D54EDE"/>
    <w:rsid w:val="00D5624F"/>
    <w:rsid w:val="00D56D47"/>
    <w:rsid w:val="00D577A1"/>
    <w:rsid w:val="00D579E1"/>
    <w:rsid w:val="00D60EB2"/>
    <w:rsid w:val="00D625DA"/>
    <w:rsid w:val="00D63A3D"/>
    <w:rsid w:val="00D643FD"/>
    <w:rsid w:val="00D64F26"/>
    <w:rsid w:val="00D6528D"/>
    <w:rsid w:val="00D70458"/>
    <w:rsid w:val="00D70E97"/>
    <w:rsid w:val="00D7148D"/>
    <w:rsid w:val="00D71FD0"/>
    <w:rsid w:val="00D75DCA"/>
    <w:rsid w:val="00D75F72"/>
    <w:rsid w:val="00D812ED"/>
    <w:rsid w:val="00D81665"/>
    <w:rsid w:val="00D81AE4"/>
    <w:rsid w:val="00D8268F"/>
    <w:rsid w:val="00D835E0"/>
    <w:rsid w:val="00D8362C"/>
    <w:rsid w:val="00D83FB9"/>
    <w:rsid w:val="00D83FE9"/>
    <w:rsid w:val="00D851E0"/>
    <w:rsid w:val="00D8650D"/>
    <w:rsid w:val="00D902CC"/>
    <w:rsid w:val="00D904C8"/>
    <w:rsid w:val="00D91336"/>
    <w:rsid w:val="00D91FF6"/>
    <w:rsid w:val="00D92178"/>
    <w:rsid w:val="00D92247"/>
    <w:rsid w:val="00D94901"/>
    <w:rsid w:val="00D94ECA"/>
    <w:rsid w:val="00D967F4"/>
    <w:rsid w:val="00D96B49"/>
    <w:rsid w:val="00D97FEF"/>
    <w:rsid w:val="00DA03F8"/>
    <w:rsid w:val="00DA1905"/>
    <w:rsid w:val="00DA19D0"/>
    <w:rsid w:val="00DA2C69"/>
    <w:rsid w:val="00DA2C71"/>
    <w:rsid w:val="00DA3837"/>
    <w:rsid w:val="00DA62EA"/>
    <w:rsid w:val="00DA6F7F"/>
    <w:rsid w:val="00DA72AC"/>
    <w:rsid w:val="00DA7FDA"/>
    <w:rsid w:val="00DB02B3"/>
    <w:rsid w:val="00DB0E94"/>
    <w:rsid w:val="00DB29D5"/>
    <w:rsid w:val="00DB3A7C"/>
    <w:rsid w:val="00DB3B2D"/>
    <w:rsid w:val="00DB4451"/>
    <w:rsid w:val="00DB45EB"/>
    <w:rsid w:val="00DB4B53"/>
    <w:rsid w:val="00DB4FAB"/>
    <w:rsid w:val="00DB5B5B"/>
    <w:rsid w:val="00DB5EEE"/>
    <w:rsid w:val="00DB7508"/>
    <w:rsid w:val="00DC07B0"/>
    <w:rsid w:val="00DC0B53"/>
    <w:rsid w:val="00DC0C9D"/>
    <w:rsid w:val="00DC0EB6"/>
    <w:rsid w:val="00DC42A5"/>
    <w:rsid w:val="00DC45CF"/>
    <w:rsid w:val="00DC4F09"/>
    <w:rsid w:val="00DC5E11"/>
    <w:rsid w:val="00DC7717"/>
    <w:rsid w:val="00DC79BD"/>
    <w:rsid w:val="00DC7B88"/>
    <w:rsid w:val="00DC7C4B"/>
    <w:rsid w:val="00DD2C5C"/>
    <w:rsid w:val="00DD2EC7"/>
    <w:rsid w:val="00DD4107"/>
    <w:rsid w:val="00DD41C1"/>
    <w:rsid w:val="00DD4DE9"/>
    <w:rsid w:val="00DD5717"/>
    <w:rsid w:val="00DD5A61"/>
    <w:rsid w:val="00DE00A7"/>
    <w:rsid w:val="00DE1A9D"/>
    <w:rsid w:val="00DE1BAA"/>
    <w:rsid w:val="00DE1FD1"/>
    <w:rsid w:val="00DE2A5D"/>
    <w:rsid w:val="00DE2AEF"/>
    <w:rsid w:val="00DE342B"/>
    <w:rsid w:val="00DE42B1"/>
    <w:rsid w:val="00DE6CA6"/>
    <w:rsid w:val="00DE71EC"/>
    <w:rsid w:val="00DF0828"/>
    <w:rsid w:val="00DF2753"/>
    <w:rsid w:val="00DF2F41"/>
    <w:rsid w:val="00DF31E5"/>
    <w:rsid w:val="00DF35D2"/>
    <w:rsid w:val="00DF37AC"/>
    <w:rsid w:val="00DF409D"/>
    <w:rsid w:val="00DF484B"/>
    <w:rsid w:val="00DF4E2C"/>
    <w:rsid w:val="00DF518D"/>
    <w:rsid w:val="00DF5592"/>
    <w:rsid w:val="00DF7451"/>
    <w:rsid w:val="00DF77ED"/>
    <w:rsid w:val="00E001D6"/>
    <w:rsid w:val="00E01798"/>
    <w:rsid w:val="00E023C2"/>
    <w:rsid w:val="00E0347E"/>
    <w:rsid w:val="00E039C5"/>
    <w:rsid w:val="00E04CA8"/>
    <w:rsid w:val="00E05D8C"/>
    <w:rsid w:val="00E06BFB"/>
    <w:rsid w:val="00E06DB1"/>
    <w:rsid w:val="00E07F8A"/>
    <w:rsid w:val="00E10164"/>
    <w:rsid w:val="00E10572"/>
    <w:rsid w:val="00E10EDC"/>
    <w:rsid w:val="00E11211"/>
    <w:rsid w:val="00E137EB"/>
    <w:rsid w:val="00E1423A"/>
    <w:rsid w:val="00E146D2"/>
    <w:rsid w:val="00E14740"/>
    <w:rsid w:val="00E149A4"/>
    <w:rsid w:val="00E14BCD"/>
    <w:rsid w:val="00E15B44"/>
    <w:rsid w:val="00E16417"/>
    <w:rsid w:val="00E17D12"/>
    <w:rsid w:val="00E17D97"/>
    <w:rsid w:val="00E241CA"/>
    <w:rsid w:val="00E2712D"/>
    <w:rsid w:val="00E276D6"/>
    <w:rsid w:val="00E30628"/>
    <w:rsid w:val="00E306A3"/>
    <w:rsid w:val="00E31AEB"/>
    <w:rsid w:val="00E32228"/>
    <w:rsid w:val="00E3288A"/>
    <w:rsid w:val="00E32CBB"/>
    <w:rsid w:val="00E334A4"/>
    <w:rsid w:val="00E33821"/>
    <w:rsid w:val="00E36CBB"/>
    <w:rsid w:val="00E376D7"/>
    <w:rsid w:val="00E42D02"/>
    <w:rsid w:val="00E42E6C"/>
    <w:rsid w:val="00E42FEE"/>
    <w:rsid w:val="00E4311C"/>
    <w:rsid w:val="00E4357E"/>
    <w:rsid w:val="00E43F4F"/>
    <w:rsid w:val="00E443FE"/>
    <w:rsid w:val="00E4516C"/>
    <w:rsid w:val="00E45926"/>
    <w:rsid w:val="00E459E0"/>
    <w:rsid w:val="00E45C0B"/>
    <w:rsid w:val="00E46310"/>
    <w:rsid w:val="00E47941"/>
    <w:rsid w:val="00E47CA2"/>
    <w:rsid w:val="00E5078D"/>
    <w:rsid w:val="00E50987"/>
    <w:rsid w:val="00E51DFA"/>
    <w:rsid w:val="00E521E5"/>
    <w:rsid w:val="00E528F2"/>
    <w:rsid w:val="00E52D20"/>
    <w:rsid w:val="00E544C5"/>
    <w:rsid w:val="00E54F4C"/>
    <w:rsid w:val="00E55597"/>
    <w:rsid w:val="00E55AD6"/>
    <w:rsid w:val="00E5602C"/>
    <w:rsid w:val="00E57369"/>
    <w:rsid w:val="00E574A4"/>
    <w:rsid w:val="00E577AA"/>
    <w:rsid w:val="00E5799D"/>
    <w:rsid w:val="00E57F8E"/>
    <w:rsid w:val="00E6056A"/>
    <w:rsid w:val="00E6062C"/>
    <w:rsid w:val="00E620AB"/>
    <w:rsid w:val="00E633A1"/>
    <w:rsid w:val="00E63C04"/>
    <w:rsid w:val="00E63CEC"/>
    <w:rsid w:val="00E6403A"/>
    <w:rsid w:val="00E64455"/>
    <w:rsid w:val="00E64D24"/>
    <w:rsid w:val="00E6558D"/>
    <w:rsid w:val="00E6663F"/>
    <w:rsid w:val="00E6676F"/>
    <w:rsid w:val="00E67947"/>
    <w:rsid w:val="00E70214"/>
    <w:rsid w:val="00E70C9B"/>
    <w:rsid w:val="00E72110"/>
    <w:rsid w:val="00E72239"/>
    <w:rsid w:val="00E72A1F"/>
    <w:rsid w:val="00E7346E"/>
    <w:rsid w:val="00E73AEF"/>
    <w:rsid w:val="00E747C0"/>
    <w:rsid w:val="00E74CD9"/>
    <w:rsid w:val="00E75748"/>
    <w:rsid w:val="00E804DE"/>
    <w:rsid w:val="00E8102D"/>
    <w:rsid w:val="00E81508"/>
    <w:rsid w:val="00E83FF4"/>
    <w:rsid w:val="00E840AC"/>
    <w:rsid w:val="00E844A3"/>
    <w:rsid w:val="00E85300"/>
    <w:rsid w:val="00E855AD"/>
    <w:rsid w:val="00E85911"/>
    <w:rsid w:val="00E870D2"/>
    <w:rsid w:val="00E87669"/>
    <w:rsid w:val="00E87A47"/>
    <w:rsid w:val="00E9000C"/>
    <w:rsid w:val="00E915CC"/>
    <w:rsid w:val="00E91C01"/>
    <w:rsid w:val="00E924C6"/>
    <w:rsid w:val="00E92A49"/>
    <w:rsid w:val="00E94DE6"/>
    <w:rsid w:val="00EA0E0A"/>
    <w:rsid w:val="00EA267F"/>
    <w:rsid w:val="00EA3136"/>
    <w:rsid w:val="00EA36C9"/>
    <w:rsid w:val="00EA45F2"/>
    <w:rsid w:val="00EA4722"/>
    <w:rsid w:val="00EA49F8"/>
    <w:rsid w:val="00EA5AB6"/>
    <w:rsid w:val="00EA67FB"/>
    <w:rsid w:val="00EA6831"/>
    <w:rsid w:val="00EB072D"/>
    <w:rsid w:val="00EB09CA"/>
    <w:rsid w:val="00EB1B90"/>
    <w:rsid w:val="00EB478C"/>
    <w:rsid w:val="00EB6E2F"/>
    <w:rsid w:val="00EB7828"/>
    <w:rsid w:val="00EC2AEE"/>
    <w:rsid w:val="00EC2D0F"/>
    <w:rsid w:val="00EC3124"/>
    <w:rsid w:val="00EC33E2"/>
    <w:rsid w:val="00EC3E50"/>
    <w:rsid w:val="00EC40D6"/>
    <w:rsid w:val="00EC4919"/>
    <w:rsid w:val="00EC4D18"/>
    <w:rsid w:val="00EC5702"/>
    <w:rsid w:val="00EC5A2E"/>
    <w:rsid w:val="00EC65DD"/>
    <w:rsid w:val="00EC7066"/>
    <w:rsid w:val="00EC7835"/>
    <w:rsid w:val="00ED0DF8"/>
    <w:rsid w:val="00ED1EE1"/>
    <w:rsid w:val="00ED2DF1"/>
    <w:rsid w:val="00ED491C"/>
    <w:rsid w:val="00ED4E2A"/>
    <w:rsid w:val="00ED5E42"/>
    <w:rsid w:val="00ED64F9"/>
    <w:rsid w:val="00EE0315"/>
    <w:rsid w:val="00EE1558"/>
    <w:rsid w:val="00EE2364"/>
    <w:rsid w:val="00EE3B33"/>
    <w:rsid w:val="00EE4F9B"/>
    <w:rsid w:val="00EE577A"/>
    <w:rsid w:val="00EE594C"/>
    <w:rsid w:val="00EE66BA"/>
    <w:rsid w:val="00EF0360"/>
    <w:rsid w:val="00EF047C"/>
    <w:rsid w:val="00EF0D34"/>
    <w:rsid w:val="00EF1920"/>
    <w:rsid w:val="00EF223A"/>
    <w:rsid w:val="00EF2A1B"/>
    <w:rsid w:val="00EF47A1"/>
    <w:rsid w:val="00EF4868"/>
    <w:rsid w:val="00EF4A88"/>
    <w:rsid w:val="00EF5C31"/>
    <w:rsid w:val="00EF6FC5"/>
    <w:rsid w:val="00EF774A"/>
    <w:rsid w:val="00F0010F"/>
    <w:rsid w:val="00F00431"/>
    <w:rsid w:val="00F011AC"/>
    <w:rsid w:val="00F01BB1"/>
    <w:rsid w:val="00F01D55"/>
    <w:rsid w:val="00F0330C"/>
    <w:rsid w:val="00F04865"/>
    <w:rsid w:val="00F04DDA"/>
    <w:rsid w:val="00F04F64"/>
    <w:rsid w:val="00F05AFE"/>
    <w:rsid w:val="00F061B6"/>
    <w:rsid w:val="00F06D4C"/>
    <w:rsid w:val="00F10275"/>
    <w:rsid w:val="00F10630"/>
    <w:rsid w:val="00F112DA"/>
    <w:rsid w:val="00F11D3C"/>
    <w:rsid w:val="00F125CE"/>
    <w:rsid w:val="00F12C61"/>
    <w:rsid w:val="00F13752"/>
    <w:rsid w:val="00F137EB"/>
    <w:rsid w:val="00F13A01"/>
    <w:rsid w:val="00F158A8"/>
    <w:rsid w:val="00F173FF"/>
    <w:rsid w:val="00F178E0"/>
    <w:rsid w:val="00F212E5"/>
    <w:rsid w:val="00F2493A"/>
    <w:rsid w:val="00F26182"/>
    <w:rsid w:val="00F26B76"/>
    <w:rsid w:val="00F27C6B"/>
    <w:rsid w:val="00F27D65"/>
    <w:rsid w:val="00F30CAB"/>
    <w:rsid w:val="00F31D7B"/>
    <w:rsid w:val="00F32511"/>
    <w:rsid w:val="00F32692"/>
    <w:rsid w:val="00F34C16"/>
    <w:rsid w:val="00F35554"/>
    <w:rsid w:val="00F363E2"/>
    <w:rsid w:val="00F37A42"/>
    <w:rsid w:val="00F37E09"/>
    <w:rsid w:val="00F404C0"/>
    <w:rsid w:val="00F41144"/>
    <w:rsid w:val="00F417F5"/>
    <w:rsid w:val="00F418FA"/>
    <w:rsid w:val="00F42083"/>
    <w:rsid w:val="00F42B3D"/>
    <w:rsid w:val="00F443D2"/>
    <w:rsid w:val="00F44546"/>
    <w:rsid w:val="00F47642"/>
    <w:rsid w:val="00F4768B"/>
    <w:rsid w:val="00F5008E"/>
    <w:rsid w:val="00F50563"/>
    <w:rsid w:val="00F506B8"/>
    <w:rsid w:val="00F519E7"/>
    <w:rsid w:val="00F51B1A"/>
    <w:rsid w:val="00F5495E"/>
    <w:rsid w:val="00F549A5"/>
    <w:rsid w:val="00F5589E"/>
    <w:rsid w:val="00F57403"/>
    <w:rsid w:val="00F57CE6"/>
    <w:rsid w:val="00F609B9"/>
    <w:rsid w:val="00F60DFC"/>
    <w:rsid w:val="00F634D0"/>
    <w:rsid w:val="00F6353D"/>
    <w:rsid w:val="00F639B6"/>
    <w:rsid w:val="00F63C2C"/>
    <w:rsid w:val="00F6569B"/>
    <w:rsid w:val="00F65BFF"/>
    <w:rsid w:val="00F65D7B"/>
    <w:rsid w:val="00F66822"/>
    <w:rsid w:val="00F66B5F"/>
    <w:rsid w:val="00F66C9D"/>
    <w:rsid w:val="00F670B8"/>
    <w:rsid w:val="00F675C4"/>
    <w:rsid w:val="00F67886"/>
    <w:rsid w:val="00F70C2F"/>
    <w:rsid w:val="00F70DE4"/>
    <w:rsid w:val="00F70FCC"/>
    <w:rsid w:val="00F712FB"/>
    <w:rsid w:val="00F73A32"/>
    <w:rsid w:val="00F75F9B"/>
    <w:rsid w:val="00F7643A"/>
    <w:rsid w:val="00F7704B"/>
    <w:rsid w:val="00F80FF9"/>
    <w:rsid w:val="00F81447"/>
    <w:rsid w:val="00F82A1B"/>
    <w:rsid w:val="00F83699"/>
    <w:rsid w:val="00F836E0"/>
    <w:rsid w:val="00F84AA6"/>
    <w:rsid w:val="00F84EFB"/>
    <w:rsid w:val="00F85717"/>
    <w:rsid w:val="00F87B7E"/>
    <w:rsid w:val="00F90253"/>
    <w:rsid w:val="00F905F6"/>
    <w:rsid w:val="00F90F9B"/>
    <w:rsid w:val="00F910F2"/>
    <w:rsid w:val="00F93043"/>
    <w:rsid w:val="00F95103"/>
    <w:rsid w:val="00F95263"/>
    <w:rsid w:val="00F958DF"/>
    <w:rsid w:val="00F9606E"/>
    <w:rsid w:val="00F9615E"/>
    <w:rsid w:val="00F9620B"/>
    <w:rsid w:val="00F96ED5"/>
    <w:rsid w:val="00F970F9"/>
    <w:rsid w:val="00FA03F4"/>
    <w:rsid w:val="00FA3145"/>
    <w:rsid w:val="00FA44BA"/>
    <w:rsid w:val="00FA4FF1"/>
    <w:rsid w:val="00FA61D8"/>
    <w:rsid w:val="00FB098C"/>
    <w:rsid w:val="00FB2703"/>
    <w:rsid w:val="00FB36FB"/>
    <w:rsid w:val="00FB3DE1"/>
    <w:rsid w:val="00FB4677"/>
    <w:rsid w:val="00FB4C35"/>
    <w:rsid w:val="00FB5105"/>
    <w:rsid w:val="00FB5115"/>
    <w:rsid w:val="00FB5795"/>
    <w:rsid w:val="00FB6C07"/>
    <w:rsid w:val="00FB7DBC"/>
    <w:rsid w:val="00FB7F39"/>
    <w:rsid w:val="00FC048C"/>
    <w:rsid w:val="00FC07EF"/>
    <w:rsid w:val="00FC0969"/>
    <w:rsid w:val="00FC0A1D"/>
    <w:rsid w:val="00FC1D58"/>
    <w:rsid w:val="00FC2AF3"/>
    <w:rsid w:val="00FC3570"/>
    <w:rsid w:val="00FC393B"/>
    <w:rsid w:val="00FC48CE"/>
    <w:rsid w:val="00FC4AAF"/>
    <w:rsid w:val="00FC51FB"/>
    <w:rsid w:val="00FC52AD"/>
    <w:rsid w:val="00FC5A3A"/>
    <w:rsid w:val="00FC7400"/>
    <w:rsid w:val="00FD0036"/>
    <w:rsid w:val="00FD4F0F"/>
    <w:rsid w:val="00FD5724"/>
    <w:rsid w:val="00FD5A81"/>
    <w:rsid w:val="00FD6A82"/>
    <w:rsid w:val="00FD6BFF"/>
    <w:rsid w:val="00FD7CB4"/>
    <w:rsid w:val="00FE001B"/>
    <w:rsid w:val="00FE023D"/>
    <w:rsid w:val="00FE19F2"/>
    <w:rsid w:val="00FE1BE2"/>
    <w:rsid w:val="00FE2893"/>
    <w:rsid w:val="00FE3538"/>
    <w:rsid w:val="00FE380A"/>
    <w:rsid w:val="00FE4401"/>
    <w:rsid w:val="00FE5B47"/>
    <w:rsid w:val="00FE6040"/>
    <w:rsid w:val="00FE6CE6"/>
    <w:rsid w:val="00FE7D2F"/>
    <w:rsid w:val="00FF124A"/>
    <w:rsid w:val="00FF1E6E"/>
    <w:rsid w:val="00FF2E4A"/>
    <w:rsid w:val="00FF3453"/>
    <w:rsid w:val="00FF3495"/>
    <w:rsid w:val="00FF3593"/>
    <w:rsid w:val="00FF38D9"/>
    <w:rsid w:val="00FF47B8"/>
    <w:rsid w:val="00FF4C9E"/>
    <w:rsid w:val="00FF56F4"/>
    <w:rsid w:val="00FF6261"/>
    <w:rsid w:val="00FF63E5"/>
    <w:rsid w:val="00FF6418"/>
    <w:rsid w:val="00FF6A70"/>
    <w:rsid w:val="00FF6FA8"/>
    <w:rsid w:val="00FF74A1"/>
    <w:rsid w:val="00FF752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CC921D1"/>
  <w15:docId w15:val="{9053366D-3AA5-415C-826D-ACFCEBD69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4D7"/>
  </w:style>
  <w:style w:type="paragraph" w:styleId="Titre1">
    <w:name w:val="heading 1"/>
    <w:aliases w:val="RET Title 1"/>
    <w:basedOn w:val="Normal"/>
    <w:next w:val="Normal"/>
    <w:link w:val="Titre1Car"/>
    <w:uiPriority w:val="9"/>
    <w:qFormat/>
    <w:rsid w:val="004A04A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itre2">
    <w:name w:val="heading 2"/>
    <w:aliases w:val="RET Title 2"/>
    <w:basedOn w:val="Normal"/>
    <w:next w:val="Normal"/>
    <w:link w:val="Titre2Car"/>
    <w:uiPriority w:val="9"/>
    <w:unhideWhenUsed/>
    <w:qFormat/>
    <w:rsid w:val="004A04A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itre3">
    <w:name w:val="heading 3"/>
    <w:aliases w:val="RET Title 3"/>
    <w:basedOn w:val="Normal"/>
    <w:next w:val="Normal"/>
    <w:link w:val="Titre3Car"/>
    <w:uiPriority w:val="9"/>
    <w:unhideWhenUsed/>
    <w:qFormat/>
    <w:rsid w:val="004A04A0"/>
    <w:pPr>
      <w:pBdr>
        <w:top w:val="single" w:sz="6" w:space="2" w:color="4F81BD" w:themeColor="accent1"/>
      </w:pBdr>
      <w:spacing w:before="300" w:after="0"/>
      <w:outlineLvl w:val="2"/>
    </w:pPr>
    <w:rPr>
      <w:caps/>
      <w:color w:val="243F60" w:themeColor="accent1" w:themeShade="7F"/>
      <w:spacing w:val="15"/>
    </w:rPr>
  </w:style>
  <w:style w:type="paragraph" w:styleId="Titre4">
    <w:name w:val="heading 4"/>
    <w:aliases w:val="RET Title 4"/>
    <w:basedOn w:val="Normal"/>
    <w:next w:val="Normal"/>
    <w:link w:val="Titre4Car"/>
    <w:uiPriority w:val="9"/>
    <w:unhideWhenUsed/>
    <w:qFormat/>
    <w:rsid w:val="004A04A0"/>
    <w:pPr>
      <w:pBdr>
        <w:top w:val="dotted" w:sz="6" w:space="2" w:color="4F81BD" w:themeColor="accent1"/>
      </w:pBdr>
      <w:spacing w:before="200" w:after="0"/>
      <w:outlineLvl w:val="3"/>
    </w:pPr>
    <w:rPr>
      <w:caps/>
      <w:color w:val="365F91" w:themeColor="accent1" w:themeShade="BF"/>
      <w:spacing w:val="10"/>
    </w:rPr>
  </w:style>
  <w:style w:type="paragraph" w:styleId="Titre5">
    <w:name w:val="heading 5"/>
    <w:aliases w:val="RET Title 5"/>
    <w:basedOn w:val="Normal"/>
    <w:next w:val="Normal"/>
    <w:link w:val="Titre5Car"/>
    <w:uiPriority w:val="9"/>
    <w:unhideWhenUsed/>
    <w:qFormat/>
    <w:rsid w:val="004A04A0"/>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4A04A0"/>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4A04A0"/>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4A04A0"/>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4A04A0"/>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rsid w:val="00BB2911"/>
    <w:pPr>
      <w:spacing w:line="240" w:lineRule="auto"/>
    </w:pPr>
    <w:rPr>
      <w:rFonts w:ascii="Tahoma" w:hAnsi="Tahoma" w:cs="Tahoma"/>
      <w:sz w:val="16"/>
      <w:szCs w:val="16"/>
    </w:rPr>
  </w:style>
  <w:style w:type="character" w:customStyle="1" w:styleId="TextodegloboCar">
    <w:name w:val="Texto de globo Car"/>
    <w:rsid w:val="00BB2911"/>
    <w:rPr>
      <w:rFonts w:ascii="Tahoma" w:hAnsi="Tahoma" w:cs="Tahoma"/>
      <w:sz w:val="16"/>
      <w:szCs w:val="16"/>
    </w:rPr>
  </w:style>
  <w:style w:type="paragraph" w:styleId="En-tte">
    <w:name w:val="header"/>
    <w:basedOn w:val="Normal"/>
    <w:rsid w:val="00BB2911"/>
    <w:pPr>
      <w:tabs>
        <w:tab w:val="center" w:pos="4419"/>
        <w:tab w:val="right" w:pos="8838"/>
      </w:tabs>
      <w:spacing w:line="240" w:lineRule="auto"/>
    </w:pPr>
  </w:style>
  <w:style w:type="character" w:customStyle="1" w:styleId="EncabezadoCar">
    <w:name w:val="Encabezado Car"/>
    <w:basedOn w:val="Policepardfaut"/>
    <w:rsid w:val="00BB2911"/>
  </w:style>
  <w:style w:type="paragraph" w:styleId="Pieddepage">
    <w:name w:val="footer"/>
    <w:basedOn w:val="Normal"/>
    <w:rsid w:val="00BB2911"/>
    <w:pPr>
      <w:tabs>
        <w:tab w:val="center" w:pos="4419"/>
        <w:tab w:val="right" w:pos="8838"/>
      </w:tabs>
      <w:spacing w:line="240" w:lineRule="auto"/>
    </w:pPr>
  </w:style>
  <w:style w:type="character" w:customStyle="1" w:styleId="PiedepginaCar">
    <w:name w:val="Pie de página Car"/>
    <w:basedOn w:val="Policepardfaut"/>
    <w:rsid w:val="00BB2911"/>
  </w:style>
  <w:style w:type="paragraph" w:styleId="NormalWeb">
    <w:name w:val="Normal (Web)"/>
    <w:basedOn w:val="Normal"/>
    <w:uiPriority w:val="99"/>
    <w:unhideWhenUsed/>
    <w:rsid w:val="00BE1722"/>
    <w:pPr>
      <w:spacing w:beforeAutospacing="1" w:after="100" w:afterAutospacing="1" w:line="240" w:lineRule="auto"/>
    </w:pPr>
    <w:rPr>
      <w:rFonts w:ascii="Times" w:hAnsi="Times"/>
    </w:rPr>
  </w:style>
  <w:style w:type="character" w:styleId="Numrodepage">
    <w:name w:val="page number"/>
    <w:basedOn w:val="Policepardfaut"/>
    <w:uiPriority w:val="99"/>
    <w:semiHidden/>
    <w:unhideWhenUsed/>
    <w:rsid w:val="00DF31E5"/>
  </w:style>
  <w:style w:type="character" w:styleId="Lienhypertexte">
    <w:name w:val="Hyperlink"/>
    <w:uiPriority w:val="99"/>
    <w:unhideWhenUsed/>
    <w:rsid w:val="003638F3"/>
    <w:rPr>
      <w:color w:val="0000FF"/>
      <w:u w:val="single"/>
    </w:rPr>
  </w:style>
  <w:style w:type="character" w:customStyle="1" w:styleId="Titre1Car">
    <w:name w:val="Titre 1 Car"/>
    <w:aliases w:val="RET Title 1 Car"/>
    <w:basedOn w:val="Policepardfaut"/>
    <w:link w:val="Titre1"/>
    <w:uiPriority w:val="9"/>
    <w:rsid w:val="004A04A0"/>
    <w:rPr>
      <w:caps/>
      <w:color w:val="FFFFFF" w:themeColor="background1"/>
      <w:spacing w:val="15"/>
      <w:sz w:val="22"/>
      <w:szCs w:val="22"/>
      <w:shd w:val="clear" w:color="auto" w:fill="4F81BD" w:themeFill="accent1"/>
    </w:rPr>
  </w:style>
  <w:style w:type="character" w:customStyle="1" w:styleId="Titre2Car">
    <w:name w:val="Titre 2 Car"/>
    <w:aliases w:val="RET Title 2 Car"/>
    <w:basedOn w:val="Policepardfaut"/>
    <w:link w:val="Titre2"/>
    <w:uiPriority w:val="9"/>
    <w:rsid w:val="004A04A0"/>
    <w:rPr>
      <w:caps/>
      <w:spacing w:val="15"/>
      <w:shd w:val="clear" w:color="auto" w:fill="DBE5F1" w:themeFill="accent1" w:themeFillTint="33"/>
    </w:rPr>
  </w:style>
  <w:style w:type="character" w:customStyle="1" w:styleId="Titre3Car">
    <w:name w:val="Titre 3 Car"/>
    <w:aliases w:val="RET Title 3 Car"/>
    <w:basedOn w:val="Policepardfaut"/>
    <w:link w:val="Titre3"/>
    <w:uiPriority w:val="9"/>
    <w:rsid w:val="004A04A0"/>
    <w:rPr>
      <w:caps/>
      <w:color w:val="243F60" w:themeColor="accent1" w:themeShade="7F"/>
      <w:spacing w:val="15"/>
    </w:rPr>
  </w:style>
  <w:style w:type="character" w:customStyle="1" w:styleId="Titre4Car">
    <w:name w:val="Titre 4 Car"/>
    <w:aliases w:val="RET Title 4 Car"/>
    <w:basedOn w:val="Policepardfaut"/>
    <w:link w:val="Titre4"/>
    <w:uiPriority w:val="9"/>
    <w:rsid w:val="004A04A0"/>
    <w:rPr>
      <w:caps/>
      <w:color w:val="365F91" w:themeColor="accent1" w:themeShade="BF"/>
      <w:spacing w:val="10"/>
    </w:rPr>
  </w:style>
  <w:style w:type="character" w:customStyle="1" w:styleId="Titre5Car">
    <w:name w:val="Titre 5 Car"/>
    <w:aliases w:val="RET Title 5 Car"/>
    <w:basedOn w:val="Policepardfaut"/>
    <w:link w:val="Titre5"/>
    <w:uiPriority w:val="9"/>
    <w:rsid w:val="004A04A0"/>
    <w:rPr>
      <w:caps/>
      <w:color w:val="365F91" w:themeColor="accent1" w:themeShade="BF"/>
      <w:spacing w:val="10"/>
    </w:rPr>
  </w:style>
  <w:style w:type="character" w:customStyle="1" w:styleId="Titre6Car">
    <w:name w:val="Titre 6 Car"/>
    <w:basedOn w:val="Policepardfaut"/>
    <w:link w:val="Titre6"/>
    <w:uiPriority w:val="9"/>
    <w:semiHidden/>
    <w:rsid w:val="004A04A0"/>
    <w:rPr>
      <w:caps/>
      <w:color w:val="365F91" w:themeColor="accent1" w:themeShade="BF"/>
      <w:spacing w:val="10"/>
    </w:rPr>
  </w:style>
  <w:style w:type="paragraph" w:styleId="TM5">
    <w:name w:val="toc 5"/>
    <w:basedOn w:val="Normal"/>
    <w:next w:val="Normal"/>
    <w:autoRedefine/>
    <w:uiPriority w:val="39"/>
    <w:unhideWhenUsed/>
    <w:rsid w:val="004436EB"/>
    <w:pPr>
      <w:ind w:left="880"/>
    </w:pPr>
  </w:style>
  <w:style w:type="paragraph" w:styleId="TM1">
    <w:name w:val="toc 1"/>
    <w:basedOn w:val="Normal"/>
    <w:next w:val="Normal"/>
    <w:autoRedefine/>
    <w:uiPriority w:val="39"/>
    <w:unhideWhenUsed/>
    <w:rsid w:val="004436EB"/>
    <w:pPr>
      <w:spacing w:before="120" w:after="240"/>
    </w:pPr>
    <w:rPr>
      <w:rFonts w:ascii="Gotham Rounded Medium" w:hAnsi="Gotham Rounded Medium"/>
      <w:color w:val="5091CD"/>
      <w:sz w:val="36"/>
    </w:rPr>
  </w:style>
  <w:style w:type="paragraph" w:styleId="TM2">
    <w:name w:val="toc 2"/>
    <w:basedOn w:val="Normal"/>
    <w:next w:val="Normal"/>
    <w:autoRedefine/>
    <w:uiPriority w:val="39"/>
    <w:unhideWhenUsed/>
    <w:rsid w:val="004436EB"/>
    <w:pPr>
      <w:spacing w:before="120" w:after="120"/>
      <w:ind w:left="221"/>
    </w:pPr>
    <w:rPr>
      <w:rFonts w:ascii="Gotham Rounded Medium" w:hAnsi="Gotham Rounded Medium"/>
      <w:sz w:val="28"/>
    </w:rPr>
  </w:style>
  <w:style w:type="paragraph" w:styleId="TM3">
    <w:name w:val="toc 3"/>
    <w:basedOn w:val="Normal"/>
    <w:next w:val="Normal"/>
    <w:autoRedefine/>
    <w:uiPriority w:val="39"/>
    <w:unhideWhenUsed/>
    <w:rsid w:val="004436EB"/>
    <w:pPr>
      <w:ind w:left="442"/>
    </w:pPr>
    <w:rPr>
      <w:sz w:val="28"/>
    </w:rPr>
  </w:style>
  <w:style w:type="paragraph" w:styleId="TM4">
    <w:name w:val="toc 4"/>
    <w:basedOn w:val="Normal"/>
    <w:next w:val="Normal"/>
    <w:autoRedefine/>
    <w:uiPriority w:val="39"/>
    <w:unhideWhenUsed/>
    <w:rsid w:val="004436EB"/>
    <w:pPr>
      <w:ind w:left="658"/>
    </w:pPr>
    <w:rPr>
      <w:rFonts w:ascii="Gotham Rounded Light" w:hAnsi="Gotham Rounded Light"/>
      <w:i/>
      <w:sz w:val="28"/>
    </w:rPr>
  </w:style>
  <w:style w:type="paragraph" w:styleId="TM6">
    <w:name w:val="toc 6"/>
    <w:basedOn w:val="Normal"/>
    <w:next w:val="Normal"/>
    <w:autoRedefine/>
    <w:uiPriority w:val="39"/>
    <w:unhideWhenUsed/>
    <w:rsid w:val="004436EB"/>
    <w:pPr>
      <w:ind w:left="1100"/>
    </w:pPr>
  </w:style>
  <w:style w:type="paragraph" w:styleId="TM7">
    <w:name w:val="toc 7"/>
    <w:basedOn w:val="Normal"/>
    <w:next w:val="Normal"/>
    <w:autoRedefine/>
    <w:uiPriority w:val="39"/>
    <w:unhideWhenUsed/>
    <w:rsid w:val="004436EB"/>
    <w:pPr>
      <w:ind w:left="1320"/>
    </w:pPr>
  </w:style>
  <w:style w:type="paragraph" w:styleId="TM8">
    <w:name w:val="toc 8"/>
    <w:basedOn w:val="Normal"/>
    <w:next w:val="Normal"/>
    <w:autoRedefine/>
    <w:uiPriority w:val="39"/>
    <w:unhideWhenUsed/>
    <w:rsid w:val="004436EB"/>
    <w:pPr>
      <w:ind w:left="1540"/>
    </w:pPr>
  </w:style>
  <w:style w:type="paragraph" w:styleId="TM9">
    <w:name w:val="toc 9"/>
    <w:basedOn w:val="Normal"/>
    <w:next w:val="Normal"/>
    <w:autoRedefine/>
    <w:uiPriority w:val="39"/>
    <w:unhideWhenUsed/>
    <w:rsid w:val="004436EB"/>
    <w:pPr>
      <w:ind w:left="1760"/>
    </w:pPr>
  </w:style>
  <w:style w:type="paragraph" w:styleId="Paragraphedeliste">
    <w:name w:val="List Paragraph"/>
    <w:basedOn w:val="Normal"/>
    <w:uiPriority w:val="34"/>
    <w:qFormat/>
    <w:rsid w:val="00F75F9B"/>
    <w:pPr>
      <w:ind w:left="720"/>
      <w:contextualSpacing/>
    </w:pPr>
  </w:style>
  <w:style w:type="character" w:styleId="Marquedecommentaire">
    <w:name w:val="annotation reference"/>
    <w:basedOn w:val="Policepardfaut"/>
    <w:uiPriority w:val="99"/>
    <w:semiHidden/>
    <w:unhideWhenUsed/>
    <w:rsid w:val="00CE4C94"/>
    <w:rPr>
      <w:sz w:val="16"/>
      <w:szCs w:val="16"/>
    </w:rPr>
  </w:style>
  <w:style w:type="paragraph" w:styleId="Commentaire">
    <w:name w:val="annotation text"/>
    <w:basedOn w:val="Normal"/>
    <w:link w:val="CommentaireCar"/>
    <w:uiPriority w:val="99"/>
    <w:semiHidden/>
    <w:unhideWhenUsed/>
    <w:rsid w:val="00CE4C94"/>
    <w:pPr>
      <w:spacing w:line="240" w:lineRule="auto"/>
    </w:pPr>
  </w:style>
  <w:style w:type="character" w:customStyle="1" w:styleId="CommentaireCar">
    <w:name w:val="Commentaire Car"/>
    <w:basedOn w:val="Policepardfaut"/>
    <w:link w:val="Commentaire"/>
    <w:uiPriority w:val="99"/>
    <w:semiHidden/>
    <w:rsid w:val="00CE4C94"/>
    <w:rPr>
      <w:rFonts w:ascii="Arial Narrow" w:hAnsi="Arial Narrow"/>
      <w:lang w:val="en-GB"/>
    </w:rPr>
  </w:style>
  <w:style w:type="paragraph" w:styleId="Objetducommentaire">
    <w:name w:val="annotation subject"/>
    <w:basedOn w:val="Commentaire"/>
    <w:next w:val="Commentaire"/>
    <w:link w:val="ObjetducommentaireCar"/>
    <w:uiPriority w:val="99"/>
    <w:semiHidden/>
    <w:unhideWhenUsed/>
    <w:rsid w:val="00CE4C94"/>
    <w:rPr>
      <w:b/>
      <w:bCs/>
    </w:rPr>
  </w:style>
  <w:style w:type="character" w:customStyle="1" w:styleId="ObjetducommentaireCar">
    <w:name w:val="Objet du commentaire Car"/>
    <w:basedOn w:val="CommentaireCar"/>
    <w:link w:val="Objetducommentaire"/>
    <w:uiPriority w:val="99"/>
    <w:semiHidden/>
    <w:rsid w:val="00CE4C94"/>
    <w:rPr>
      <w:rFonts w:ascii="Arial Narrow" w:hAnsi="Arial Narrow"/>
      <w:b/>
      <w:bCs/>
      <w:lang w:val="en-GB"/>
    </w:rPr>
  </w:style>
  <w:style w:type="paragraph" w:customStyle="1" w:styleId="Default">
    <w:name w:val="Default"/>
    <w:rsid w:val="00C87E51"/>
    <w:pPr>
      <w:autoSpaceDE w:val="0"/>
      <w:autoSpaceDN w:val="0"/>
      <w:adjustRightInd w:val="0"/>
    </w:pPr>
    <w:rPr>
      <w:rFonts w:ascii="Calibri" w:hAnsi="Calibri" w:cs="Calibri"/>
      <w:color w:val="000000"/>
      <w:sz w:val="24"/>
      <w:szCs w:val="24"/>
    </w:rPr>
  </w:style>
  <w:style w:type="table" w:styleId="Grilledutableau">
    <w:name w:val="Table Grid"/>
    <w:basedOn w:val="TableauNormal"/>
    <w:uiPriority w:val="39"/>
    <w:rsid w:val="00E05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Policepardfaut"/>
    <w:rsid w:val="002A457C"/>
  </w:style>
  <w:style w:type="table" w:customStyle="1" w:styleId="TableauGrille1Clair-Accentuation51">
    <w:name w:val="Tableau Grille 1 Clair - Accentuation 51"/>
    <w:basedOn w:val="TableauNormal"/>
    <w:uiPriority w:val="46"/>
    <w:rsid w:val="00D5624F"/>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Titre7Car">
    <w:name w:val="Titre 7 Car"/>
    <w:basedOn w:val="Policepardfaut"/>
    <w:link w:val="Titre7"/>
    <w:uiPriority w:val="9"/>
    <w:semiHidden/>
    <w:rsid w:val="004A04A0"/>
    <w:rPr>
      <w:caps/>
      <w:color w:val="365F91" w:themeColor="accent1" w:themeShade="BF"/>
      <w:spacing w:val="10"/>
    </w:rPr>
  </w:style>
  <w:style w:type="character" w:customStyle="1" w:styleId="Titre8Car">
    <w:name w:val="Titre 8 Car"/>
    <w:basedOn w:val="Policepardfaut"/>
    <w:link w:val="Titre8"/>
    <w:uiPriority w:val="9"/>
    <w:semiHidden/>
    <w:rsid w:val="004A04A0"/>
    <w:rPr>
      <w:caps/>
      <w:spacing w:val="10"/>
      <w:sz w:val="18"/>
      <w:szCs w:val="18"/>
    </w:rPr>
  </w:style>
  <w:style w:type="character" w:customStyle="1" w:styleId="Titre9Car">
    <w:name w:val="Titre 9 Car"/>
    <w:basedOn w:val="Policepardfaut"/>
    <w:link w:val="Titre9"/>
    <w:uiPriority w:val="9"/>
    <w:semiHidden/>
    <w:rsid w:val="004A04A0"/>
    <w:rPr>
      <w:i/>
      <w:iCs/>
      <w:caps/>
      <w:spacing w:val="10"/>
      <w:sz w:val="18"/>
      <w:szCs w:val="18"/>
    </w:rPr>
  </w:style>
  <w:style w:type="paragraph" w:styleId="Lgende">
    <w:name w:val="caption"/>
    <w:basedOn w:val="Normal"/>
    <w:next w:val="Normal"/>
    <w:uiPriority w:val="35"/>
    <w:semiHidden/>
    <w:unhideWhenUsed/>
    <w:qFormat/>
    <w:rsid w:val="004A04A0"/>
    <w:rPr>
      <w:b/>
      <w:bCs/>
      <w:color w:val="365F91" w:themeColor="accent1" w:themeShade="BF"/>
      <w:sz w:val="16"/>
      <w:szCs w:val="16"/>
    </w:rPr>
  </w:style>
  <w:style w:type="paragraph" w:styleId="Titre">
    <w:name w:val="Title"/>
    <w:basedOn w:val="Normal"/>
    <w:next w:val="Normal"/>
    <w:link w:val="TitreCar"/>
    <w:uiPriority w:val="10"/>
    <w:qFormat/>
    <w:rsid w:val="004A04A0"/>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4A04A0"/>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4A04A0"/>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4A04A0"/>
    <w:rPr>
      <w:caps/>
      <w:color w:val="595959" w:themeColor="text1" w:themeTint="A6"/>
      <w:spacing w:val="10"/>
      <w:sz w:val="21"/>
      <w:szCs w:val="21"/>
    </w:rPr>
  </w:style>
  <w:style w:type="character" w:styleId="lev">
    <w:name w:val="Strong"/>
    <w:uiPriority w:val="22"/>
    <w:qFormat/>
    <w:rsid w:val="004A04A0"/>
    <w:rPr>
      <w:b/>
      <w:bCs/>
    </w:rPr>
  </w:style>
  <w:style w:type="character" w:styleId="Accentuation">
    <w:name w:val="Emphasis"/>
    <w:uiPriority w:val="20"/>
    <w:qFormat/>
    <w:rsid w:val="004A04A0"/>
    <w:rPr>
      <w:caps/>
      <w:color w:val="243F60" w:themeColor="accent1" w:themeShade="7F"/>
      <w:spacing w:val="5"/>
    </w:rPr>
  </w:style>
  <w:style w:type="paragraph" w:styleId="Sansinterligne">
    <w:name w:val="No Spacing"/>
    <w:uiPriority w:val="1"/>
    <w:qFormat/>
    <w:rsid w:val="004A04A0"/>
    <w:pPr>
      <w:spacing w:after="0" w:line="240" w:lineRule="auto"/>
    </w:pPr>
  </w:style>
  <w:style w:type="paragraph" w:styleId="Citation">
    <w:name w:val="Quote"/>
    <w:basedOn w:val="Normal"/>
    <w:next w:val="Normal"/>
    <w:link w:val="CitationCar"/>
    <w:uiPriority w:val="29"/>
    <w:qFormat/>
    <w:rsid w:val="004A04A0"/>
    <w:rPr>
      <w:i/>
      <w:iCs/>
      <w:sz w:val="24"/>
      <w:szCs w:val="24"/>
    </w:rPr>
  </w:style>
  <w:style w:type="character" w:customStyle="1" w:styleId="CitationCar">
    <w:name w:val="Citation Car"/>
    <w:basedOn w:val="Policepardfaut"/>
    <w:link w:val="Citation"/>
    <w:uiPriority w:val="29"/>
    <w:rsid w:val="004A04A0"/>
    <w:rPr>
      <w:i/>
      <w:iCs/>
      <w:sz w:val="24"/>
      <w:szCs w:val="24"/>
    </w:rPr>
  </w:style>
  <w:style w:type="paragraph" w:styleId="Citationintense">
    <w:name w:val="Intense Quote"/>
    <w:basedOn w:val="Normal"/>
    <w:next w:val="Normal"/>
    <w:link w:val="CitationintenseCar"/>
    <w:uiPriority w:val="30"/>
    <w:qFormat/>
    <w:rsid w:val="004A04A0"/>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4A04A0"/>
    <w:rPr>
      <w:color w:val="4F81BD" w:themeColor="accent1"/>
      <w:sz w:val="24"/>
      <w:szCs w:val="24"/>
    </w:rPr>
  </w:style>
  <w:style w:type="character" w:styleId="Emphaseple">
    <w:name w:val="Subtle Emphasis"/>
    <w:uiPriority w:val="19"/>
    <w:qFormat/>
    <w:rsid w:val="004A04A0"/>
    <w:rPr>
      <w:i/>
      <w:iCs/>
      <w:color w:val="243F60" w:themeColor="accent1" w:themeShade="7F"/>
    </w:rPr>
  </w:style>
  <w:style w:type="character" w:styleId="Emphaseintense">
    <w:name w:val="Intense Emphasis"/>
    <w:uiPriority w:val="21"/>
    <w:qFormat/>
    <w:rsid w:val="004A04A0"/>
    <w:rPr>
      <w:b/>
      <w:bCs/>
      <w:caps/>
      <w:color w:val="243F60" w:themeColor="accent1" w:themeShade="7F"/>
      <w:spacing w:val="10"/>
    </w:rPr>
  </w:style>
  <w:style w:type="character" w:styleId="Rfrenceple">
    <w:name w:val="Subtle Reference"/>
    <w:uiPriority w:val="31"/>
    <w:qFormat/>
    <w:rsid w:val="004A04A0"/>
    <w:rPr>
      <w:b/>
      <w:bCs/>
      <w:color w:val="4F81BD" w:themeColor="accent1"/>
    </w:rPr>
  </w:style>
  <w:style w:type="character" w:styleId="Rfrenceintense">
    <w:name w:val="Intense Reference"/>
    <w:uiPriority w:val="32"/>
    <w:qFormat/>
    <w:rsid w:val="004A04A0"/>
    <w:rPr>
      <w:b/>
      <w:bCs/>
      <w:i/>
      <w:iCs/>
      <w:caps/>
      <w:color w:val="4F81BD" w:themeColor="accent1"/>
    </w:rPr>
  </w:style>
  <w:style w:type="character" w:styleId="Titredulivre">
    <w:name w:val="Book Title"/>
    <w:uiPriority w:val="33"/>
    <w:qFormat/>
    <w:rsid w:val="004A04A0"/>
    <w:rPr>
      <w:b/>
      <w:bCs/>
      <w:i/>
      <w:iCs/>
      <w:spacing w:val="0"/>
    </w:rPr>
  </w:style>
  <w:style w:type="paragraph" w:styleId="En-ttedetabledesmatires">
    <w:name w:val="TOC Heading"/>
    <w:basedOn w:val="Titre1"/>
    <w:next w:val="Normal"/>
    <w:uiPriority w:val="39"/>
    <w:semiHidden/>
    <w:unhideWhenUsed/>
    <w:qFormat/>
    <w:rsid w:val="004A04A0"/>
    <w:pPr>
      <w:outlineLvl w:val="9"/>
    </w:pPr>
  </w:style>
  <w:style w:type="table" w:styleId="TableauListe7Couleur-Accentuation5">
    <w:name w:val="List Table 7 Colorful Accent 5"/>
    <w:basedOn w:val="TableauNormal"/>
    <w:uiPriority w:val="52"/>
    <w:rsid w:val="00C0027C"/>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4-Accentuation1">
    <w:name w:val="List Table 4 Accent 1"/>
    <w:basedOn w:val="TableauNormal"/>
    <w:uiPriority w:val="49"/>
    <w:rsid w:val="00C0027C"/>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simple4">
    <w:name w:val="Plain Table 4"/>
    <w:basedOn w:val="TableauNormal"/>
    <w:uiPriority w:val="44"/>
    <w:rsid w:val="005821B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3024">
      <w:bodyDiv w:val="1"/>
      <w:marLeft w:val="0"/>
      <w:marRight w:val="0"/>
      <w:marTop w:val="0"/>
      <w:marBottom w:val="0"/>
      <w:divBdr>
        <w:top w:val="none" w:sz="0" w:space="0" w:color="auto"/>
        <w:left w:val="none" w:sz="0" w:space="0" w:color="auto"/>
        <w:bottom w:val="none" w:sz="0" w:space="0" w:color="auto"/>
        <w:right w:val="none" w:sz="0" w:space="0" w:color="auto"/>
      </w:divBdr>
    </w:div>
    <w:div w:id="194777019">
      <w:bodyDiv w:val="1"/>
      <w:marLeft w:val="0"/>
      <w:marRight w:val="0"/>
      <w:marTop w:val="0"/>
      <w:marBottom w:val="0"/>
      <w:divBdr>
        <w:top w:val="none" w:sz="0" w:space="0" w:color="auto"/>
        <w:left w:val="none" w:sz="0" w:space="0" w:color="auto"/>
        <w:bottom w:val="none" w:sz="0" w:space="0" w:color="auto"/>
        <w:right w:val="none" w:sz="0" w:space="0" w:color="auto"/>
      </w:divBdr>
    </w:div>
    <w:div w:id="366176767">
      <w:bodyDiv w:val="1"/>
      <w:marLeft w:val="0"/>
      <w:marRight w:val="0"/>
      <w:marTop w:val="0"/>
      <w:marBottom w:val="0"/>
      <w:divBdr>
        <w:top w:val="none" w:sz="0" w:space="0" w:color="auto"/>
        <w:left w:val="none" w:sz="0" w:space="0" w:color="auto"/>
        <w:bottom w:val="none" w:sz="0" w:space="0" w:color="auto"/>
        <w:right w:val="none" w:sz="0" w:space="0" w:color="auto"/>
      </w:divBdr>
    </w:div>
    <w:div w:id="397552370">
      <w:bodyDiv w:val="1"/>
      <w:marLeft w:val="0"/>
      <w:marRight w:val="0"/>
      <w:marTop w:val="0"/>
      <w:marBottom w:val="0"/>
      <w:divBdr>
        <w:top w:val="none" w:sz="0" w:space="0" w:color="auto"/>
        <w:left w:val="none" w:sz="0" w:space="0" w:color="auto"/>
        <w:bottom w:val="none" w:sz="0" w:space="0" w:color="auto"/>
        <w:right w:val="none" w:sz="0" w:space="0" w:color="auto"/>
      </w:divBdr>
    </w:div>
    <w:div w:id="423695827">
      <w:bodyDiv w:val="1"/>
      <w:marLeft w:val="0"/>
      <w:marRight w:val="0"/>
      <w:marTop w:val="0"/>
      <w:marBottom w:val="0"/>
      <w:divBdr>
        <w:top w:val="none" w:sz="0" w:space="0" w:color="auto"/>
        <w:left w:val="none" w:sz="0" w:space="0" w:color="auto"/>
        <w:bottom w:val="none" w:sz="0" w:space="0" w:color="auto"/>
        <w:right w:val="none" w:sz="0" w:space="0" w:color="auto"/>
      </w:divBdr>
    </w:div>
    <w:div w:id="449518978">
      <w:bodyDiv w:val="1"/>
      <w:marLeft w:val="0"/>
      <w:marRight w:val="0"/>
      <w:marTop w:val="0"/>
      <w:marBottom w:val="0"/>
      <w:divBdr>
        <w:top w:val="none" w:sz="0" w:space="0" w:color="auto"/>
        <w:left w:val="none" w:sz="0" w:space="0" w:color="auto"/>
        <w:bottom w:val="none" w:sz="0" w:space="0" w:color="auto"/>
        <w:right w:val="none" w:sz="0" w:space="0" w:color="auto"/>
      </w:divBdr>
    </w:div>
    <w:div w:id="518085616">
      <w:bodyDiv w:val="1"/>
      <w:marLeft w:val="0"/>
      <w:marRight w:val="0"/>
      <w:marTop w:val="0"/>
      <w:marBottom w:val="0"/>
      <w:divBdr>
        <w:top w:val="none" w:sz="0" w:space="0" w:color="auto"/>
        <w:left w:val="none" w:sz="0" w:space="0" w:color="auto"/>
        <w:bottom w:val="none" w:sz="0" w:space="0" w:color="auto"/>
        <w:right w:val="none" w:sz="0" w:space="0" w:color="auto"/>
      </w:divBdr>
    </w:div>
    <w:div w:id="744717698">
      <w:bodyDiv w:val="1"/>
      <w:marLeft w:val="0"/>
      <w:marRight w:val="0"/>
      <w:marTop w:val="0"/>
      <w:marBottom w:val="0"/>
      <w:divBdr>
        <w:top w:val="none" w:sz="0" w:space="0" w:color="auto"/>
        <w:left w:val="none" w:sz="0" w:space="0" w:color="auto"/>
        <w:bottom w:val="none" w:sz="0" w:space="0" w:color="auto"/>
        <w:right w:val="none" w:sz="0" w:space="0" w:color="auto"/>
      </w:divBdr>
      <w:divsChild>
        <w:div w:id="1971284499">
          <w:marLeft w:val="0"/>
          <w:marRight w:val="0"/>
          <w:marTop w:val="0"/>
          <w:marBottom w:val="0"/>
          <w:divBdr>
            <w:top w:val="none" w:sz="0" w:space="0" w:color="auto"/>
            <w:left w:val="none" w:sz="0" w:space="0" w:color="auto"/>
            <w:bottom w:val="none" w:sz="0" w:space="0" w:color="auto"/>
            <w:right w:val="none" w:sz="0" w:space="0" w:color="auto"/>
          </w:divBdr>
        </w:div>
        <w:div w:id="36517412">
          <w:marLeft w:val="0"/>
          <w:marRight w:val="0"/>
          <w:marTop w:val="0"/>
          <w:marBottom w:val="0"/>
          <w:divBdr>
            <w:top w:val="none" w:sz="0" w:space="0" w:color="auto"/>
            <w:left w:val="none" w:sz="0" w:space="0" w:color="auto"/>
            <w:bottom w:val="none" w:sz="0" w:space="0" w:color="auto"/>
            <w:right w:val="none" w:sz="0" w:space="0" w:color="auto"/>
          </w:divBdr>
        </w:div>
        <w:div w:id="608703589">
          <w:marLeft w:val="0"/>
          <w:marRight w:val="0"/>
          <w:marTop w:val="0"/>
          <w:marBottom w:val="0"/>
          <w:divBdr>
            <w:top w:val="none" w:sz="0" w:space="0" w:color="auto"/>
            <w:left w:val="none" w:sz="0" w:space="0" w:color="auto"/>
            <w:bottom w:val="none" w:sz="0" w:space="0" w:color="auto"/>
            <w:right w:val="none" w:sz="0" w:space="0" w:color="auto"/>
          </w:divBdr>
        </w:div>
        <w:div w:id="1878660156">
          <w:marLeft w:val="0"/>
          <w:marRight w:val="0"/>
          <w:marTop w:val="0"/>
          <w:marBottom w:val="0"/>
          <w:divBdr>
            <w:top w:val="none" w:sz="0" w:space="0" w:color="auto"/>
            <w:left w:val="none" w:sz="0" w:space="0" w:color="auto"/>
            <w:bottom w:val="none" w:sz="0" w:space="0" w:color="auto"/>
            <w:right w:val="none" w:sz="0" w:space="0" w:color="auto"/>
          </w:divBdr>
        </w:div>
        <w:div w:id="1354110521">
          <w:marLeft w:val="0"/>
          <w:marRight w:val="0"/>
          <w:marTop w:val="0"/>
          <w:marBottom w:val="0"/>
          <w:divBdr>
            <w:top w:val="none" w:sz="0" w:space="0" w:color="auto"/>
            <w:left w:val="none" w:sz="0" w:space="0" w:color="auto"/>
            <w:bottom w:val="none" w:sz="0" w:space="0" w:color="auto"/>
            <w:right w:val="none" w:sz="0" w:space="0" w:color="auto"/>
          </w:divBdr>
        </w:div>
        <w:div w:id="350961958">
          <w:marLeft w:val="0"/>
          <w:marRight w:val="0"/>
          <w:marTop w:val="0"/>
          <w:marBottom w:val="0"/>
          <w:divBdr>
            <w:top w:val="none" w:sz="0" w:space="0" w:color="auto"/>
            <w:left w:val="none" w:sz="0" w:space="0" w:color="auto"/>
            <w:bottom w:val="none" w:sz="0" w:space="0" w:color="auto"/>
            <w:right w:val="none" w:sz="0" w:space="0" w:color="auto"/>
          </w:divBdr>
        </w:div>
        <w:div w:id="2095585570">
          <w:marLeft w:val="0"/>
          <w:marRight w:val="0"/>
          <w:marTop w:val="0"/>
          <w:marBottom w:val="0"/>
          <w:divBdr>
            <w:top w:val="none" w:sz="0" w:space="0" w:color="auto"/>
            <w:left w:val="none" w:sz="0" w:space="0" w:color="auto"/>
            <w:bottom w:val="none" w:sz="0" w:space="0" w:color="auto"/>
            <w:right w:val="none" w:sz="0" w:space="0" w:color="auto"/>
          </w:divBdr>
        </w:div>
        <w:div w:id="811287100">
          <w:marLeft w:val="0"/>
          <w:marRight w:val="0"/>
          <w:marTop w:val="0"/>
          <w:marBottom w:val="0"/>
          <w:divBdr>
            <w:top w:val="none" w:sz="0" w:space="0" w:color="auto"/>
            <w:left w:val="none" w:sz="0" w:space="0" w:color="auto"/>
            <w:bottom w:val="none" w:sz="0" w:space="0" w:color="auto"/>
            <w:right w:val="none" w:sz="0" w:space="0" w:color="auto"/>
          </w:divBdr>
        </w:div>
        <w:div w:id="434984045">
          <w:marLeft w:val="0"/>
          <w:marRight w:val="0"/>
          <w:marTop w:val="0"/>
          <w:marBottom w:val="0"/>
          <w:divBdr>
            <w:top w:val="none" w:sz="0" w:space="0" w:color="auto"/>
            <w:left w:val="none" w:sz="0" w:space="0" w:color="auto"/>
            <w:bottom w:val="none" w:sz="0" w:space="0" w:color="auto"/>
            <w:right w:val="none" w:sz="0" w:space="0" w:color="auto"/>
          </w:divBdr>
        </w:div>
        <w:div w:id="232467828">
          <w:marLeft w:val="0"/>
          <w:marRight w:val="0"/>
          <w:marTop w:val="0"/>
          <w:marBottom w:val="0"/>
          <w:divBdr>
            <w:top w:val="none" w:sz="0" w:space="0" w:color="auto"/>
            <w:left w:val="none" w:sz="0" w:space="0" w:color="auto"/>
            <w:bottom w:val="none" w:sz="0" w:space="0" w:color="auto"/>
            <w:right w:val="none" w:sz="0" w:space="0" w:color="auto"/>
          </w:divBdr>
        </w:div>
        <w:div w:id="1550411284">
          <w:marLeft w:val="0"/>
          <w:marRight w:val="0"/>
          <w:marTop w:val="0"/>
          <w:marBottom w:val="0"/>
          <w:divBdr>
            <w:top w:val="none" w:sz="0" w:space="0" w:color="auto"/>
            <w:left w:val="none" w:sz="0" w:space="0" w:color="auto"/>
            <w:bottom w:val="none" w:sz="0" w:space="0" w:color="auto"/>
            <w:right w:val="none" w:sz="0" w:space="0" w:color="auto"/>
          </w:divBdr>
        </w:div>
        <w:div w:id="1164709063">
          <w:marLeft w:val="0"/>
          <w:marRight w:val="0"/>
          <w:marTop w:val="0"/>
          <w:marBottom w:val="0"/>
          <w:divBdr>
            <w:top w:val="none" w:sz="0" w:space="0" w:color="auto"/>
            <w:left w:val="none" w:sz="0" w:space="0" w:color="auto"/>
            <w:bottom w:val="none" w:sz="0" w:space="0" w:color="auto"/>
            <w:right w:val="none" w:sz="0" w:space="0" w:color="auto"/>
          </w:divBdr>
        </w:div>
      </w:divsChild>
    </w:div>
    <w:div w:id="771705527">
      <w:bodyDiv w:val="1"/>
      <w:marLeft w:val="0"/>
      <w:marRight w:val="0"/>
      <w:marTop w:val="0"/>
      <w:marBottom w:val="0"/>
      <w:divBdr>
        <w:top w:val="none" w:sz="0" w:space="0" w:color="auto"/>
        <w:left w:val="none" w:sz="0" w:space="0" w:color="auto"/>
        <w:bottom w:val="none" w:sz="0" w:space="0" w:color="auto"/>
        <w:right w:val="none" w:sz="0" w:space="0" w:color="auto"/>
      </w:divBdr>
    </w:div>
    <w:div w:id="778446980">
      <w:bodyDiv w:val="1"/>
      <w:marLeft w:val="0"/>
      <w:marRight w:val="0"/>
      <w:marTop w:val="0"/>
      <w:marBottom w:val="0"/>
      <w:divBdr>
        <w:top w:val="none" w:sz="0" w:space="0" w:color="auto"/>
        <w:left w:val="none" w:sz="0" w:space="0" w:color="auto"/>
        <w:bottom w:val="none" w:sz="0" w:space="0" w:color="auto"/>
        <w:right w:val="none" w:sz="0" w:space="0" w:color="auto"/>
      </w:divBdr>
    </w:div>
    <w:div w:id="814642417">
      <w:bodyDiv w:val="1"/>
      <w:marLeft w:val="0"/>
      <w:marRight w:val="0"/>
      <w:marTop w:val="0"/>
      <w:marBottom w:val="0"/>
      <w:divBdr>
        <w:top w:val="none" w:sz="0" w:space="0" w:color="auto"/>
        <w:left w:val="none" w:sz="0" w:space="0" w:color="auto"/>
        <w:bottom w:val="none" w:sz="0" w:space="0" w:color="auto"/>
        <w:right w:val="none" w:sz="0" w:space="0" w:color="auto"/>
      </w:divBdr>
    </w:div>
    <w:div w:id="890966237">
      <w:bodyDiv w:val="1"/>
      <w:marLeft w:val="0"/>
      <w:marRight w:val="0"/>
      <w:marTop w:val="0"/>
      <w:marBottom w:val="0"/>
      <w:divBdr>
        <w:top w:val="none" w:sz="0" w:space="0" w:color="auto"/>
        <w:left w:val="none" w:sz="0" w:space="0" w:color="auto"/>
        <w:bottom w:val="none" w:sz="0" w:space="0" w:color="auto"/>
        <w:right w:val="none" w:sz="0" w:space="0" w:color="auto"/>
      </w:divBdr>
    </w:div>
    <w:div w:id="924340472">
      <w:bodyDiv w:val="1"/>
      <w:marLeft w:val="0"/>
      <w:marRight w:val="0"/>
      <w:marTop w:val="0"/>
      <w:marBottom w:val="0"/>
      <w:divBdr>
        <w:top w:val="none" w:sz="0" w:space="0" w:color="auto"/>
        <w:left w:val="none" w:sz="0" w:space="0" w:color="auto"/>
        <w:bottom w:val="none" w:sz="0" w:space="0" w:color="auto"/>
        <w:right w:val="none" w:sz="0" w:space="0" w:color="auto"/>
      </w:divBdr>
    </w:div>
    <w:div w:id="1229073679">
      <w:bodyDiv w:val="1"/>
      <w:marLeft w:val="0"/>
      <w:marRight w:val="0"/>
      <w:marTop w:val="0"/>
      <w:marBottom w:val="0"/>
      <w:divBdr>
        <w:top w:val="none" w:sz="0" w:space="0" w:color="auto"/>
        <w:left w:val="none" w:sz="0" w:space="0" w:color="auto"/>
        <w:bottom w:val="none" w:sz="0" w:space="0" w:color="auto"/>
        <w:right w:val="none" w:sz="0" w:space="0" w:color="auto"/>
      </w:divBdr>
    </w:div>
    <w:div w:id="1375277495">
      <w:bodyDiv w:val="1"/>
      <w:marLeft w:val="0"/>
      <w:marRight w:val="0"/>
      <w:marTop w:val="0"/>
      <w:marBottom w:val="0"/>
      <w:divBdr>
        <w:top w:val="none" w:sz="0" w:space="0" w:color="auto"/>
        <w:left w:val="none" w:sz="0" w:space="0" w:color="auto"/>
        <w:bottom w:val="none" w:sz="0" w:space="0" w:color="auto"/>
        <w:right w:val="none" w:sz="0" w:space="0" w:color="auto"/>
      </w:divBdr>
    </w:div>
    <w:div w:id="1377505675">
      <w:bodyDiv w:val="1"/>
      <w:marLeft w:val="0"/>
      <w:marRight w:val="0"/>
      <w:marTop w:val="0"/>
      <w:marBottom w:val="0"/>
      <w:divBdr>
        <w:top w:val="none" w:sz="0" w:space="0" w:color="auto"/>
        <w:left w:val="none" w:sz="0" w:space="0" w:color="auto"/>
        <w:bottom w:val="none" w:sz="0" w:space="0" w:color="auto"/>
        <w:right w:val="none" w:sz="0" w:space="0" w:color="auto"/>
      </w:divBdr>
    </w:div>
    <w:div w:id="1380009634">
      <w:bodyDiv w:val="1"/>
      <w:marLeft w:val="0"/>
      <w:marRight w:val="0"/>
      <w:marTop w:val="0"/>
      <w:marBottom w:val="0"/>
      <w:divBdr>
        <w:top w:val="none" w:sz="0" w:space="0" w:color="auto"/>
        <w:left w:val="none" w:sz="0" w:space="0" w:color="auto"/>
        <w:bottom w:val="none" w:sz="0" w:space="0" w:color="auto"/>
        <w:right w:val="none" w:sz="0" w:space="0" w:color="auto"/>
      </w:divBdr>
    </w:div>
    <w:div w:id="1504005150">
      <w:bodyDiv w:val="1"/>
      <w:marLeft w:val="0"/>
      <w:marRight w:val="0"/>
      <w:marTop w:val="0"/>
      <w:marBottom w:val="0"/>
      <w:divBdr>
        <w:top w:val="none" w:sz="0" w:space="0" w:color="auto"/>
        <w:left w:val="none" w:sz="0" w:space="0" w:color="auto"/>
        <w:bottom w:val="none" w:sz="0" w:space="0" w:color="auto"/>
        <w:right w:val="none" w:sz="0" w:space="0" w:color="auto"/>
      </w:divBdr>
    </w:div>
    <w:div w:id="1630892545">
      <w:bodyDiv w:val="1"/>
      <w:marLeft w:val="0"/>
      <w:marRight w:val="0"/>
      <w:marTop w:val="0"/>
      <w:marBottom w:val="0"/>
      <w:divBdr>
        <w:top w:val="none" w:sz="0" w:space="0" w:color="auto"/>
        <w:left w:val="none" w:sz="0" w:space="0" w:color="auto"/>
        <w:bottom w:val="none" w:sz="0" w:space="0" w:color="auto"/>
        <w:right w:val="none" w:sz="0" w:space="0" w:color="auto"/>
      </w:divBdr>
    </w:div>
    <w:div w:id="1715890151">
      <w:bodyDiv w:val="1"/>
      <w:marLeft w:val="0"/>
      <w:marRight w:val="0"/>
      <w:marTop w:val="0"/>
      <w:marBottom w:val="0"/>
      <w:divBdr>
        <w:top w:val="none" w:sz="0" w:space="0" w:color="auto"/>
        <w:left w:val="none" w:sz="0" w:space="0" w:color="auto"/>
        <w:bottom w:val="none" w:sz="0" w:space="0" w:color="auto"/>
        <w:right w:val="none" w:sz="0" w:space="0" w:color="auto"/>
      </w:divBdr>
    </w:div>
    <w:div w:id="1791967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guidesburundi.org" TargetMode="External"/><Relationship Id="rId2" Type="http://schemas.openxmlformats.org/officeDocument/2006/relationships/hyperlink" Target="mailto:guidesburundi@yahoo.f" TargetMode="External"/><Relationship Id="rId1" Type="http://schemas.openxmlformats.org/officeDocument/2006/relationships/hyperlink" Target="mailto:guidesburundi@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ffice\LOCALS~1\Temp\Modele%20-%20RET%20document%20standard%20-%20Pays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1F66A-D63D-47B3-AF03-832EAED88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 RET document standard - Paysage.dotx</Template>
  <TotalTime>70</TotalTime>
  <Pages>5</Pages>
  <Words>853</Words>
  <Characters>4652</Characters>
  <Application>Microsoft Office Word</Application>
  <DocSecurity>0</DocSecurity>
  <Lines>387</Lines>
  <Paragraphs>203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dc:creator>
  <cp:lastModifiedBy>HP</cp:lastModifiedBy>
  <cp:revision>4</cp:revision>
  <cp:lastPrinted>2024-07-26T18:57:00Z</cp:lastPrinted>
  <dcterms:created xsi:type="dcterms:W3CDTF">2024-07-26T18:01:00Z</dcterms:created>
  <dcterms:modified xsi:type="dcterms:W3CDTF">2024-07-26T19:11:00Z</dcterms:modified>
</cp:coreProperties>
</file>